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0E3" w:rsidRPr="00BB2ED0" w:rsidRDefault="00BB2ED0" w:rsidP="00BB2ED0">
      <w:pPr>
        <w:pStyle w:val="Pavadinimas"/>
      </w:pPr>
      <w:r w:rsidRPr="00BB2ED0">
        <w:rPr>
          <w:rFonts w:ascii="Arial" w:eastAsia="Times New Roman" w:hAnsi="Arial" w:cs="Times New Roman"/>
          <w:b w:val="0"/>
          <w:caps w:val="0"/>
          <w:noProof/>
          <w:spacing w:val="0"/>
          <w:kern w:val="0"/>
          <w:sz w:val="20"/>
          <w:szCs w:val="20"/>
          <w:lang w:eastAsia="lt-L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551624" wp14:editId="493F4D54">
                <wp:simplePos x="0" y="0"/>
                <wp:positionH relativeFrom="margin">
                  <wp:posOffset>121920</wp:posOffset>
                </wp:positionH>
                <wp:positionV relativeFrom="paragraph">
                  <wp:posOffset>2445385</wp:posOffset>
                </wp:positionV>
                <wp:extent cx="5200650" cy="456692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0650" cy="4566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2ED0" w:rsidRPr="0067351C" w:rsidRDefault="00BB2ED0" w:rsidP="00BB2ED0">
                            <w:pPr>
                              <w:pBdr>
                                <w:left w:val="single" w:sz="36" w:space="31" w:color="05D091"/>
                              </w:pBdr>
                              <w:rPr>
                                <w:b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sz w:val="66"/>
                                <w:szCs w:val="66"/>
                              </w:rPr>
                              <w:t>PAŽYMŲ PROCESŲ APRAŠYMAS</w:t>
                            </w:r>
                            <w:r w:rsidRPr="0067351C">
                              <w:rPr>
                                <w:sz w:val="66"/>
                                <w:szCs w:val="66"/>
                              </w:rPr>
                              <w:br/>
                            </w:r>
                          </w:p>
                          <w:p w:rsidR="00BB2ED0" w:rsidRPr="00F70CEB" w:rsidRDefault="00BB2ED0" w:rsidP="00BB2ED0">
                            <w:pPr>
                              <w:pBdr>
                                <w:left w:val="single" w:sz="36" w:space="31" w:color="05D091"/>
                              </w:pBdr>
                              <w:rPr>
                                <w:sz w:val="56"/>
                                <w:szCs w:val="68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 xml:space="preserve">Dokumento versija: </w:t>
                            </w:r>
                            <w:r w:rsidRPr="00F70CEB">
                              <w:rPr>
                                <w:sz w:val="56"/>
                                <w:szCs w:val="68"/>
                              </w:rPr>
                              <w:t xml:space="preserve"> </w:t>
                            </w:r>
                            <w:r w:rsidRPr="00112473">
                              <w:rPr>
                                <w:b/>
                                <w:sz w:val="40"/>
                                <w:szCs w:val="4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36000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55162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.6pt;margin-top:192.55pt;width:409.5pt;height:359.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" stroked="f">
                <v:textbox style="mso-fit-shape-to-text:t" inset="10mm">
                  <w:txbxContent>
                    <w:p w:rsidR="00BB2ED0" w:rsidRPr="0067351C" w:rsidRDefault="00BB2ED0" w:rsidP="00BB2ED0">
                      <w:pPr>
                        <w:pBdr>
                          <w:left w:val="single" w:sz="36" w:space="31" w:color="05D091"/>
                        </w:pBdr>
                        <w:rPr>
                          <w:b/>
                          <w:sz w:val="66"/>
                          <w:szCs w:val="66"/>
                        </w:rPr>
                      </w:pPr>
                      <w:r>
                        <w:rPr>
                          <w:sz w:val="66"/>
                          <w:szCs w:val="66"/>
                        </w:rPr>
                        <w:t>PAŽYMŲ PROCESŲ APRAŠYMAS</w:t>
                      </w:r>
                      <w:r w:rsidRPr="0067351C">
                        <w:rPr>
                          <w:sz w:val="66"/>
                          <w:szCs w:val="66"/>
                        </w:rPr>
                        <w:br/>
                      </w:r>
                    </w:p>
                    <w:p w:rsidR="00BB2ED0" w:rsidRPr="00F70CEB" w:rsidRDefault="00BB2ED0" w:rsidP="00BB2ED0">
                      <w:pPr>
                        <w:pBdr>
                          <w:left w:val="single" w:sz="36" w:space="31" w:color="05D091"/>
                        </w:pBdr>
                        <w:rPr>
                          <w:sz w:val="56"/>
                          <w:szCs w:val="68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 xml:space="preserve">Dokumento versija: </w:t>
                      </w:r>
                      <w:r w:rsidRPr="00F70CEB">
                        <w:rPr>
                          <w:sz w:val="56"/>
                          <w:szCs w:val="68"/>
                        </w:rPr>
                        <w:t xml:space="preserve"> </w:t>
                      </w:r>
                      <w:r w:rsidRPr="00112473">
                        <w:rPr>
                          <w:b/>
                          <w:sz w:val="40"/>
                          <w:szCs w:val="40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B007B" w:rsidRPr="00DB39B2" w:rsidRDefault="00CB007B" w:rsidP="00CB007B">
      <w:pPr>
        <w:rPr>
          <w:lang w:val="et-EE"/>
        </w:rPr>
      </w:pPr>
    </w:p>
    <w:p w:rsidR="0093483B" w:rsidRDefault="0093483B">
      <w:pPr>
        <w:rPr>
          <w:bCs/>
          <w:caps/>
          <w:sz w:val="52"/>
          <w:szCs w:val="52"/>
          <w:lang w:val="et-EE"/>
        </w:rPr>
      </w:pPr>
      <w:r>
        <w:br w:type="page"/>
      </w:r>
    </w:p>
    <w:p w:rsidR="0093483B" w:rsidRPr="00090F64" w:rsidRDefault="0093483B" w:rsidP="0093483B">
      <w:pPr>
        <w:pStyle w:val="Heading"/>
        <w:rPr>
          <w:rStyle w:val="Grietas"/>
          <w:rFonts w:eastAsia="Arial Unicode MS"/>
        </w:rPr>
      </w:pPr>
      <w:r w:rsidRPr="00090F64">
        <w:rPr>
          <w:rStyle w:val="Grietas"/>
          <w:rFonts w:eastAsia="Arial Unicode MS"/>
        </w:rPr>
        <w:lastRenderedPageBreak/>
        <w:t>Dokumento versijos</w:t>
      </w:r>
    </w:p>
    <w:tbl>
      <w:tblPr>
        <w:tblStyle w:val="DocumentTable"/>
        <w:tblW w:w="9889" w:type="dxa"/>
        <w:tblLook w:val="04A0" w:firstRow="1" w:lastRow="0" w:firstColumn="1" w:lastColumn="0" w:noHBand="0" w:noVBand="1"/>
      </w:tblPr>
      <w:tblGrid>
        <w:gridCol w:w="1632"/>
        <w:gridCol w:w="1765"/>
        <w:gridCol w:w="3803"/>
        <w:gridCol w:w="2689"/>
      </w:tblGrid>
      <w:tr w:rsidR="0093483B" w:rsidRPr="00970222" w:rsidTr="00E552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32" w:type="dxa"/>
          </w:tcPr>
          <w:p w:rsidR="0093483B" w:rsidRPr="00970222" w:rsidRDefault="0093483B" w:rsidP="00E552AF">
            <w:pPr>
              <w:spacing w:after="96"/>
              <w:rPr>
                <w:rFonts w:hAnsi="Times New Roman"/>
                <w:lang w:eastAsia="lt-LT"/>
              </w:rPr>
            </w:pPr>
            <w:r w:rsidRPr="00970222">
              <w:rPr>
                <w:rFonts w:hAnsi="Times New Roman"/>
                <w:lang w:eastAsia="lt-LT"/>
              </w:rPr>
              <w:t>Versija</w:t>
            </w:r>
          </w:p>
        </w:tc>
        <w:tc>
          <w:tcPr>
            <w:tcW w:w="1765" w:type="dxa"/>
          </w:tcPr>
          <w:p w:rsidR="0093483B" w:rsidRPr="00970222" w:rsidRDefault="0093483B" w:rsidP="00E552AF">
            <w:pPr>
              <w:spacing w:after="96"/>
              <w:rPr>
                <w:rFonts w:hAnsi="Times New Roman"/>
                <w:lang w:eastAsia="lt-LT"/>
              </w:rPr>
            </w:pPr>
            <w:r w:rsidRPr="00970222">
              <w:rPr>
                <w:rFonts w:hAnsi="Times New Roman"/>
                <w:lang w:eastAsia="lt-LT"/>
              </w:rPr>
              <w:t>Data</w:t>
            </w:r>
          </w:p>
        </w:tc>
        <w:tc>
          <w:tcPr>
            <w:tcW w:w="3803" w:type="dxa"/>
          </w:tcPr>
          <w:p w:rsidR="0093483B" w:rsidRPr="00970222" w:rsidRDefault="0093483B" w:rsidP="00E552AF">
            <w:pPr>
              <w:spacing w:after="96"/>
              <w:rPr>
                <w:rFonts w:hAnsi="Times New Roman"/>
                <w:lang w:eastAsia="lt-LT"/>
              </w:rPr>
            </w:pPr>
            <w:r>
              <w:rPr>
                <w:rFonts w:hAnsi="Times New Roman"/>
                <w:lang w:eastAsia="lt-LT"/>
              </w:rPr>
              <w:t>Apra</w:t>
            </w:r>
            <w:r w:rsidRPr="000D4924">
              <w:rPr>
                <w:rFonts w:ascii="Arial" w:hAnsi="Arial" w:cs="Arial"/>
                <w:szCs w:val="20"/>
                <w:lang w:eastAsia="lt-LT"/>
              </w:rPr>
              <w:t>š</w:t>
            </w:r>
            <w:r w:rsidRPr="00970222">
              <w:rPr>
                <w:rFonts w:hAnsi="Times New Roman"/>
                <w:lang w:eastAsia="lt-LT"/>
              </w:rPr>
              <w:t>ymas</w:t>
            </w:r>
          </w:p>
        </w:tc>
        <w:tc>
          <w:tcPr>
            <w:tcW w:w="2689" w:type="dxa"/>
          </w:tcPr>
          <w:p w:rsidR="0093483B" w:rsidRPr="00970222" w:rsidRDefault="0093483B" w:rsidP="00E552AF">
            <w:pPr>
              <w:spacing w:after="96"/>
              <w:rPr>
                <w:rFonts w:hAnsi="Times New Roman"/>
                <w:lang w:eastAsia="lt-LT"/>
              </w:rPr>
            </w:pPr>
            <w:r>
              <w:rPr>
                <w:rFonts w:hAnsi="Times New Roman"/>
                <w:lang w:eastAsia="lt-LT"/>
              </w:rPr>
              <w:t>Reng</w:t>
            </w:r>
            <w:r w:rsidRPr="000D4924">
              <w:rPr>
                <w:rFonts w:cs="Tahoma"/>
                <w:lang w:eastAsia="lt-LT"/>
              </w:rPr>
              <w:t>ė</w:t>
            </w:r>
            <w:r w:rsidRPr="00970222">
              <w:rPr>
                <w:rFonts w:hAnsi="Times New Roman"/>
                <w:lang w:eastAsia="lt-LT"/>
              </w:rPr>
              <w:t>(koregavo)</w:t>
            </w:r>
          </w:p>
        </w:tc>
      </w:tr>
      <w:tr w:rsidR="0093483B" w:rsidRPr="00970222" w:rsidTr="00E552AF">
        <w:tc>
          <w:tcPr>
            <w:tcW w:w="1632" w:type="dxa"/>
          </w:tcPr>
          <w:p w:rsidR="0093483B" w:rsidRPr="00970222" w:rsidRDefault="0093483B" w:rsidP="00E552AF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1</w:t>
            </w:r>
          </w:p>
        </w:tc>
        <w:tc>
          <w:tcPr>
            <w:tcW w:w="1765" w:type="dxa"/>
          </w:tcPr>
          <w:p w:rsidR="0093483B" w:rsidRPr="00970222" w:rsidRDefault="0093483B" w:rsidP="00E552AF">
            <w:pPr>
              <w:rPr>
                <w:lang w:eastAsia="lt-LT"/>
              </w:rPr>
            </w:pPr>
            <w:r>
              <w:rPr>
                <w:lang w:eastAsia="lt-LT"/>
              </w:rPr>
              <w:t>2019-01-23</w:t>
            </w:r>
          </w:p>
        </w:tc>
        <w:tc>
          <w:tcPr>
            <w:tcW w:w="3803" w:type="dxa"/>
          </w:tcPr>
          <w:p w:rsidR="0093483B" w:rsidRPr="00970222" w:rsidRDefault="0093483B" w:rsidP="00E552AF">
            <w:pPr>
              <w:rPr>
                <w:lang w:eastAsia="lt-LT"/>
              </w:rPr>
            </w:pPr>
            <w:r>
              <w:rPr>
                <w:lang w:eastAsia="lt-LT"/>
              </w:rPr>
              <w:t>Dokumentas sukurtas</w:t>
            </w:r>
          </w:p>
        </w:tc>
        <w:tc>
          <w:tcPr>
            <w:tcW w:w="2689" w:type="dxa"/>
          </w:tcPr>
          <w:p w:rsidR="0093483B" w:rsidRPr="00970222" w:rsidRDefault="0093483B" w:rsidP="00E552AF">
            <w:pPr>
              <w:rPr>
                <w:lang w:eastAsia="lt-LT"/>
              </w:rPr>
            </w:pPr>
            <w:r>
              <w:rPr>
                <w:lang w:eastAsia="lt-LT"/>
              </w:rPr>
              <w:t xml:space="preserve">UAB </w:t>
            </w:r>
            <w:proofErr w:type="spellStart"/>
            <w:r>
              <w:rPr>
                <w:lang w:eastAsia="lt-LT"/>
              </w:rPr>
              <w:t>Nortal</w:t>
            </w:r>
            <w:proofErr w:type="spellEnd"/>
          </w:p>
        </w:tc>
      </w:tr>
      <w:tr w:rsidR="0093483B" w:rsidTr="00E552AF">
        <w:tc>
          <w:tcPr>
            <w:tcW w:w="1632" w:type="dxa"/>
          </w:tcPr>
          <w:p w:rsidR="0093483B" w:rsidRDefault="0093483B" w:rsidP="0093483B">
            <w:r>
              <w:t>2</w:t>
            </w:r>
          </w:p>
        </w:tc>
        <w:tc>
          <w:tcPr>
            <w:tcW w:w="1765" w:type="dxa"/>
          </w:tcPr>
          <w:p w:rsidR="0093483B" w:rsidRDefault="0093483B" w:rsidP="0093483B">
            <w:r>
              <w:t>2022-11-03</w:t>
            </w:r>
          </w:p>
        </w:tc>
        <w:tc>
          <w:tcPr>
            <w:tcW w:w="3803" w:type="dxa"/>
          </w:tcPr>
          <w:p w:rsidR="0093483B" w:rsidRDefault="0093483B" w:rsidP="0093483B">
            <w:pPr>
              <w:pStyle w:val="Table"/>
              <w:spacing w:before="0" w:after="0"/>
              <w:rPr>
                <w:szCs w:val="16"/>
              </w:rPr>
            </w:pPr>
            <w:r>
              <w:rPr>
                <w:szCs w:val="16"/>
              </w:rPr>
              <w:t>Atnaujintas Registrų Centro šablonas</w:t>
            </w:r>
            <w:r>
              <w:rPr>
                <w:szCs w:val="16"/>
              </w:rPr>
              <w:t xml:space="preserve"> ir E027-1 pažymos pateikimo procesas</w:t>
            </w:r>
          </w:p>
        </w:tc>
        <w:tc>
          <w:tcPr>
            <w:tcW w:w="2689" w:type="dxa"/>
          </w:tcPr>
          <w:p w:rsidR="0093483B" w:rsidRDefault="0093483B" w:rsidP="0093483B">
            <w:pPr>
              <w:rPr>
                <w:lang w:eastAsia="lt-LT"/>
              </w:rPr>
            </w:pPr>
            <w:r>
              <w:rPr>
                <w:lang w:eastAsia="lt-LT"/>
              </w:rPr>
              <w:t>Registrų Centras</w:t>
            </w:r>
          </w:p>
        </w:tc>
      </w:tr>
    </w:tbl>
    <w:p w:rsidR="0093483B" w:rsidRDefault="0093483B" w:rsidP="0093483B">
      <w:pPr>
        <w:rPr>
          <w:b/>
          <w:caps/>
          <w:color w:val="178321"/>
          <w:sz w:val="52"/>
        </w:rPr>
      </w:pPr>
      <w:r>
        <w:br w:type="page"/>
      </w:r>
    </w:p>
    <w:p w:rsidR="0093483B" w:rsidRDefault="0093483B" w:rsidP="0093483B">
      <w:pPr>
        <w:pStyle w:val="Heading"/>
      </w:pPr>
      <w:r w:rsidRPr="00B14449">
        <w:lastRenderedPageBreak/>
        <w:t>Turinys</w:t>
      </w:r>
    </w:p>
    <w:p w:rsidR="003B06CD" w:rsidRDefault="0093483B">
      <w:pPr>
        <w:pStyle w:val="Turinys1"/>
        <w:rPr>
          <w:rFonts w:asciiTheme="minorHAnsi" w:eastAsiaTheme="minorEastAsia" w:hAnsiTheme="minorHAnsi" w:cstheme="minorBidi"/>
          <w:sz w:val="22"/>
          <w:szCs w:val="22"/>
          <w:lang w:eastAsia="lt-LT"/>
        </w:rPr>
      </w:pPr>
      <w:r>
        <w:rPr>
          <w:lang w:val="et-EE"/>
        </w:rPr>
        <w:fldChar w:fldCharType="begin"/>
      </w:r>
      <w:r>
        <w:rPr>
          <w:lang w:val="et-EE"/>
        </w:rPr>
        <w:instrText xml:space="preserve"> TOC \o "1-4" \h \z \u </w:instrText>
      </w:r>
      <w:r>
        <w:rPr>
          <w:lang w:val="et-EE"/>
        </w:rPr>
        <w:fldChar w:fldCharType="separate"/>
      </w:r>
      <w:hyperlink w:anchor="_Toc118465487" w:history="1">
        <w:r w:rsidR="003B06CD" w:rsidRPr="009002AC">
          <w:rPr>
            <w:rStyle w:val="Hipersaitas"/>
          </w:rPr>
          <w:t>03. E027-1 pažymos pateikimas ESPBI IS</w:t>
        </w:r>
        <w:r w:rsidR="003B06CD">
          <w:rPr>
            <w:webHidden/>
          </w:rPr>
          <w:tab/>
        </w:r>
        <w:r w:rsidR="003B06CD">
          <w:rPr>
            <w:webHidden/>
          </w:rPr>
          <w:fldChar w:fldCharType="begin"/>
        </w:r>
        <w:r w:rsidR="003B06CD">
          <w:rPr>
            <w:webHidden/>
          </w:rPr>
          <w:instrText xml:space="preserve"> PAGEREF _Toc118465487 \h </w:instrText>
        </w:r>
        <w:r w:rsidR="003B06CD">
          <w:rPr>
            <w:webHidden/>
          </w:rPr>
        </w:r>
        <w:r w:rsidR="003B06CD">
          <w:rPr>
            <w:webHidden/>
          </w:rPr>
          <w:fldChar w:fldCharType="separate"/>
        </w:r>
        <w:r w:rsidR="003B06CD">
          <w:rPr>
            <w:webHidden/>
          </w:rPr>
          <w:t>4</w:t>
        </w:r>
        <w:r w:rsidR="003B06CD">
          <w:rPr>
            <w:webHidden/>
          </w:rPr>
          <w:fldChar w:fldCharType="end"/>
        </w:r>
      </w:hyperlink>
    </w:p>
    <w:p w:rsidR="003B06CD" w:rsidRDefault="003B06CD">
      <w:pPr>
        <w:pStyle w:val="Turinys1"/>
        <w:rPr>
          <w:rFonts w:asciiTheme="minorHAnsi" w:eastAsiaTheme="minorEastAsia" w:hAnsiTheme="minorHAnsi" w:cstheme="minorBidi"/>
          <w:sz w:val="22"/>
          <w:szCs w:val="22"/>
          <w:lang w:eastAsia="lt-LT"/>
        </w:rPr>
      </w:pPr>
      <w:hyperlink w:anchor="_Toc118465488" w:history="1">
        <w:r w:rsidRPr="009002AC">
          <w:rPr>
            <w:rStyle w:val="Hipersaitas"/>
          </w:rPr>
          <w:t>04. E047 pažymos kūrimo užduoties sukūrimas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_Toc118465488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3B06CD" w:rsidRDefault="003B06CD">
      <w:pPr>
        <w:pStyle w:val="Turinys1"/>
        <w:rPr>
          <w:rFonts w:asciiTheme="minorHAnsi" w:eastAsiaTheme="minorEastAsia" w:hAnsiTheme="minorHAnsi" w:cstheme="minorBidi"/>
          <w:sz w:val="22"/>
          <w:szCs w:val="22"/>
          <w:lang w:eastAsia="lt-LT"/>
        </w:rPr>
      </w:pPr>
      <w:hyperlink w:anchor="_Toc118465489" w:history="1">
        <w:r w:rsidRPr="009002AC">
          <w:rPr>
            <w:rStyle w:val="Hipersaitas"/>
          </w:rPr>
          <w:t>05. E047 pažymos sukūrimas ESPBI 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_Toc118465489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3B06CD" w:rsidRDefault="003B06CD">
      <w:pPr>
        <w:pStyle w:val="Turinys1"/>
        <w:rPr>
          <w:rFonts w:asciiTheme="minorHAnsi" w:eastAsiaTheme="minorEastAsia" w:hAnsiTheme="minorHAnsi" w:cstheme="minorBidi"/>
          <w:sz w:val="22"/>
          <w:szCs w:val="22"/>
          <w:lang w:eastAsia="lt-LT"/>
        </w:rPr>
      </w:pPr>
      <w:hyperlink w:anchor="_Toc118465490" w:history="1">
        <w:r w:rsidRPr="009002AC">
          <w:rPr>
            <w:rStyle w:val="Hipersaitas"/>
          </w:rPr>
          <w:t>06. E047 specialisto konsultavimo užduoties vykdymas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_Toc118465490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3B06CD" w:rsidRDefault="003B06CD">
      <w:pPr>
        <w:pStyle w:val="Turinys1"/>
        <w:rPr>
          <w:rFonts w:asciiTheme="minorHAnsi" w:eastAsiaTheme="minorEastAsia" w:hAnsiTheme="minorHAnsi" w:cstheme="minorBidi"/>
          <w:sz w:val="22"/>
          <w:szCs w:val="22"/>
          <w:lang w:eastAsia="lt-LT"/>
        </w:rPr>
      </w:pPr>
      <w:hyperlink w:anchor="_Toc118465491" w:history="1">
        <w:r w:rsidRPr="009002AC">
          <w:rPr>
            <w:rStyle w:val="Hipersaitas"/>
          </w:rPr>
          <w:t>07. Galutinės E047 pažymos pateikimas ESPBI 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_Toc118465491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3B06CD" w:rsidRDefault="003B06CD">
      <w:pPr>
        <w:pStyle w:val="Turinys1"/>
        <w:rPr>
          <w:rFonts w:asciiTheme="minorHAnsi" w:eastAsiaTheme="minorEastAsia" w:hAnsiTheme="minorHAnsi" w:cstheme="minorBidi"/>
          <w:sz w:val="22"/>
          <w:szCs w:val="22"/>
          <w:lang w:eastAsia="lt-LT"/>
        </w:rPr>
      </w:pPr>
      <w:hyperlink w:anchor="_Toc118465492" w:history="1">
        <w:r w:rsidRPr="009002AC">
          <w:rPr>
            <w:rStyle w:val="Hipersaitas"/>
          </w:rPr>
          <w:t>08. E048 pažymos kūrimo užduoties sukūrimas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_Toc118465492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3B06CD" w:rsidRDefault="003B06CD">
      <w:pPr>
        <w:pStyle w:val="Turinys1"/>
        <w:rPr>
          <w:rFonts w:asciiTheme="minorHAnsi" w:eastAsiaTheme="minorEastAsia" w:hAnsiTheme="minorHAnsi" w:cstheme="minorBidi"/>
          <w:sz w:val="22"/>
          <w:szCs w:val="22"/>
          <w:lang w:eastAsia="lt-LT"/>
        </w:rPr>
      </w:pPr>
      <w:hyperlink w:anchor="_Toc118465493" w:history="1">
        <w:r w:rsidRPr="009002AC">
          <w:rPr>
            <w:rStyle w:val="Hipersaitas"/>
          </w:rPr>
          <w:t>09. E048 pažymos sukūrimas ESPBI 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_Toc118465493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3B06CD" w:rsidRDefault="003B06CD">
      <w:pPr>
        <w:pStyle w:val="Turinys1"/>
        <w:rPr>
          <w:rFonts w:asciiTheme="minorHAnsi" w:eastAsiaTheme="minorEastAsia" w:hAnsiTheme="minorHAnsi" w:cstheme="minorBidi"/>
          <w:sz w:val="22"/>
          <w:szCs w:val="22"/>
          <w:lang w:eastAsia="lt-LT"/>
        </w:rPr>
      </w:pPr>
      <w:hyperlink w:anchor="_Toc118465494" w:history="1">
        <w:r w:rsidRPr="009002AC">
          <w:rPr>
            <w:rStyle w:val="Hipersaitas"/>
          </w:rPr>
          <w:t>10. E048 specialisto konsultavimo užduoties vykdymas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_Toc118465494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3B06CD" w:rsidRDefault="003B06CD">
      <w:pPr>
        <w:pStyle w:val="Turinys1"/>
        <w:rPr>
          <w:rFonts w:asciiTheme="minorHAnsi" w:eastAsiaTheme="minorEastAsia" w:hAnsiTheme="minorHAnsi" w:cstheme="minorBidi"/>
          <w:sz w:val="22"/>
          <w:szCs w:val="22"/>
          <w:lang w:eastAsia="lt-LT"/>
        </w:rPr>
      </w:pPr>
      <w:hyperlink w:anchor="_Toc118465495" w:history="1">
        <w:r w:rsidRPr="009002AC">
          <w:rPr>
            <w:rStyle w:val="Hipersaitas"/>
          </w:rPr>
          <w:t>11. Galutinės E048 pažymos pateikimas ESPBI 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_Toc118465495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3B06CD" w:rsidRDefault="003B06CD">
      <w:pPr>
        <w:pStyle w:val="Turinys1"/>
        <w:rPr>
          <w:rFonts w:asciiTheme="minorHAnsi" w:eastAsiaTheme="minorEastAsia" w:hAnsiTheme="minorHAnsi" w:cstheme="minorBidi"/>
          <w:sz w:val="22"/>
          <w:szCs w:val="22"/>
          <w:lang w:eastAsia="lt-LT"/>
        </w:rPr>
      </w:pPr>
      <w:hyperlink w:anchor="_Toc118465496" w:history="1">
        <w:r w:rsidRPr="009002AC">
          <w:rPr>
            <w:rStyle w:val="Hipersaitas"/>
          </w:rPr>
          <w:t>12. E049 pažymos sukūrimas ESPBI 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_Toc118465496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:rsidR="003B06CD" w:rsidRDefault="003B06CD">
      <w:pPr>
        <w:pStyle w:val="Turinys1"/>
        <w:rPr>
          <w:rFonts w:asciiTheme="minorHAnsi" w:eastAsiaTheme="minorEastAsia" w:hAnsiTheme="minorHAnsi" w:cstheme="minorBidi"/>
          <w:sz w:val="22"/>
          <w:szCs w:val="22"/>
          <w:lang w:eastAsia="lt-LT"/>
        </w:rPr>
      </w:pPr>
      <w:hyperlink w:anchor="_Toc118465497" w:history="1">
        <w:r w:rsidRPr="009002AC">
          <w:rPr>
            <w:rStyle w:val="Hipersaitas"/>
          </w:rPr>
          <w:t>13. E049 specialisto konsultavimo užduoties vykdymas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_Toc118465497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:rsidR="003B06CD" w:rsidRDefault="003B06CD">
      <w:pPr>
        <w:pStyle w:val="Turinys1"/>
        <w:rPr>
          <w:rFonts w:asciiTheme="minorHAnsi" w:eastAsiaTheme="minorEastAsia" w:hAnsiTheme="minorHAnsi" w:cstheme="minorBidi"/>
          <w:sz w:val="22"/>
          <w:szCs w:val="22"/>
          <w:lang w:eastAsia="lt-LT"/>
        </w:rPr>
      </w:pPr>
      <w:hyperlink w:anchor="_Toc118465498" w:history="1">
        <w:r w:rsidRPr="009002AC">
          <w:rPr>
            <w:rStyle w:val="Hipersaitas"/>
          </w:rPr>
          <w:t>14. Galutinės E049 pažymos pateikimas ESPBI 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_Toc118465498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:rsidR="003B06CD" w:rsidRDefault="003B06CD">
      <w:pPr>
        <w:pStyle w:val="Turinys1"/>
        <w:rPr>
          <w:rFonts w:asciiTheme="minorHAnsi" w:eastAsiaTheme="minorEastAsia" w:hAnsiTheme="minorHAnsi" w:cstheme="minorBidi"/>
          <w:sz w:val="22"/>
          <w:szCs w:val="22"/>
          <w:lang w:eastAsia="lt-LT"/>
        </w:rPr>
      </w:pPr>
      <w:hyperlink w:anchor="_Toc118465499" w:history="1">
        <w:r w:rsidRPr="009002AC">
          <w:rPr>
            <w:rStyle w:val="Hipersaitas"/>
          </w:rPr>
          <w:t>15. E083-1 pažymos sukūrimas ESPBI 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_Toc118465499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:rsidR="003B06CD" w:rsidRDefault="003B06CD">
      <w:pPr>
        <w:pStyle w:val="Turinys1"/>
        <w:rPr>
          <w:rFonts w:asciiTheme="minorHAnsi" w:eastAsiaTheme="minorEastAsia" w:hAnsiTheme="minorHAnsi" w:cstheme="minorBidi"/>
          <w:sz w:val="22"/>
          <w:szCs w:val="22"/>
          <w:lang w:eastAsia="lt-LT"/>
        </w:rPr>
      </w:pPr>
      <w:hyperlink w:anchor="_Toc118465500" w:history="1">
        <w:r w:rsidRPr="009002AC">
          <w:rPr>
            <w:rStyle w:val="Hipersaitas"/>
          </w:rPr>
          <w:t>16. E083-1 specialisto konsultavimo užduoties vykdymas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_Toc118465500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28</w:t>
        </w:r>
        <w:r>
          <w:rPr>
            <w:webHidden/>
          </w:rPr>
          <w:fldChar w:fldCharType="end"/>
        </w:r>
      </w:hyperlink>
    </w:p>
    <w:p w:rsidR="003B06CD" w:rsidRDefault="003B06CD">
      <w:pPr>
        <w:pStyle w:val="Turinys1"/>
        <w:rPr>
          <w:rFonts w:asciiTheme="minorHAnsi" w:eastAsiaTheme="minorEastAsia" w:hAnsiTheme="minorHAnsi" w:cstheme="minorBidi"/>
          <w:sz w:val="22"/>
          <w:szCs w:val="22"/>
          <w:lang w:eastAsia="lt-LT"/>
        </w:rPr>
      </w:pPr>
      <w:hyperlink w:anchor="_Toc118465501" w:history="1">
        <w:r w:rsidRPr="009002AC">
          <w:rPr>
            <w:rStyle w:val="Hipersaitas"/>
          </w:rPr>
          <w:t>17. Galutinės E083-1 pažymos pateikimas ESPBI 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_Toc118465501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:rsidR="003B06CD" w:rsidRDefault="003B06CD">
      <w:pPr>
        <w:pStyle w:val="Turinys1"/>
        <w:rPr>
          <w:rFonts w:asciiTheme="minorHAnsi" w:eastAsiaTheme="minorEastAsia" w:hAnsiTheme="minorHAnsi" w:cstheme="minorBidi"/>
          <w:sz w:val="22"/>
          <w:szCs w:val="22"/>
          <w:lang w:eastAsia="lt-LT"/>
        </w:rPr>
      </w:pPr>
      <w:hyperlink w:anchor="_Toc118465502" w:history="1">
        <w:r w:rsidRPr="009002AC">
          <w:rPr>
            <w:rStyle w:val="Hipersaitas"/>
          </w:rPr>
          <w:t>18. E103-1 pažymos pateikimas ESPBI 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_Toc118465502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32</w:t>
        </w:r>
        <w:r>
          <w:rPr>
            <w:webHidden/>
          </w:rPr>
          <w:fldChar w:fldCharType="end"/>
        </w:r>
      </w:hyperlink>
    </w:p>
    <w:p w:rsidR="003B06CD" w:rsidRDefault="003B06CD">
      <w:pPr>
        <w:pStyle w:val="Turinys1"/>
        <w:rPr>
          <w:rFonts w:asciiTheme="minorHAnsi" w:eastAsiaTheme="minorEastAsia" w:hAnsiTheme="minorHAnsi" w:cstheme="minorBidi"/>
          <w:sz w:val="22"/>
          <w:szCs w:val="22"/>
          <w:lang w:eastAsia="lt-LT"/>
        </w:rPr>
      </w:pPr>
      <w:hyperlink w:anchor="_Toc118465503" w:history="1">
        <w:r w:rsidRPr="009002AC">
          <w:rPr>
            <w:rStyle w:val="Hipersaitas"/>
          </w:rPr>
          <w:t>19. E106 pažymos pateikimas ESPBI 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_Toc118465503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34</w:t>
        </w:r>
        <w:r>
          <w:rPr>
            <w:webHidden/>
          </w:rPr>
          <w:fldChar w:fldCharType="end"/>
        </w:r>
      </w:hyperlink>
    </w:p>
    <w:p w:rsidR="003B06CD" w:rsidRDefault="003B06CD">
      <w:pPr>
        <w:pStyle w:val="Turinys1"/>
        <w:rPr>
          <w:rFonts w:asciiTheme="minorHAnsi" w:eastAsiaTheme="minorEastAsia" w:hAnsiTheme="minorHAnsi" w:cstheme="minorBidi"/>
          <w:sz w:val="22"/>
          <w:szCs w:val="22"/>
          <w:lang w:eastAsia="lt-LT"/>
        </w:rPr>
      </w:pPr>
      <w:hyperlink w:anchor="_Toc118465504" w:history="1">
        <w:r w:rsidRPr="009002AC">
          <w:rPr>
            <w:rStyle w:val="Hipersaitas"/>
          </w:rPr>
          <w:t>20. E106-2-1 pažymos pateikimas ESPBI 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_Toc118465504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 w:rsidR="0093483B" w:rsidRPr="0093483B" w:rsidRDefault="0093483B">
      <w:pPr>
        <w:rPr>
          <w:lang w:val="et-EE"/>
        </w:rPr>
      </w:pPr>
      <w:r>
        <w:rPr>
          <w:lang w:val="et-EE"/>
        </w:rPr>
        <w:fldChar w:fldCharType="end"/>
      </w:r>
      <w:r w:rsidRPr="00DB39B2">
        <w:rPr>
          <w:lang w:val="et-EE"/>
        </w:rPr>
        <w:t xml:space="preserve"> </w:t>
      </w:r>
      <w:bookmarkStart w:id="0" w:name="_GoBack"/>
      <w:bookmarkEnd w:id="0"/>
    </w:p>
    <w:p w:rsidR="00ED7695" w:rsidRPr="00370C50" w:rsidRDefault="00B72873" w:rsidP="00B00FF8">
      <w:pPr>
        <w:pStyle w:val="Antrat1"/>
        <w:numPr>
          <w:ilvl w:val="0"/>
          <w:numId w:val="0"/>
        </w:numPr>
        <w:ind w:left="432"/>
      </w:pPr>
      <w:bookmarkStart w:id="1" w:name="_Toc118465487"/>
      <w:r w:rsidRPr="0056538E">
        <w:lastRenderedPageBreak/>
        <w:t>03. E027-1 pažymos pateikimas ESPBI IS</w:t>
      </w:r>
      <w:bookmarkEnd w:id="1"/>
    </w:p>
    <w:p w:rsidR="002D1BA2" w:rsidRPr="00AF40FC" w:rsidRDefault="002D1BA2" w:rsidP="002D1BA2">
      <w:pPr>
        <w:pStyle w:val="Alnostext"/>
      </w:pPr>
      <w:r w:rsidRPr="00A71A9A">
        <w:rPr>
          <w:b/>
        </w:rPr>
        <w:t>Trumpas aprašymas</w:t>
      </w:r>
      <w:r w:rsidRPr="00AF40FC">
        <w:t>:</w:t>
      </w:r>
    </w:p>
    <w:p w:rsidR="004A5C57" w:rsidRDefault="00790129">
      <w:pPr>
        <w:spacing w:after="160"/>
        <w:jc w:val="both"/>
      </w:pPr>
      <w:r>
        <w:rPr>
          <w:rFonts w:cs="Arial"/>
        </w:rPr>
        <w:t xml:space="preserve">E027-1 „Vaiko sveikatos pažymėjimas“ pažyma susideda iš dviejų dalių: </w:t>
      </w:r>
    </w:p>
    <w:p w:rsidR="004A5C57" w:rsidRDefault="00790129">
      <w:pPr>
        <w:spacing w:after="160"/>
        <w:jc w:val="both"/>
      </w:pPr>
      <w:r>
        <w:rPr>
          <w:rFonts w:ascii="Calibri" w:hAnsi="Calibri" w:cs="Calibri"/>
        </w:rPr>
        <w:t xml:space="preserve">I. </w:t>
      </w:r>
      <w:r>
        <w:rPr>
          <w:rFonts w:cs="Arial"/>
        </w:rPr>
        <w:t>„Fizinės būklės įvertinimas“. Šią dalį pildo šeimos gydytojas</w:t>
      </w:r>
      <w:r w:rsidR="007B50E9">
        <w:rPr>
          <w:rFonts w:cs="Arial"/>
        </w:rPr>
        <w:t xml:space="preserve"> arba slaugytojas</w:t>
      </w:r>
      <w:r>
        <w:rPr>
          <w:rFonts w:cs="Arial"/>
        </w:rPr>
        <w:t xml:space="preserve">. </w:t>
      </w:r>
    </w:p>
    <w:p w:rsidR="004A5C57" w:rsidRDefault="00790129">
      <w:pPr>
        <w:spacing w:after="160"/>
        <w:jc w:val="both"/>
      </w:pPr>
      <w:r>
        <w:rPr>
          <w:rFonts w:ascii="Calibri" w:hAnsi="Calibri" w:cs="Calibri"/>
        </w:rPr>
        <w:t xml:space="preserve">II. </w:t>
      </w:r>
      <w:r>
        <w:rPr>
          <w:rFonts w:cs="Arial"/>
        </w:rPr>
        <w:t>„Dantų ir žandikaulių būklės įvertinimas“. Šią dalį pildo odontologas</w:t>
      </w:r>
      <w:r w:rsidR="007B50E9">
        <w:rPr>
          <w:rFonts w:cs="Arial"/>
        </w:rPr>
        <w:t xml:space="preserve"> arba burnos higienistas</w:t>
      </w:r>
      <w:r>
        <w:rPr>
          <w:rFonts w:cs="Arial"/>
        </w:rPr>
        <w:t>.</w:t>
      </w:r>
    </w:p>
    <w:p w:rsidR="004A5C57" w:rsidRDefault="00A77473">
      <w:pPr>
        <w:spacing w:after="160"/>
        <w:jc w:val="both"/>
      </w:pPr>
      <w:r>
        <w:rPr>
          <w:rFonts w:cs="Arial"/>
        </w:rPr>
        <w:t>K</w:t>
      </w:r>
      <w:r w:rsidR="00790129">
        <w:rPr>
          <w:rFonts w:cs="Arial"/>
        </w:rPr>
        <w:t>iekviena dalis ESPBI IS yra pateikiama kaip atskiras dokumentas.</w:t>
      </w:r>
    </w:p>
    <w:p w:rsidR="00B72873" w:rsidRPr="0004283B" w:rsidRDefault="00B72873" w:rsidP="00385061">
      <w:pPr>
        <w:jc w:val="center"/>
      </w:pPr>
    </w:p>
    <w:p w:rsidR="00B72873" w:rsidRDefault="00B72873" w:rsidP="00B72873">
      <w:pPr>
        <w:rPr>
          <w:lang w:val="en-US"/>
        </w:rPr>
      </w:pPr>
    </w:p>
    <w:p w:rsidR="00B72873" w:rsidRPr="00AF40FC" w:rsidRDefault="00B72873" w:rsidP="00B72873">
      <w:pPr>
        <w:pStyle w:val="Alnostext"/>
      </w:pPr>
      <w:r w:rsidRPr="00A71A9A">
        <w:rPr>
          <w:b/>
        </w:rPr>
        <w:t>Scenarijaus žingsnių aprašymas</w:t>
      </w:r>
      <w:r w:rsidRPr="00AF40FC">
        <w:t>:</w:t>
      </w:r>
    </w:p>
    <w:tbl>
      <w:tblPr>
        <w:tblStyle w:val="RClentel"/>
        <w:tblW w:w="0" w:type="auto"/>
        <w:tblLook w:val="04E0" w:firstRow="1" w:lastRow="1" w:firstColumn="1" w:lastColumn="0" w:noHBand="0" w:noVBand="1"/>
      </w:tblPr>
      <w:tblGrid>
        <w:gridCol w:w="5469"/>
        <w:gridCol w:w="4172"/>
      </w:tblGrid>
      <w:tr w:rsidR="00B72873" w:rsidRPr="00AF40FC" w:rsidTr="00CE6B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B72873" w:rsidRPr="00A71A9A" w:rsidRDefault="00672102" w:rsidP="0074461E">
            <w:r w:rsidRPr="00A71A9A">
              <w:t>Pavadinimas</w:t>
            </w:r>
          </w:p>
        </w:tc>
        <w:tc>
          <w:tcPr>
            <w:tcW w:w="4172" w:type="dxa"/>
            <w:tcBorders>
              <w:left w:val="nil"/>
            </w:tcBorders>
          </w:tcPr>
          <w:p w:rsidR="00B72873" w:rsidRPr="00A71A9A" w:rsidRDefault="00672102" w:rsidP="0074461E">
            <w:r w:rsidRPr="00A71A9A">
              <w:t>Aprašymas</w:t>
            </w:r>
          </w:p>
        </w:tc>
      </w:tr>
      <w:tr w:rsidR="00B72873" w:rsidRPr="00AF40FC" w:rsidTr="00CE6B81">
        <w:tc>
          <w:tcPr>
            <w:tcW w:w="0" w:type="auto"/>
            <w:tcBorders>
              <w:top w:val="nil"/>
            </w:tcBorders>
          </w:tcPr>
          <w:p w:rsidR="00B72873" w:rsidRPr="00AF40FC" w:rsidRDefault="00B72873" w:rsidP="00A77473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18" name="Picture 1979829684.jpg" descr="197982968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1979829684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</w:t>
            </w:r>
            <w:r w:rsidR="00A77473">
              <w:t>1</w:t>
            </w:r>
            <w:r w:rsidRPr="00AF40FC">
              <w:t>. Perduoti E027-1 I arba II dalies duomenų rinkinį į ESPBI IS</w:t>
            </w:r>
          </w:p>
        </w:tc>
        <w:tc>
          <w:tcPr>
            <w:tcW w:w="4172" w:type="dxa"/>
          </w:tcPr>
          <w:p w:rsidR="00A77473" w:rsidRDefault="00790129" w:rsidP="00A77473">
            <w:pPr>
              <w:spacing w:after="160"/>
            </w:pPr>
            <w:r>
              <w:rPr>
                <w:rFonts w:ascii="Calibri" w:hAnsi="Calibri" w:cs="Calibri"/>
              </w:rPr>
              <w:t xml:space="preserve">SPĮ IS pateikia E027-1 I arba II dalies duomenų rinkinį į ESPBI IS. </w:t>
            </w:r>
          </w:p>
          <w:p w:rsidR="004A5C57" w:rsidRDefault="004A5C57">
            <w:pPr>
              <w:spacing w:after="160"/>
            </w:pPr>
          </w:p>
        </w:tc>
      </w:tr>
      <w:tr w:rsidR="00B72873" w:rsidRPr="00AF40FC" w:rsidTr="00B83B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20" name="Picture -862914605.jpg" descr="-8629146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-862914605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77473">
              <w:t>02</w:t>
            </w:r>
            <w:r w:rsidRPr="00AF40FC">
              <w:t xml:space="preserve">. Pasirašyti </w:t>
            </w:r>
            <w:r w:rsidR="00A77473">
              <w:t>E027-1-</w:t>
            </w:r>
            <w:r w:rsidR="00A77473" w:rsidRPr="00AF40FC">
              <w:t xml:space="preserve">I arba </w:t>
            </w:r>
            <w:r w:rsidR="00A77473">
              <w:t>E027-1</w:t>
            </w:r>
            <w:r w:rsidR="00A77473">
              <w:t xml:space="preserve">-II </w:t>
            </w:r>
            <w:r w:rsidRPr="00AF40FC">
              <w:t>dokumentą</w:t>
            </w:r>
          </w:p>
        </w:tc>
        <w:tc>
          <w:tcPr>
            <w:tcW w:w="4172" w:type="dxa"/>
          </w:tcPr>
          <w:p w:rsidR="004A5C57" w:rsidRDefault="00790129">
            <w:r>
              <w:t xml:space="preserve">Specialistas pasirašo </w:t>
            </w:r>
            <w:r w:rsidR="00A77473">
              <w:t>E027-1-</w:t>
            </w:r>
            <w:r w:rsidR="00A77473" w:rsidRPr="00AF40FC">
              <w:t xml:space="preserve">I arba </w:t>
            </w:r>
            <w:r w:rsidR="00A77473">
              <w:t xml:space="preserve">E027-1-II </w:t>
            </w:r>
            <w:r>
              <w:t>dokumentą.</w:t>
            </w:r>
          </w:p>
        </w:tc>
      </w:tr>
      <w:tr w:rsidR="00B72873" w:rsidRPr="00AF40FC" w:rsidTr="00CE6B81">
        <w:tc>
          <w:tcPr>
            <w:tcW w:w="0" w:type="auto"/>
            <w:tcBorders>
              <w:bottom w:val="single" w:sz="4" w:space="0" w:color="auto"/>
            </w:tcBorders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24" name="Picture 925779733.jpg" descr="92577973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925779733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77473">
              <w:t>03</w:t>
            </w:r>
            <w:r w:rsidRPr="00AF40FC">
              <w:t>. Perduoti E025 duomenų rinkinį į ESPBI IS</w:t>
            </w:r>
          </w:p>
        </w:tc>
        <w:tc>
          <w:tcPr>
            <w:tcW w:w="4172" w:type="dxa"/>
            <w:tcBorders>
              <w:bottom w:val="single" w:sz="4" w:space="0" w:color="auto"/>
            </w:tcBorders>
          </w:tcPr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SPĮ pateikia E025 duomenų rinkinį į ESPBI IS (E025 duomenų rinkinys suformuotas pagal E027-1 duomenis). Perduodami resursai: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</w:rPr>
              <w:t>Composition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</w:tr>
      <w:tr w:rsidR="00B72873" w:rsidRPr="00AF40FC" w:rsidTr="00CE6B8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Borders>
              <w:top w:val="single" w:sz="4" w:space="0" w:color="auto"/>
            </w:tcBorders>
          </w:tcPr>
          <w:p w:rsidR="00B72873" w:rsidRPr="00A77473" w:rsidRDefault="00B72873" w:rsidP="0074461E">
            <w:pPr>
              <w:rPr>
                <w:b w:val="0"/>
              </w:rPr>
            </w:pPr>
            <w:r w:rsidRPr="00A77473">
              <w:rPr>
                <w:b w:val="0"/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26" name="Picture -767174153.jpg" descr="-76717415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-767174153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77473" w:rsidRPr="00A77473">
              <w:rPr>
                <w:b w:val="0"/>
              </w:rPr>
              <w:t>04</w:t>
            </w:r>
            <w:r w:rsidRPr="00A77473">
              <w:rPr>
                <w:b w:val="0"/>
              </w:rPr>
              <w:t>. Pasirašyti E025 dokumentą</w:t>
            </w:r>
          </w:p>
        </w:tc>
        <w:tc>
          <w:tcPr>
            <w:tcW w:w="4172" w:type="dxa"/>
            <w:tcBorders>
              <w:top w:val="single" w:sz="4" w:space="0" w:color="auto"/>
            </w:tcBorders>
          </w:tcPr>
          <w:p w:rsidR="004A5C57" w:rsidRPr="00A77473" w:rsidRDefault="00790129">
            <w:pPr>
              <w:rPr>
                <w:b w:val="0"/>
              </w:rPr>
            </w:pPr>
            <w:r w:rsidRPr="00A77473">
              <w:rPr>
                <w:b w:val="0"/>
              </w:rPr>
              <w:t>Specialistas pasirašo E025 dokumentą.</w:t>
            </w:r>
          </w:p>
        </w:tc>
      </w:tr>
    </w:tbl>
    <w:p w:rsidR="00B72873" w:rsidRPr="00AF40FC" w:rsidRDefault="00B72873" w:rsidP="00B72873"/>
    <w:p w:rsidR="00CB007B" w:rsidRPr="00DB39B2" w:rsidRDefault="00CB007B" w:rsidP="00CB007B">
      <w:pPr>
        <w:rPr>
          <w:lang w:val="et-EE"/>
        </w:rPr>
      </w:pPr>
    </w:p>
    <w:p w:rsidR="00ED7695" w:rsidRPr="00370C50" w:rsidRDefault="00B72873" w:rsidP="00B00FF8">
      <w:pPr>
        <w:pStyle w:val="Antrat1"/>
        <w:numPr>
          <w:ilvl w:val="0"/>
          <w:numId w:val="0"/>
        </w:numPr>
        <w:ind w:left="432"/>
      </w:pPr>
      <w:bookmarkStart w:id="2" w:name="_Toc118465488"/>
      <w:r w:rsidRPr="0056538E">
        <w:lastRenderedPageBreak/>
        <w:t>04. E047 pažymos kūrimo užduoties sukūrimas</w:t>
      </w:r>
      <w:bookmarkEnd w:id="2"/>
    </w:p>
    <w:p w:rsidR="002D1BA2" w:rsidRPr="00AF40FC" w:rsidRDefault="002D1BA2" w:rsidP="002D1BA2">
      <w:pPr>
        <w:pStyle w:val="Alnostext"/>
      </w:pPr>
      <w:r w:rsidRPr="00A71A9A">
        <w:rPr>
          <w:b/>
        </w:rPr>
        <w:t>Trumpas aprašymas</w:t>
      </w:r>
      <w:r w:rsidRPr="00AF40FC">
        <w:t>:</w:t>
      </w:r>
    </w:p>
    <w:p w:rsidR="002A2804" w:rsidRDefault="002A2804" w:rsidP="002A2804">
      <w:pPr>
        <w:jc w:val="both"/>
      </w:pPr>
      <w:r>
        <w:t>E047 pažyma užsakoma (</w:t>
      </w:r>
      <w:proofErr w:type="spellStart"/>
      <w:r>
        <w:t>t.y</w:t>
      </w:r>
      <w:proofErr w:type="spellEnd"/>
      <w:r>
        <w:t>. sukuriama E047 pažymos kūrimo užduotis), kai darbdavio atstovas pacientų portale užpildo E047 darbdavio atstovo dalį ir ją patvirtina el. parašu.</w:t>
      </w:r>
    </w:p>
    <w:p w:rsidR="00B72873" w:rsidRPr="0004283B" w:rsidRDefault="00B72873" w:rsidP="00385061">
      <w:pPr>
        <w:jc w:val="center"/>
      </w:pPr>
      <w:r>
        <w:rPr>
          <w:noProof/>
          <w:lang w:eastAsia="lt-LT"/>
        </w:rPr>
        <w:drawing>
          <wp:inline distT="0" distB="0" distL="0" distR="0">
            <wp:extent cx="2143125" cy="2581275"/>
            <wp:effectExtent l="0" t="0" r="0" b="0"/>
            <wp:docPr id="32" name="Picture -1984600880.jpg" descr="-19846008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-1984600880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58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873" w:rsidRPr="0004283B" w:rsidRDefault="00B72873" w:rsidP="00385061">
      <w:pPr>
        <w:pStyle w:val="Captionpicture"/>
        <w:tabs>
          <w:tab w:val="clear" w:pos="360"/>
          <w:tab w:val="num" w:pos="1418"/>
        </w:tabs>
        <w:ind w:left="1418" w:hanging="1418"/>
      </w:pPr>
      <w:r>
        <w:t>„04. E047 pažymos kūrimo užduoties sukūrimas“ scenarijus</w:t>
      </w:r>
      <w:r w:rsidR="00E870BC">
        <w:t>.</w:t>
      </w:r>
    </w:p>
    <w:p w:rsidR="00B72873" w:rsidRDefault="00B72873" w:rsidP="00B72873">
      <w:pPr>
        <w:rPr>
          <w:lang w:val="en-US"/>
        </w:rPr>
      </w:pPr>
    </w:p>
    <w:p w:rsidR="00B72873" w:rsidRPr="00AF40FC" w:rsidRDefault="00B72873" w:rsidP="00B72873">
      <w:pPr>
        <w:pStyle w:val="Alnostext"/>
      </w:pPr>
      <w:r w:rsidRPr="00A71A9A">
        <w:rPr>
          <w:b/>
        </w:rPr>
        <w:t>Scenarijaus žingsnių aprašymas</w:t>
      </w:r>
      <w:r w:rsidRPr="00AF40FC">
        <w:t>:</w:t>
      </w:r>
    </w:p>
    <w:tbl>
      <w:tblPr>
        <w:tblStyle w:val="RClentel"/>
        <w:tblW w:w="0" w:type="auto"/>
        <w:tblLook w:val="04E0" w:firstRow="1" w:lastRow="1" w:firstColumn="1" w:lastColumn="0" w:noHBand="0" w:noVBand="1"/>
      </w:tblPr>
      <w:tblGrid>
        <w:gridCol w:w="5464"/>
        <w:gridCol w:w="4172"/>
      </w:tblGrid>
      <w:tr w:rsidR="00B72873" w:rsidRPr="00AF40FC" w:rsidTr="00B83B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</w:trPr>
        <w:tc>
          <w:tcPr>
            <w:tcW w:w="0" w:type="auto"/>
          </w:tcPr>
          <w:p w:rsidR="00B72873" w:rsidRPr="00A71A9A" w:rsidRDefault="00672102" w:rsidP="0074461E">
            <w:r w:rsidRPr="00A71A9A">
              <w:t>Pavadinimas</w:t>
            </w:r>
          </w:p>
        </w:tc>
        <w:tc>
          <w:tcPr>
            <w:tcW w:w="4172" w:type="dxa"/>
          </w:tcPr>
          <w:p w:rsidR="00B72873" w:rsidRPr="00A71A9A" w:rsidRDefault="00672102" w:rsidP="0074461E">
            <w:r w:rsidRPr="00A71A9A">
              <w:t>Aprašymas</w:t>
            </w:r>
          </w:p>
        </w:tc>
      </w:tr>
      <w:tr w:rsidR="00B72873" w:rsidRPr="00AF40FC" w:rsidTr="00B83BA2"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34" name="Picture -1828537134.jpg" descr="-182853713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-1828537134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01. Perduoti E047 darbdavio atstovo dalies duomenų rinkinį į ESPBI IS</w:t>
            </w:r>
          </w:p>
        </w:tc>
        <w:tc>
          <w:tcPr>
            <w:tcW w:w="4172" w:type="dxa"/>
          </w:tcPr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Pacientų portalo IS pateikia E047 darbdavio atstovo dalies duomenų rinkinį į ESPBI IS. Perduodami resursai: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</w:rPr>
              <w:t>Diagnostic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order</w:t>
            </w:r>
            <w:proofErr w:type="spellEnd"/>
            <w:r>
              <w:rPr>
                <w:rFonts w:ascii="Calibri" w:hAnsi="Calibri" w:cs="Calibri"/>
              </w:rPr>
              <w:t xml:space="preserve">.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</w:rPr>
              <w:t>Composition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</w:tr>
      <w:tr w:rsidR="00B72873" w:rsidRPr="00AF40FC" w:rsidTr="00B83B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36" name="Picture -1974147892.jpg" descr="-197414789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-1974147892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02. Pasirašyti E047 dokumentą</w:t>
            </w:r>
          </w:p>
        </w:tc>
        <w:tc>
          <w:tcPr>
            <w:tcW w:w="4172" w:type="dxa"/>
          </w:tcPr>
          <w:p w:rsidR="004A5C57" w:rsidRDefault="00790129">
            <w:r>
              <w:t>Darbdavio atstovas pasirašo E047 darbdavio atstovo dalies dokumentą.</w:t>
            </w:r>
          </w:p>
        </w:tc>
      </w:tr>
      <w:tr w:rsidR="00B72873" w:rsidRPr="00AF40FC" w:rsidTr="00B83BA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:rsidR="00B72873" w:rsidRPr="00AF40FC" w:rsidRDefault="00B72873" w:rsidP="0074461E">
            <w:pPr>
              <w:rPr>
                <w:b w:val="0"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38" name="Picture 946089390.jpg" descr="94608939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946089390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rPr>
                <w:b w:val="0"/>
              </w:rPr>
              <w:t>03. Sukurti E047 pažymos kūrimo užduotį</w:t>
            </w:r>
          </w:p>
        </w:tc>
        <w:tc>
          <w:tcPr>
            <w:tcW w:w="4172" w:type="dxa"/>
          </w:tcPr>
          <w:p w:rsidR="00B72873" w:rsidRPr="00AF40FC" w:rsidRDefault="00B72873" w:rsidP="0074461E">
            <w:pPr>
              <w:rPr>
                <w:b w:val="0"/>
              </w:rPr>
            </w:pPr>
            <w:r w:rsidRPr="00AF40FC">
              <w:rPr>
                <w:b w:val="0"/>
              </w:rPr>
              <w:t xml:space="preserve">Paciento portalo IS pateikia E047 pažymos kūrimo užduotį į ESPBI IS. Perduodami resursai: </w:t>
            </w:r>
            <w:r w:rsidRPr="00AF40FC">
              <w:rPr>
                <w:b w:val="0"/>
              </w:rPr>
              <w:br/>
              <w:t xml:space="preserve">- </w:t>
            </w:r>
            <w:proofErr w:type="spellStart"/>
            <w:r w:rsidRPr="00AF40FC">
              <w:rPr>
                <w:b w:val="0"/>
              </w:rPr>
              <w:t>Order</w:t>
            </w:r>
            <w:proofErr w:type="spellEnd"/>
            <w:r w:rsidRPr="00AF40FC">
              <w:rPr>
                <w:b w:val="0"/>
              </w:rPr>
              <w:t>.</w:t>
            </w:r>
          </w:p>
        </w:tc>
      </w:tr>
    </w:tbl>
    <w:p w:rsidR="00B72873" w:rsidRPr="00AF40FC" w:rsidRDefault="00B72873" w:rsidP="00B72873"/>
    <w:p w:rsidR="00CB007B" w:rsidRPr="00DB39B2" w:rsidRDefault="00CB007B" w:rsidP="00CB007B">
      <w:pPr>
        <w:rPr>
          <w:lang w:val="et-EE"/>
        </w:rPr>
      </w:pPr>
    </w:p>
    <w:p w:rsidR="00ED7695" w:rsidRPr="00370C50" w:rsidRDefault="00B72873" w:rsidP="00B00FF8">
      <w:pPr>
        <w:pStyle w:val="Antrat1"/>
        <w:numPr>
          <w:ilvl w:val="0"/>
          <w:numId w:val="0"/>
        </w:numPr>
        <w:ind w:left="432"/>
      </w:pPr>
      <w:bookmarkStart w:id="3" w:name="_Toc118465489"/>
      <w:r w:rsidRPr="0056538E">
        <w:lastRenderedPageBreak/>
        <w:t>05. E047 pažymos sukūrimas ESPBI IS</w:t>
      </w:r>
      <w:bookmarkEnd w:id="3"/>
    </w:p>
    <w:p w:rsidR="002D1BA2" w:rsidRPr="00AF40FC" w:rsidRDefault="002D1BA2" w:rsidP="002D1BA2">
      <w:pPr>
        <w:pStyle w:val="Alnostext"/>
      </w:pPr>
      <w:r w:rsidRPr="00A71A9A">
        <w:rPr>
          <w:b/>
        </w:rPr>
        <w:t>Trumpas aprašymas</w:t>
      </w:r>
      <w:r w:rsidRPr="00AF40FC">
        <w:t>:</w:t>
      </w:r>
    </w:p>
    <w:p w:rsidR="002A2804" w:rsidRDefault="002A2804" w:rsidP="004574EE">
      <w:r>
        <w:t>ESPBI IS egzistuoja dvi pažymos, kurios susijusios su darbuotojo sveikatos patikrinimu: E047 „Privalomo sveikatos patikrinimo medicininė pažyma“ ir E048 „Asmens medicininė knygelė (sveikatos pasas)“. Pildant darbdavio dalį asmeniui pirmą kartą toje įmonėje ir tose pareigose (</w:t>
      </w:r>
      <w:proofErr w:type="spellStart"/>
      <w:r>
        <w:t>t.y</w:t>
      </w:r>
      <w:proofErr w:type="spellEnd"/>
      <w:r>
        <w:t>. įdarbinant), naudojama E047 pažyma, o pakartotiniam asmens sveikatos patikrinimui dirbant toje pat įmonėje ir tose pat pareigose - E048 pažyma.</w:t>
      </w:r>
      <w:r>
        <w:br/>
        <w:t xml:space="preserve">E047 susideda iš dviejų dalių: </w:t>
      </w:r>
      <w:r>
        <w:br/>
        <w:t xml:space="preserve">I. Darbdavio atstovo dalies. Šią dalį pildo paciento įgaliotas atstovas, ją pateikus sukuriama pažymos kūrimo užduotis. </w:t>
      </w:r>
      <w:r>
        <w:br/>
        <w:t xml:space="preserve">II. Specialisto dalies. Šią dalį pildo specialistai: </w:t>
      </w:r>
      <w:r>
        <w:br/>
        <w:t xml:space="preserve">- Pirmiausia pagal pažymos kūrimo užduotį pateikiama dalinai užpildyta E047 pažyma, sukuriamos specialisto konsultavimo ir galutinės pažymos pateikimo užduotys. </w:t>
      </w:r>
      <w:r>
        <w:br/>
        <w:t xml:space="preserve">- Po to specialistai konsultuoja - teikia E025 dokumentus. </w:t>
      </w:r>
      <w:r>
        <w:br/>
        <w:t>- Galutinės pažymos pateikimo užduotį vykdantis specialistas susistemina konsultuojančių specialistų įvestą informaciją ir pateikia galutinę E047 pažymą.</w:t>
      </w:r>
    </w:p>
    <w:p w:rsidR="00B72873" w:rsidRPr="0004283B" w:rsidRDefault="00B72873" w:rsidP="00385061">
      <w:pPr>
        <w:jc w:val="center"/>
      </w:pPr>
      <w:r>
        <w:rPr>
          <w:noProof/>
          <w:lang w:eastAsia="lt-LT"/>
        </w:rPr>
        <w:drawing>
          <wp:inline distT="0" distB="0" distL="0" distR="0">
            <wp:extent cx="4676775" cy="4600575"/>
            <wp:effectExtent l="0" t="0" r="0" b="0"/>
            <wp:docPr id="40" name="Picture 1500488516.jpg" descr="15004885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1500488516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460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873" w:rsidRPr="0004283B" w:rsidRDefault="00B72873" w:rsidP="00385061">
      <w:pPr>
        <w:pStyle w:val="Captionpicture"/>
        <w:tabs>
          <w:tab w:val="clear" w:pos="360"/>
          <w:tab w:val="num" w:pos="1418"/>
        </w:tabs>
        <w:ind w:left="1418" w:hanging="1418"/>
      </w:pPr>
      <w:r>
        <w:lastRenderedPageBreak/>
        <w:t>„05. E047 pažymos sukūrimas ESPBI IS“ scenarijus</w:t>
      </w:r>
      <w:r w:rsidR="00E870BC">
        <w:t>.</w:t>
      </w:r>
    </w:p>
    <w:p w:rsidR="00B72873" w:rsidRDefault="00B72873" w:rsidP="00B72873">
      <w:pPr>
        <w:rPr>
          <w:lang w:val="en-US"/>
        </w:rPr>
      </w:pPr>
    </w:p>
    <w:p w:rsidR="00B72873" w:rsidRPr="00AF40FC" w:rsidRDefault="00B72873" w:rsidP="00B72873">
      <w:pPr>
        <w:pStyle w:val="Alnostext"/>
      </w:pPr>
      <w:r w:rsidRPr="00A71A9A">
        <w:rPr>
          <w:b/>
        </w:rPr>
        <w:t>Scenarijaus žingsnių aprašymas</w:t>
      </w:r>
      <w:r w:rsidRPr="00AF40FC">
        <w:t>:</w:t>
      </w:r>
    </w:p>
    <w:tbl>
      <w:tblPr>
        <w:tblStyle w:val="RClentel"/>
        <w:tblW w:w="0" w:type="auto"/>
        <w:tblLook w:val="04E0" w:firstRow="1" w:lastRow="1" w:firstColumn="1" w:lastColumn="0" w:noHBand="0" w:noVBand="1"/>
      </w:tblPr>
      <w:tblGrid>
        <w:gridCol w:w="5464"/>
        <w:gridCol w:w="4172"/>
      </w:tblGrid>
      <w:tr w:rsidR="00B72873" w:rsidRPr="00AF40FC" w:rsidTr="00B83B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</w:trPr>
        <w:tc>
          <w:tcPr>
            <w:tcW w:w="0" w:type="auto"/>
          </w:tcPr>
          <w:p w:rsidR="00B72873" w:rsidRPr="00A71A9A" w:rsidRDefault="00672102" w:rsidP="0074461E">
            <w:r w:rsidRPr="00A71A9A">
              <w:t>Pavadinimas</w:t>
            </w:r>
          </w:p>
        </w:tc>
        <w:tc>
          <w:tcPr>
            <w:tcW w:w="4172" w:type="dxa"/>
          </w:tcPr>
          <w:p w:rsidR="00B72873" w:rsidRPr="00A71A9A" w:rsidRDefault="00672102" w:rsidP="0074461E">
            <w:r w:rsidRPr="00A71A9A">
              <w:t>Aprašymas</w:t>
            </w:r>
          </w:p>
        </w:tc>
      </w:tr>
      <w:tr w:rsidR="00B72873" w:rsidRPr="00AF40FC" w:rsidTr="00B83BA2"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42" name="Picture 133720849.jpg" descr="13372084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133720849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01. Užklausti ESPBI IS apie aktyvias paciento E047 pažymų kūrimo užduotis</w:t>
            </w:r>
          </w:p>
        </w:tc>
        <w:tc>
          <w:tcPr>
            <w:tcW w:w="4172" w:type="dxa"/>
          </w:tcPr>
          <w:p w:rsidR="004A5C57" w:rsidRDefault="00790129">
            <w:r>
              <w:t xml:space="preserve">SPĮ IS užklausia apie aktyvias paciento E047 pažymos kūrimo užduotis ir gauna atsakymą iš ESPBI IS. Gaunami resursai: </w:t>
            </w:r>
          </w:p>
          <w:p w:rsidR="004A5C57" w:rsidRDefault="00790129">
            <w:r>
              <w:t xml:space="preserve">- </w:t>
            </w:r>
            <w:proofErr w:type="spellStart"/>
            <w:r>
              <w:t>Order</w:t>
            </w:r>
            <w:proofErr w:type="spellEnd"/>
            <w:r>
              <w:t>.</w:t>
            </w:r>
          </w:p>
        </w:tc>
      </w:tr>
      <w:tr w:rsidR="00B72873" w:rsidRPr="00AF40FC" w:rsidTr="00B83B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44" name="Picture 478940884.jpg" descr="47894088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478940884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02. Perduoti E047 specialisto dalies duomenų rinkinį į ESPBI IS</w:t>
            </w:r>
          </w:p>
        </w:tc>
        <w:tc>
          <w:tcPr>
            <w:tcW w:w="4172" w:type="dxa"/>
          </w:tcPr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SPĮ IS pateikia E047 specialisto dalies duomenų rinkinį į ESPBI IS. Perduodami resursai: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</w:rPr>
              <w:t>Diagnostic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order</w:t>
            </w:r>
            <w:proofErr w:type="spellEnd"/>
            <w:r>
              <w:rPr>
                <w:rFonts w:ascii="Calibri" w:hAnsi="Calibri" w:cs="Calibri"/>
              </w:rPr>
              <w:t xml:space="preserve">.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</w:rPr>
              <w:t>Composition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</w:tr>
      <w:tr w:rsidR="00B72873" w:rsidRPr="00AF40FC" w:rsidTr="00B83BA2"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46" name="Picture -1846475737.jpg" descr="-18464757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-1846475737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03. Sukurti specialisto konsultavimo užduotis</w:t>
            </w:r>
          </w:p>
        </w:tc>
        <w:tc>
          <w:tcPr>
            <w:tcW w:w="4172" w:type="dxa"/>
          </w:tcPr>
          <w:p w:rsidR="004A5C57" w:rsidRDefault="00790129">
            <w:r>
              <w:t xml:space="preserve">SPĮ IS pateikia E047 specialisto konsultavimo užduotis į ESPBI IS. Perduodami resursai: </w:t>
            </w:r>
          </w:p>
          <w:p w:rsidR="004A5C57" w:rsidRDefault="00790129">
            <w:r>
              <w:t xml:space="preserve">- </w:t>
            </w:r>
            <w:proofErr w:type="spellStart"/>
            <w:r>
              <w:t>Order</w:t>
            </w:r>
            <w:proofErr w:type="spellEnd"/>
            <w:r>
              <w:t>.</w:t>
            </w:r>
          </w:p>
        </w:tc>
      </w:tr>
      <w:tr w:rsidR="00B72873" w:rsidRPr="00AF40FC" w:rsidTr="00B83B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48" name="Picture -1676124029.jpg" descr="-16761240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-1676124029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04. Sukurti galutinės pažymos pateikimo užduotį</w:t>
            </w:r>
          </w:p>
        </w:tc>
        <w:tc>
          <w:tcPr>
            <w:tcW w:w="4172" w:type="dxa"/>
          </w:tcPr>
          <w:p w:rsidR="004A5C57" w:rsidRDefault="00790129">
            <w:r>
              <w:t xml:space="preserve">SPĮ IS pateikia E047 galutinės pažymos pateikimo užduotį į ESPBI IS. Perduodami resursai: </w:t>
            </w:r>
          </w:p>
          <w:p w:rsidR="004A5C57" w:rsidRDefault="00790129">
            <w:r>
              <w:t xml:space="preserve">- </w:t>
            </w:r>
            <w:proofErr w:type="spellStart"/>
            <w:r>
              <w:t>Order</w:t>
            </w:r>
            <w:proofErr w:type="spellEnd"/>
            <w:r>
              <w:t>.</w:t>
            </w:r>
          </w:p>
        </w:tc>
      </w:tr>
      <w:tr w:rsidR="00B72873" w:rsidRPr="00AF40FC" w:rsidTr="00B83BA2"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50" name="Picture 1980209268.jpg" descr="198020926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1980209268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05. Pažymėti pažymos kūrimo užduotį atlikta</w:t>
            </w:r>
          </w:p>
        </w:tc>
        <w:tc>
          <w:tcPr>
            <w:tcW w:w="4172" w:type="dxa"/>
          </w:tcPr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SPĮ IS pateikia atnaujintą pažymos kūrimo užduoties duomenų rinkinį. Perduodami resursai: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</w:rPr>
              <w:t>Order</w:t>
            </w:r>
            <w:proofErr w:type="spellEnd"/>
            <w:r>
              <w:rPr>
                <w:rFonts w:ascii="Calibri" w:hAnsi="Calibri" w:cs="Calibri"/>
              </w:rPr>
              <w:t xml:space="preserve">: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-- Užduoties būsena turi būti pakeista į „Atlikta“.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</w:rPr>
              <w:t>OrderResponse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</w:tr>
      <w:tr w:rsidR="00B72873" w:rsidRPr="00AF40FC" w:rsidTr="00B83B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52" name="Picture 1278939968.jpg" descr="127893996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1278939968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06. Perduoti E025 duomenų rinkinį į ESPBI IS</w:t>
            </w:r>
          </w:p>
        </w:tc>
        <w:tc>
          <w:tcPr>
            <w:tcW w:w="4172" w:type="dxa"/>
          </w:tcPr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SPĮ pateikia E025 duomenų rinkinį į ESPBI IS (E025 duomenų rinkinys suformuotas pagal E047 duomenis). Perduodami resursai: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</w:rPr>
              <w:t>Composition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</w:tr>
      <w:tr w:rsidR="00B72873" w:rsidRPr="00AF40FC" w:rsidTr="00B83BA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:rsidR="00B72873" w:rsidRPr="00AF40FC" w:rsidRDefault="00B72873" w:rsidP="0074461E">
            <w:pPr>
              <w:rPr>
                <w:b w:val="0"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54" name="Picture -2043148705.jpg" descr="-20431487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-2043148705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rPr>
                <w:b w:val="0"/>
              </w:rPr>
              <w:t>07. Pasirašyti E025 dokumentą</w:t>
            </w:r>
          </w:p>
        </w:tc>
        <w:tc>
          <w:tcPr>
            <w:tcW w:w="4172" w:type="dxa"/>
          </w:tcPr>
          <w:p w:rsidR="00B72873" w:rsidRPr="00AF40FC" w:rsidRDefault="00B72873" w:rsidP="0074461E">
            <w:pPr>
              <w:rPr>
                <w:b w:val="0"/>
              </w:rPr>
            </w:pPr>
            <w:r w:rsidRPr="00AF40FC">
              <w:rPr>
                <w:b w:val="0"/>
              </w:rPr>
              <w:t>Specialistas pasirašo E025 dokumentą.</w:t>
            </w:r>
          </w:p>
        </w:tc>
      </w:tr>
    </w:tbl>
    <w:p w:rsidR="00B72873" w:rsidRPr="00AF40FC" w:rsidRDefault="00B72873" w:rsidP="00B72873"/>
    <w:p w:rsidR="00CB007B" w:rsidRPr="00DB39B2" w:rsidRDefault="00CB007B" w:rsidP="00CB007B">
      <w:pPr>
        <w:rPr>
          <w:lang w:val="et-EE"/>
        </w:rPr>
      </w:pPr>
    </w:p>
    <w:p w:rsidR="00ED7695" w:rsidRPr="00370C50" w:rsidRDefault="00B72873" w:rsidP="00B00FF8">
      <w:pPr>
        <w:pStyle w:val="Antrat1"/>
        <w:numPr>
          <w:ilvl w:val="0"/>
          <w:numId w:val="0"/>
        </w:numPr>
        <w:ind w:left="432"/>
      </w:pPr>
      <w:bookmarkStart w:id="4" w:name="_Toc118465490"/>
      <w:r w:rsidRPr="0056538E">
        <w:lastRenderedPageBreak/>
        <w:t>06. E047 specialisto konsultavimo užduoties vykdymas</w:t>
      </w:r>
      <w:bookmarkEnd w:id="4"/>
    </w:p>
    <w:p w:rsidR="002D1BA2" w:rsidRPr="00AF40FC" w:rsidRDefault="002D1BA2" w:rsidP="002D1BA2">
      <w:pPr>
        <w:pStyle w:val="Alnostext"/>
      </w:pPr>
      <w:r w:rsidRPr="00A71A9A">
        <w:rPr>
          <w:b/>
        </w:rPr>
        <w:t>Trumpas aprašymas</w:t>
      </w:r>
      <w:r w:rsidRPr="00AF40FC">
        <w:t>:</w:t>
      </w:r>
    </w:p>
    <w:p w:rsidR="002A2804" w:rsidRDefault="002A2804" w:rsidP="002A2804">
      <w:pPr>
        <w:jc w:val="both"/>
      </w:pPr>
      <w:r>
        <w:t xml:space="preserve">Rengiant E047 pažymą specialistai pagal užduotis konsultuoja apie paciento sveikatą, </w:t>
      </w:r>
      <w:proofErr w:type="spellStart"/>
      <w:r>
        <w:t>t.y</w:t>
      </w:r>
      <w:proofErr w:type="spellEnd"/>
      <w:r>
        <w:t>. teikia E025 dokumentus.</w:t>
      </w:r>
    </w:p>
    <w:p w:rsidR="00B72873" w:rsidRPr="0004283B" w:rsidRDefault="00B72873" w:rsidP="00385061">
      <w:pPr>
        <w:jc w:val="center"/>
      </w:pPr>
      <w:r>
        <w:rPr>
          <w:noProof/>
          <w:lang w:eastAsia="lt-LT"/>
        </w:rPr>
        <w:drawing>
          <wp:inline distT="0" distB="0" distL="0" distR="0">
            <wp:extent cx="2152650" cy="3057525"/>
            <wp:effectExtent l="0" t="0" r="0" b="0"/>
            <wp:docPr id="56" name="Picture 1392212847.jpg" descr="13922128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1392212847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305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873" w:rsidRPr="0004283B" w:rsidRDefault="00B72873" w:rsidP="00385061">
      <w:pPr>
        <w:pStyle w:val="Captionpicture"/>
        <w:tabs>
          <w:tab w:val="clear" w:pos="360"/>
          <w:tab w:val="num" w:pos="1418"/>
        </w:tabs>
        <w:ind w:left="1418" w:hanging="1418"/>
      </w:pPr>
      <w:r>
        <w:t>„06. E047 specialisto konsultavimo užduoties vykdymas“ scenarijus</w:t>
      </w:r>
      <w:r w:rsidR="00E870BC">
        <w:t>.</w:t>
      </w:r>
    </w:p>
    <w:p w:rsidR="00B72873" w:rsidRDefault="00B72873" w:rsidP="00B72873">
      <w:pPr>
        <w:rPr>
          <w:lang w:val="en-US"/>
        </w:rPr>
      </w:pPr>
    </w:p>
    <w:p w:rsidR="00B72873" w:rsidRPr="00AF40FC" w:rsidRDefault="00B72873" w:rsidP="00B72873">
      <w:pPr>
        <w:pStyle w:val="Alnostext"/>
      </w:pPr>
      <w:r w:rsidRPr="00A71A9A">
        <w:rPr>
          <w:b/>
        </w:rPr>
        <w:t>Scenarijaus žingsnių aprašymas</w:t>
      </w:r>
      <w:r w:rsidRPr="00AF40FC">
        <w:t>:</w:t>
      </w:r>
    </w:p>
    <w:tbl>
      <w:tblPr>
        <w:tblStyle w:val="RClentel"/>
        <w:tblW w:w="0" w:type="auto"/>
        <w:tblLook w:val="04E0" w:firstRow="1" w:lastRow="1" w:firstColumn="1" w:lastColumn="0" w:noHBand="0" w:noVBand="1"/>
      </w:tblPr>
      <w:tblGrid>
        <w:gridCol w:w="5464"/>
        <w:gridCol w:w="4172"/>
      </w:tblGrid>
      <w:tr w:rsidR="00B72873" w:rsidRPr="00AF40FC" w:rsidTr="00B83B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</w:trPr>
        <w:tc>
          <w:tcPr>
            <w:tcW w:w="0" w:type="auto"/>
          </w:tcPr>
          <w:p w:rsidR="00B72873" w:rsidRPr="00A71A9A" w:rsidRDefault="00672102" w:rsidP="0074461E">
            <w:r w:rsidRPr="00A71A9A">
              <w:t>Pavadinimas</w:t>
            </w:r>
          </w:p>
        </w:tc>
        <w:tc>
          <w:tcPr>
            <w:tcW w:w="4172" w:type="dxa"/>
          </w:tcPr>
          <w:p w:rsidR="00B72873" w:rsidRPr="00A71A9A" w:rsidRDefault="00672102" w:rsidP="0074461E">
            <w:r w:rsidRPr="00A71A9A">
              <w:t>Aprašymas</w:t>
            </w:r>
          </w:p>
        </w:tc>
      </w:tr>
      <w:tr w:rsidR="00B72873" w:rsidRPr="00AF40FC" w:rsidTr="00B83BA2"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58" name="Picture -1636821440.jpg" descr="-16368214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-1636821440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01. Užklausti ESPBI IS apie aktyvias paciento E047 specialisto konsultavimo užduotis</w:t>
            </w:r>
          </w:p>
        </w:tc>
        <w:tc>
          <w:tcPr>
            <w:tcW w:w="4172" w:type="dxa"/>
          </w:tcPr>
          <w:p w:rsidR="004A5C57" w:rsidRDefault="00790129">
            <w:r>
              <w:t xml:space="preserve">SPĮ IS užklausia apie aktyvias paciento E047 specialisto konsultavimo užduotis ir gauna atsakymą iš ESPBI IS. Gaunami resursai: </w:t>
            </w:r>
          </w:p>
          <w:p w:rsidR="004A5C57" w:rsidRDefault="00790129">
            <w:r>
              <w:t xml:space="preserve">- </w:t>
            </w:r>
            <w:proofErr w:type="spellStart"/>
            <w:r>
              <w:t>Order</w:t>
            </w:r>
            <w:proofErr w:type="spellEnd"/>
            <w:r>
              <w:t>.</w:t>
            </w:r>
          </w:p>
        </w:tc>
      </w:tr>
      <w:tr w:rsidR="00B72873" w:rsidRPr="00AF40FC" w:rsidTr="00B83B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60" name="Picture 1178266181.jpg" descr="117826618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1178266181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02. Perduoti E025 duomenų rinkinį į ESPBI IS</w:t>
            </w:r>
          </w:p>
        </w:tc>
        <w:tc>
          <w:tcPr>
            <w:tcW w:w="4172" w:type="dxa"/>
          </w:tcPr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SPĮ pateikia E025 duomenų rinkinį į ESPBI IS (E025 duomenų rinkinys suformuotas pagal specialisto įvestus duomenis). Perduodami resursai: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</w:rPr>
              <w:t>Composition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</w:tr>
      <w:tr w:rsidR="00B72873" w:rsidRPr="00AF40FC" w:rsidTr="00B83BA2"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62" name="Picture -305217507.jpg" descr="-3052175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-305217507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03. Pasirašyti E025 dokumentą</w:t>
            </w:r>
          </w:p>
        </w:tc>
        <w:tc>
          <w:tcPr>
            <w:tcW w:w="4172" w:type="dxa"/>
          </w:tcPr>
          <w:p w:rsidR="004A5C57" w:rsidRDefault="00790129">
            <w:r>
              <w:t>Specialistas pasirašo E025 dokumentą.</w:t>
            </w:r>
          </w:p>
        </w:tc>
      </w:tr>
      <w:tr w:rsidR="00B72873" w:rsidRPr="00AF40FC" w:rsidTr="00B83BA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:rsidR="00B72873" w:rsidRPr="00AF40FC" w:rsidRDefault="00B72873" w:rsidP="0074461E">
            <w:pPr>
              <w:rPr>
                <w:b w:val="0"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64" name="Picture 617161247.jpg" descr="61716124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617161247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rPr>
                <w:b w:val="0"/>
              </w:rPr>
              <w:t>04. Pažymėti specialisto konsultavimo užduotį atlikta</w:t>
            </w:r>
          </w:p>
        </w:tc>
        <w:tc>
          <w:tcPr>
            <w:tcW w:w="4172" w:type="dxa"/>
          </w:tcPr>
          <w:p w:rsidR="00B72873" w:rsidRPr="00AF40FC" w:rsidRDefault="00B72873" w:rsidP="0074461E">
            <w:pPr>
              <w:rPr>
                <w:b w:val="0"/>
              </w:rPr>
            </w:pPr>
            <w:r w:rsidRPr="00AF40FC">
              <w:rPr>
                <w:b w:val="0"/>
              </w:rPr>
              <w:t xml:space="preserve">SPĮ IS pateikia atnaujintą specialisto konsultavimo užduoties duomenų rinkinį. Perduodami resursai: </w:t>
            </w:r>
            <w:r w:rsidRPr="00AF40FC">
              <w:rPr>
                <w:b w:val="0"/>
              </w:rPr>
              <w:br/>
            </w:r>
            <w:r w:rsidRPr="00AF40FC">
              <w:rPr>
                <w:b w:val="0"/>
              </w:rPr>
              <w:lastRenderedPageBreak/>
              <w:t xml:space="preserve">- </w:t>
            </w:r>
            <w:proofErr w:type="spellStart"/>
            <w:r w:rsidRPr="00AF40FC">
              <w:rPr>
                <w:b w:val="0"/>
              </w:rPr>
              <w:t>Order</w:t>
            </w:r>
            <w:proofErr w:type="spellEnd"/>
            <w:r w:rsidRPr="00AF40FC">
              <w:rPr>
                <w:b w:val="0"/>
              </w:rPr>
              <w:t xml:space="preserve">: </w:t>
            </w:r>
            <w:r w:rsidRPr="00AF40FC">
              <w:rPr>
                <w:b w:val="0"/>
              </w:rPr>
              <w:br/>
              <w:t xml:space="preserve">-- Užduoties būsena turi būti pakeista į „Atlikta“. </w:t>
            </w:r>
            <w:r w:rsidRPr="00AF40FC">
              <w:rPr>
                <w:b w:val="0"/>
              </w:rPr>
              <w:br/>
              <w:t xml:space="preserve">- </w:t>
            </w:r>
            <w:proofErr w:type="spellStart"/>
            <w:r w:rsidRPr="00AF40FC">
              <w:rPr>
                <w:b w:val="0"/>
              </w:rPr>
              <w:t>OrderResponse</w:t>
            </w:r>
            <w:proofErr w:type="spellEnd"/>
            <w:r w:rsidRPr="00AF40FC">
              <w:rPr>
                <w:b w:val="0"/>
              </w:rPr>
              <w:t>.</w:t>
            </w:r>
          </w:p>
        </w:tc>
      </w:tr>
    </w:tbl>
    <w:p w:rsidR="00B72873" w:rsidRPr="00AF40FC" w:rsidRDefault="00B72873" w:rsidP="00B72873"/>
    <w:p w:rsidR="00CB007B" w:rsidRPr="00DB39B2" w:rsidRDefault="00CB007B" w:rsidP="00CB007B">
      <w:pPr>
        <w:rPr>
          <w:lang w:val="et-EE"/>
        </w:rPr>
      </w:pPr>
    </w:p>
    <w:p w:rsidR="00ED7695" w:rsidRPr="00370C50" w:rsidRDefault="00B72873" w:rsidP="00B00FF8">
      <w:pPr>
        <w:pStyle w:val="Antrat1"/>
        <w:numPr>
          <w:ilvl w:val="0"/>
          <w:numId w:val="0"/>
        </w:numPr>
        <w:ind w:left="432"/>
      </w:pPr>
      <w:bookmarkStart w:id="5" w:name="_Toc118465491"/>
      <w:r w:rsidRPr="0056538E">
        <w:lastRenderedPageBreak/>
        <w:t>07. Galutinės E047 pažymos pateikimas ESPBI IS</w:t>
      </w:r>
      <w:bookmarkEnd w:id="5"/>
    </w:p>
    <w:p w:rsidR="002D1BA2" w:rsidRPr="00AF40FC" w:rsidRDefault="002D1BA2" w:rsidP="002D1BA2">
      <w:pPr>
        <w:pStyle w:val="Alnostext"/>
      </w:pPr>
      <w:r w:rsidRPr="00A71A9A">
        <w:rPr>
          <w:b/>
        </w:rPr>
        <w:t>Trumpas aprašymas</w:t>
      </w:r>
      <w:r w:rsidRPr="00AF40FC">
        <w:t>:</w:t>
      </w:r>
    </w:p>
    <w:p w:rsidR="002A2804" w:rsidRDefault="002A2804" w:rsidP="002A2804">
      <w:pPr>
        <w:jc w:val="both"/>
      </w:pPr>
      <w:r>
        <w:t>Galutinės pažymos pateikimo užduotį vykdantis specialistas susistemina konsultuojančių specialistų įvestą informaciją ir teikia galutinę E047 pažymą.</w:t>
      </w:r>
    </w:p>
    <w:p w:rsidR="00B72873" w:rsidRPr="0004283B" w:rsidRDefault="00B72873" w:rsidP="00385061">
      <w:pPr>
        <w:jc w:val="center"/>
      </w:pPr>
      <w:r>
        <w:rPr>
          <w:noProof/>
          <w:lang w:eastAsia="lt-LT"/>
        </w:rPr>
        <w:drawing>
          <wp:inline distT="0" distB="0" distL="0" distR="0">
            <wp:extent cx="4933950" cy="5019675"/>
            <wp:effectExtent l="0" t="0" r="0" b="0"/>
            <wp:docPr id="66" name="Picture 1678605932.jpg" descr="16786059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1678605932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501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873" w:rsidRPr="0004283B" w:rsidRDefault="00B72873" w:rsidP="00385061">
      <w:pPr>
        <w:pStyle w:val="Captionpicture"/>
        <w:tabs>
          <w:tab w:val="clear" w:pos="360"/>
          <w:tab w:val="num" w:pos="1418"/>
        </w:tabs>
        <w:ind w:left="1418" w:hanging="1418"/>
      </w:pPr>
      <w:r>
        <w:t>„07. Galutinės E047 pažymos pateikimas ESPBI IS“ scenarijus</w:t>
      </w:r>
      <w:r w:rsidR="00E870BC">
        <w:t>.</w:t>
      </w:r>
    </w:p>
    <w:p w:rsidR="00B72873" w:rsidRDefault="00B72873" w:rsidP="00B72873">
      <w:pPr>
        <w:rPr>
          <w:lang w:val="en-US"/>
        </w:rPr>
      </w:pPr>
    </w:p>
    <w:p w:rsidR="00B72873" w:rsidRPr="00AF40FC" w:rsidRDefault="00B72873" w:rsidP="00B72873">
      <w:pPr>
        <w:pStyle w:val="Alnostext"/>
      </w:pPr>
      <w:r w:rsidRPr="00A71A9A">
        <w:rPr>
          <w:b/>
        </w:rPr>
        <w:t>Scenarijaus žingsnių aprašymas</w:t>
      </w:r>
      <w:r w:rsidRPr="00AF40FC">
        <w:t>:</w:t>
      </w:r>
    </w:p>
    <w:tbl>
      <w:tblPr>
        <w:tblStyle w:val="RClentel"/>
        <w:tblW w:w="0" w:type="auto"/>
        <w:tblLook w:val="04E0" w:firstRow="1" w:lastRow="1" w:firstColumn="1" w:lastColumn="0" w:noHBand="0" w:noVBand="1"/>
      </w:tblPr>
      <w:tblGrid>
        <w:gridCol w:w="5464"/>
        <w:gridCol w:w="4172"/>
      </w:tblGrid>
      <w:tr w:rsidR="00B72873" w:rsidRPr="00AF40FC" w:rsidTr="00B83B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</w:trPr>
        <w:tc>
          <w:tcPr>
            <w:tcW w:w="0" w:type="auto"/>
          </w:tcPr>
          <w:p w:rsidR="00B72873" w:rsidRPr="00A71A9A" w:rsidRDefault="00672102" w:rsidP="0074461E">
            <w:r w:rsidRPr="00A71A9A">
              <w:t>Pavadinimas</w:t>
            </w:r>
          </w:p>
        </w:tc>
        <w:tc>
          <w:tcPr>
            <w:tcW w:w="4172" w:type="dxa"/>
          </w:tcPr>
          <w:p w:rsidR="00B72873" w:rsidRPr="00A71A9A" w:rsidRDefault="00672102" w:rsidP="0074461E">
            <w:r w:rsidRPr="00A71A9A">
              <w:t>Aprašymas</w:t>
            </w:r>
          </w:p>
        </w:tc>
      </w:tr>
      <w:tr w:rsidR="00B72873" w:rsidRPr="00AF40FC" w:rsidTr="00B83BA2"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68" name="Picture 806371503.jpg" descr="8063715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806371503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01. Užklausti ESPBI IS apie aktyvias paciento E047 galutinės pažymos pateikimo užduotis</w:t>
            </w:r>
          </w:p>
        </w:tc>
        <w:tc>
          <w:tcPr>
            <w:tcW w:w="4172" w:type="dxa"/>
          </w:tcPr>
          <w:p w:rsidR="004A5C57" w:rsidRDefault="00790129">
            <w:r>
              <w:t xml:space="preserve">SPĮ IS užklausia apie aktyvias paciento E047 galutinės pažymos pateikimo užduotis ir gauna atsakymą iš ESPBI IS. Gaunami resursai: </w:t>
            </w:r>
          </w:p>
          <w:p w:rsidR="004A5C57" w:rsidRDefault="00790129">
            <w:r>
              <w:t xml:space="preserve">- </w:t>
            </w:r>
            <w:proofErr w:type="spellStart"/>
            <w:r>
              <w:t>Order</w:t>
            </w:r>
            <w:proofErr w:type="spellEnd"/>
            <w:r>
              <w:t>.</w:t>
            </w:r>
          </w:p>
        </w:tc>
      </w:tr>
      <w:tr w:rsidR="00B72873" w:rsidRPr="00AF40FC" w:rsidTr="00B83B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lastRenderedPageBreak/>
              <w:drawing>
                <wp:inline distT="0" distB="0" distL="0" distR="0">
                  <wp:extent cx="152400" cy="152400"/>
                  <wp:effectExtent l="0" t="0" r="0" b="0"/>
                  <wp:docPr id="70" name="Picture 1613774731.jpg" descr="16137747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1613774731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02. Perduoti E047 specialisto dalies duomenų rinkinį į ESPBI IS</w:t>
            </w:r>
          </w:p>
        </w:tc>
        <w:tc>
          <w:tcPr>
            <w:tcW w:w="4172" w:type="dxa"/>
          </w:tcPr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SPĮ pateikia E047 specialisto dalies duomenų rinkinį į ESPBI IS. Perduodami resursai: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</w:rPr>
              <w:t>Diagnostic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order</w:t>
            </w:r>
            <w:proofErr w:type="spellEnd"/>
            <w:r>
              <w:rPr>
                <w:rFonts w:ascii="Calibri" w:hAnsi="Calibri" w:cs="Calibri"/>
              </w:rPr>
              <w:t xml:space="preserve">.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</w:rPr>
              <w:t>Composition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</w:tr>
      <w:tr w:rsidR="00B72873" w:rsidRPr="00AF40FC" w:rsidTr="00B83BA2"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72" name="Picture 402008456.jpg" descr="40200845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402008456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03. Pasirašyti E047 dokumentą</w:t>
            </w:r>
          </w:p>
        </w:tc>
        <w:tc>
          <w:tcPr>
            <w:tcW w:w="4172" w:type="dxa"/>
          </w:tcPr>
          <w:p w:rsidR="004A5C57" w:rsidRDefault="00790129">
            <w:r>
              <w:t>Specialistas pasirašo E047 dokumentą.</w:t>
            </w:r>
          </w:p>
        </w:tc>
      </w:tr>
      <w:tr w:rsidR="00B72873" w:rsidRPr="00AF40FC" w:rsidTr="00B83B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74" name="Picture -1780097657.jpg" descr="-178009765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-1780097657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04. Pažymėti galutinės pažymos pateikimo užduotį atlikta</w:t>
            </w:r>
          </w:p>
        </w:tc>
        <w:tc>
          <w:tcPr>
            <w:tcW w:w="4172" w:type="dxa"/>
          </w:tcPr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SPĮ IS pateikia atnaujintą galutinės pažymos pateikimo užduoties duomenų rinkinį. Perduodami resursai: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</w:rPr>
              <w:t>Order</w:t>
            </w:r>
            <w:proofErr w:type="spellEnd"/>
            <w:r>
              <w:rPr>
                <w:rFonts w:ascii="Calibri" w:hAnsi="Calibri" w:cs="Calibri"/>
              </w:rPr>
              <w:t xml:space="preserve">: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-- Užduoties būsena turi būti pakeista į „Atlikta“.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</w:rPr>
              <w:t>OrderResponse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</w:tr>
      <w:tr w:rsidR="00B72873" w:rsidRPr="00AF40FC" w:rsidTr="00B83BA2"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76" name="Picture -610687901.jpg" descr="-6106879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-610687901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05. Perduoti E025 duomenų rinkinį į ESPBI IS</w:t>
            </w:r>
          </w:p>
        </w:tc>
        <w:tc>
          <w:tcPr>
            <w:tcW w:w="4172" w:type="dxa"/>
          </w:tcPr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SPĮ pateikia E025 duomenų rinkinį į ESPBI IS (E025 duomenų rinkinys suformuotas pagal E047 duomenis). Perduodami resursai: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</w:rPr>
              <w:t>Composition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</w:tr>
      <w:tr w:rsidR="00B72873" w:rsidRPr="00AF40FC" w:rsidTr="00B83B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78" name="Picture 1037251081.jpg" descr="103725108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1037251081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06. Pasirašyti E025 dokumentą</w:t>
            </w:r>
          </w:p>
        </w:tc>
        <w:tc>
          <w:tcPr>
            <w:tcW w:w="4172" w:type="dxa"/>
          </w:tcPr>
          <w:p w:rsidR="004A5C57" w:rsidRDefault="00790129">
            <w:r>
              <w:t>Specialistas pasirašo E025 dokumentą.</w:t>
            </w:r>
          </w:p>
        </w:tc>
      </w:tr>
      <w:tr w:rsidR="00B72873" w:rsidRPr="00AF40FC" w:rsidTr="00B83BA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:rsidR="00B72873" w:rsidRPr="00AF40FC" w:rsidRDefault="00B72873" w:rsidP="0074461E">
            <w:pPr>
              <w:rPr>
                <w:b w:val="0"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80" name="Picture 181004597.jpg" descr="18100459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181004597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rPr>
                <w:b w:val="0"/>
              </w:rPr>
              <w:t>07. Pažymėti specialisto konsultavimo užduotis atšauktomis</w:t>
            </w:r>
          </w:p>
        </w:tc>
        <w:tc>
          <w:tcPr>
            <w:tcW w:w="4172" w:type="dxa"/>
          </w:tcPr>
          <w:p w:rsidR="00B72873" w:rsidRPr="00AF40FC" w:rsidRDefault="00B72873" w:rsidP="0074461E">
            <w:pPr>
              <w:rPr>
                <w:b w:val="0"/>
              </w:rPr>
            </w:pPr>
            <w:r w:rsidRPr="00AF40FC">
              <w:rPr>
                <w:b w:val="0"/>
              </w:rPr>
              <w:t xml:space="preserve">SPĮ IS pateikia atnaujintą specialisto konsultavimo kūrimo užduoties duomenų rinkinį. Perduodami resursai: </w:t>
            </w:r>
            <w:r w:rsidRPr="00AF40FC">
              <w:rPr>
                <w:b w:val="0"/>
              </w:rPr>
              <w:br/>
              <w:t xml:space="preserve">- </w:t>
            </w:r>
            <w:proofErr w:type="spellStart"/>
            <w:r w:rsidRPr="00AF40FC">
              <w:rPr>
                <w:b w:val="0"/>
              </w:rPr>
              <w:t>Order</w:t>
            </w:r>
            <w:proofErr w:type="spellEnd"/>
            <w:r w:rsidRPr="00AF40FC">
              <w:rPr>
                <w:b w:val="0"/>
              </w:rPr>
              <w:t xml:space="preserve">: </w:t>
            </w:r>
            <w:r w:rsidRPr="00AF40FC">
              <w:rPr>
                <w:b w:val="0"/>
              </w:rPr>
              <w:br/>
              <w:t xml:space="preserve">-- Užduoties būsena turi būti pakeista į „Atšaukta“. </w:t>
            </w:r>
            <w:r w:rsidRPr="00AF40FC">
              <w:rPr>
                <w:b w:val="0"/>
              </w:rPr>
              <w:br/>
              <w:t xml:space="preserve">- </w:t>
            </w:r>
            <w:proofErr w:type="spellStart"/>
            <w:r w:rsidRPr="00AF40FC">
              <w:rPr>
                <w:b w:val="0"/>
              </w:rPr>
              <w:t>OrderResponse</w:t>
            </w:r>
            <w:proofErr w:type="spellEnd"/>
            <w:r w:rsidRPr="00AF40FC">
              <w:rPr>
                <w:b w:val="0"/>
              </w:rPr>
              <w:t>.</w:t>
            </w:r>
          </w:p>
        </w:tc>
      </w:tr>
    </w:tbl>
    <w:p w:rsidR="00B72873" w:rsidRPr="00AF40FC" w:rsidRDefault="00B72873" w:rsidP="00B72873"/>
    <w:p w:rsidR="00CB007B" w:rsidRPr="00DB39B2" w:rsidRDefault="00CB007B" w:rsidP="00CB007B">
      <w:pPr>
        <w:rPr>
          <w:lang w:val="et-EE"/>
        </w:rPr>
      </w:pPr>
    </w:p>
    <w:p w:rsidR="00ED7695" w:rsidRPr="00370C50" w:rsidRDefault="00B72873" w:rsidP="00B00FF8">
      <w:pPr>
        <w:pStyle w:val="Antrat1"/>
        <w:numPr>
          <w:ilvl w:val="0"/>
          <w:numId w:val="0"/>
        </w:numPr>
        <w:ind w:left="432"/>
      </w:pPr>
      <w:bookmarkStart w:id="6" w:name="_Toc118465492"/>
      <w:r w:rsidRPr="0056538E">
        <w:lastRenderedPageBreak/>
        <w:t>08. E048 pažymos kūrimo užduoties sukūrimas</w:t>
      </w:r>
      <w:bookmarkEnd w:id="6"/>
    </w:p>
    <w:p w:rsidR="002D1BA2" w:rsidRPr="00AF40FC" w:rsidRDefault="002D1BA2" w:rsidP="002D1BA2">
      <w:pPr>
        <w:pStyle w:val="Alnostext"/>
      </w:pPr>
      <w:r w:rsidRPr="00A71A9A">
        <w:rPr>
          <w:b/>
        </w:rPr>
        <w:t>Trumpas aprašymas</w:t>
      </w:r>
      <w:r w:rsidRPr="00AF40FC">
        <w:t>:</w:t>
      </w:r>
    </w:p>
    <w:p w:rsidR="002A2804" w:rsidRDefault="002A2804" w:rsidP="002A2804">
      <w:pPr>
        <w:jc w:val="both"/>
      </w:pPr>
      <w:r>
        <w:t>E048 pažyma užsakoma (</w:t>
      </w:r>
      <w:proofErr w:type="spellStart"/>
      <w:r>
        <w:t>t.y</w:t>
      </w:r>
      <w:proofErr w:type="spellEnd"/>
      <w:r>
        <w:t>. sukuriama E048 pažymos kūrimo užduotis), kai darbdavio atstovas pacientų portale užpildo E048 darbdavio atstovo dalį ir ją patvirtina el. parašu.</w:t>
      </w:r>
    </w:p>
    <w:p w:rsidR="00B72873" w:rsidRPr="0004283B" w:rsidRDefault="00B72873" w:rsidP="00385061">
      <w:pPr>
        <w:jc w:val="center"/>
      </w:pPr>
      <w:r>
        <w:rPr>
          <w:noProof/>
          <w:lang w:eastAsia="lt-LT"/>
        </w:rPr>
        <w:drawing>
          <wp:inline distT="0" distB="0" distL="0" distR="0">
            <wp:extent cx="2143125" cy="2581275"/>
            <wp:effectExtent l="0" t="0" r="0" b="0"/>
            <wp:docPr id="82" name="Picture -311347220.jpg" descr="-3113472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-311347220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58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873" w:rsidRPr="0004283B" w:rsidRDefault="00B72873" w:rsidP="00385061">
      <w:pPr>
        <w:pStyle w:val="Captionpicture"/>
        <w:tabs>
          <w:tab w:val="clear" w:pos="360"/>
          <w:tab w:val="num" w:pos="1418"/>
        </w:tabs>
        <w:ind w:left="1418" w:hanging="1418"/>
      </w:pPr>
      <w:r>
        <w:t>„08. E048 pažymos kūrimo užduoties sukūrimas“ scenarijus</w:t>
      </w:r>
      <w:r w:rsidR="00E870BC">
        <w:t>.</w:t>
      </w:r>
    </w:p>
    <w:p w:rsidR="00B72873" w:rsidRDefault="00B72873" w:rsidP="00B72873">
      <w:pPr>
        <w:rPr>
          <w:lang w:val="en-US"/>
        </w:rPr>
      </w:pPr>
    </w:p>
    <w:p w:rsidR="00B72873" w:rsidRPr="00AF40FC" w:rsidRDefault="00B72873" w:rsidP="00B72873">
      <w:pPr>
        <w:pStyle w:val="Alnostext"/>
      </w:pPr>
      <w:r w:rsidRPr="00A71A9A">
        <w:rPr>
          <w:b/>
        </w:rPr>
        <w:t>Scenarijaus žingsnių aprašymas</w:t>
      </w:r>
      <w:r w:rsidRPr="00AF40FC">
        <w:t>:</w:t>
      </w:r>
    </w:p>
    <w:tbl>
      <w:tblPr>
        <w:tblStyle w:val="RClentel"/>
        <w:tblW w:w="0" w:type="auto"/>
        <w:tblLook w:val="04E0" w:firstRow="1" w:lastRow="1" w:firstColumn="1" w:lastColumn="0" w:noHBand="0" w:noVBand="1"/>
      </w:tblPr>
      <w:tblGrid>
        <w:gridCol w:w="5464"/>
        <w:gridCol w:w="4172"/>
      </w:tblGrid>
      <w:tr w:rsidR="00B72873" w:rsidRPr="00AF40FC" w:rsidTr="00B83B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</w:trPr>
        <w:tc>
          <w:tcPr>
            <w:tcW w:w="0" w:type="auto"/>
          </w:tcPr>
          <w:p w:rsidR="00B72873" w:rsidRPr="00A71A9A" w:rsidRDefault="00672102" w:rsidP="0074461E">
            <w:r w:rsidRPr="00A71A9A">
              <w:t>Pavadinimas</w:t>
            </w:r>
          </w:p>
        </w:tc>
        <w:tc>
          <w:tcPr>
            <w:tcW w:w="4172" w:type="dxa"/>
          </w:tcPr>
          <w:p w:rsidR="00B72873" w:rsidRPr="00A71A9A" w:rsidRDefault="00672102" w:rsidP="0074461E">
            <w:r w:rsidRPr="00A71A9A">
              <w:t>Aprašymas</w:t>
            </w:r>
          </w:p>
        </w:tc>
      </w:tr>
      <w:tr w:rsidR="00B72873" w:rsidRPr="00AF40FC" w:rsidTr="00B83BA2"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84" name="Picture -2063481711.jpg" descr="-20634817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-2063481711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01. Perduoti E048 darbdavio atstovo dalies duomenų rinkinį į ESPBI IS</w:t>
            </w:r>
          </w:p>
        </w:tc>
        <w:tc>
          <w:tcPr>
            <w:tcW w:w="4172" w:type="dxa"/>
          </w:tcPr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Pacientų portalo IS pateikia E048 darbdavio atstovo dalies duomenų rinkinį į ESPBI IS. Perduodami resursai: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</w:rPr>
              <w:t>Diagnostic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order</w:t>
            </w:r>
            <w:proofErr w:type="spellEnd"/>
            <w:r>
              <w:rPr>
                <w:rFonts w:ascii="Calibri" w:hAnsi="Calibri" w:cs="Calibri"/>
              </w:rPr>
              <w:t xml:space="preserve">.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</w:rPr>
              <w:t>Composition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</w:tr>
      <w:tr w:rsidR="00B72873" w:rsidRPr="00AF40FC" w:rsidTr="00B83B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86" name="Picture -287316992.jpg" descr="-28731699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-287316992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02. Pasirašyti E048 dokumentą</w:t>
            </w:r>
          </w:p>
        </w:tc>
        <w:tc>
          <w:tcPr>
            <w:tcW w:w="4172" w:type="dxa"/>
          </w:tcPr>
          <w:p w:rsidR="004A5C57" w:rsidRDefault="00790129">
            <w:r>
              <w:t>Darbdavio atstovas pasirašo E048 darbdavio atstovo dalies dokumentą.</w:t>
            </w:r>
          </w:p>
        </w:tc>
      </w:tr>
      <w:tr w:rsidR="00B72873" w:rsidRPr="00AF40FC" w:rsidTr="00B83BA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:rsidR="00B72873" w:rsidRPr="00AF40FC" w:rsidRDefault="00B72873" w:rsidP="0074461E">
            <w:pPr>
              <w:rPr>
                <w:b w:val="0"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88" name="Picture -126878853.jpg" descr="-12687885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-126878853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rPr>
                <w:b w:val="0"/>
              </w:rPr>
              <w:t>03. Sukurti E048 pažymos kūrimo užduotį</w:t>
            </w:r>
          </w:p>
        </w:tc>
        <w:tc>
          <w:tcPr>
            <w:tcW w:w="4172" w:type="dxa"/>
          </w:tcPr>
          <w:p w:rsidR="00B72873" w:rsidRPr="00AF40FC" w:rsidRDefault="00B72873" w:rsidP="0074461E">
            <w:pPr>
              <w:rPr>
                <w:b w:val="0"/>
              </w:rPr>
            </w:pPr>
            <w:r w:rsidRPr="00AF40FC">
              <w:rPr>
                <w:b w:val="0"/>
              </w:rPr>
              <w:t xml:space="preserve">Paciento portalo IS pateikia E048 pažymos kūrimo užduotį į ESPBI IS. Perduodami resursai: </w:t>
            </w:r>
            <w:r w:rsidRPr="00AF40FC">
              <w:rPr>
                <w:b w:val="0"/>
              </w:rPr>
              <w:br/>
              <w:t xml:space="preserve">- </w:t>
            </w:r>
            <w:proofErr w:type="spellStart"/>
            <w:r w:rsidRPr="00AF40FC">
              <w:rPr>
                <w:b w:val="0"/>
              </w:rPr>
              <w:t>Order</w:t>
            </w:r>
            <w:proofErr w:type="spellEnd"/>
            <w:r w:rsidRPr="00AF40FC">
              <w:rPr>
                <w:b w:val="0"/>
              </w:rPr>
              <w:t>.</w:t>
            </w:r>
          </w:p>
        </w:tc>
      </w:tr>
    </w:tbl>
    <w:p w:rsidR="00B72873" w:rsidRPr="00AF40FC" w:rsidRDefault="00B72873" w:rsidP="00B72873"/>
    <w:p w:rsidR="00CB007B" w:rsidRPr="00DB39B2" w:rsidRDefault="00CB007B" w:rsidP="00CB007B">
      <w:pPr>
        <w:rPr>
          <w:lang w:val="et-EE"/>
        </w:rPr>
      </w:pPr>
    </w:p>
    <w:p w:rsidR="00ED7695" w:rsidRPr="00370C50" w:rsidRDefault="00B72873" w:rsidP="00B00FF8">
      <w:pPr>
        <w:pStyle w:val="Antrat1"/>
        <w:numPr>
          <w:ilvl w:val="0"/>
          <w:numId w:val="0"/>
        </w:numPr>
        <w:ind w:left="432"/>
      </w:pPr>
      <w:bookmarkStart w:id="7" w:name="_Toc118465493"/>
      <w:r w:rsidRPr="0056538E">
        <w:lastRenderedPageBreak/>
        <w:t>09. E048 pažymos sukūrimas ESPBI IS</w:t>
      </w:r>
      <w:bookmarkEnd w:id="7"/>
    </w:p>
    <w:p w:rsidR="002D1BA2" w:rsidRPr="00AF40FC" w:rsidRDefault="002D1BA2" w:rsidP="002D1BA2">
      <w:pPr>
        <w:pStyle w:val="Alnostext"/>
      </w:pPr>
      <w:r w:rsidRPr="00A71A9A">
        <w:rPr>
          <w:b/>
        </w:rPr>
        <w:t>Trumpas aprašymas</w:t>
      </w:r>
      <w:r w:rsidRPr="00AF40FC">
        <w:t>:</w:t>
      </w:r>
    </w:p>
    <w:p w:rsidR="002A2804" w:rsidRDefault="002A2804" w:rsidP="002A2804">
      <w:pPr>
        <w:jc w:val="both"/>
      </w:pPr>
      <w:r>
        <w:t>ESPBI IS egzistuoja dvi pažymos, kurios susijusios su darbuotojo sveikatos patikrinimu: E047 „Privalomo sveikatos patikrinimo medicininė pažyma“ ir E048 „Asmens medicininė knygelė (sveikatos pasas)“. Pildant darbdavio dalį asmeniui pirmą kartą toje įmonėje ir tose pareigose (</w:t>
      </w:r>
      <w:proofErr w:type="spellStart"/>
      <w:r>
        <w:t>t.y</w:t>
      </w:r>
      <w:proofErr w:type="spellEnd"/>
      <w:r>
        <w:t>. įdarbinant), naudojama E047 pažyma, o pakartotiniam asmens sveikatos patikrinimui dirbant toje pat įmonėje ir tose pat pareigose - E048 pažyma.</w:t>
      </w:r>
      <w:r>
        <w:br/>
        <w:t xml:space="preserve">E048 susideda iš dviejų dalių: </w:t>
      </w:r>
      <w:r>
        <w:br/>
        <w:t xml:space="preserve">I. Darbdavio atstovo dalies. Šią dalį pildo paciento įgaliotas atstovas, ją pateikus sukuriama pažymos kūrimo užduotis. </w:t>
      </w:r>
      <w:r>
        <w:br/>
        <w:t xml:space="preserve">II. Specialisto dalies. Šią dalį pildo specialistai: </w:t>
      </w:r>
      <w:r>
        <w:br/>
        <w:t xml:space="preserve">- Pirmiausia pagal pažymos kūrimo užduotį pateikiama dalinai užpildyta E048 pažyma, sukuriamos specialisto konsultavimo ir galutinės pažymos pateikimo užduotys. </w:t>
      </w:r>
      <w:r>
        <w:br/>
        <w:t xml:space="preserve">- Po to specialistai konsultuoja - teikia E025 dokumentus. </w:t>
      </w:r>
      <w:r>
        <w:br/>
        <w:t>- Galutinės pažymos pateikimo užduotį vykdantis specialistas susistemina konsultuojančių specialistų įvestą informaciją ir pateikia galutinę E048 pažymą.</w:t>
      </w:r>
    </w:p>
    <w:p w:rsidR="00B72873" w:rsidRPr="0004283B" w:rsidRDefault="00B72873" w:rsidP="00385061">
      <w:pPr>
        <w:jc w:val="center"/>
      </w:pPr>
      <w:r>
        <w:rPr>
          <w:noProof/>
          <w:lang w:eastAsia="lt-LT"/>
        </w:rPr>
        <w:lastRenderedPageBreak/>
        <w:drawing>
          <wp:inline distT="0" distB="0" distL="0" distR="0">
            <wp:extent cx="4562475" cy="5133975"/>
            <wp:effectExtent l="0" t="0" r="0" b="0"/>
            <wp:docPr id="90" name="Picture 883224705.jpg" descr="8832247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883224705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513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873" w:rsidRPr="0004283B" w:rsidRDefault="00B72873" w:rsidP="00385061">
      <w:pPr>
        <w:pStyle w:val="Captionpicture"/>
        <w:tabs>
          <w:tab w:val="clear" w:pos="360"/>
          <w:tab w:val="num" w:pos="1418"/>
        </w:tabs>
        <w:ind w:left="1418" w:hanging="1418"/>
      </w:pPr>
      <w:r>
        <w:t>„09. E048 pažymos sukūrimas ESPBI IS“ scenarijus</w:t>
      </w:r>
      <w:r w:rsidR="00E870BC">
        <w:t>.</w:t>
      </w:r>
    </w:p>
    <w:p w:rsidR="00B72873" w:rsidRDefault="00B72873" w:rsidP="00B72873">
      <w:pPr>
        <w:rPr>
          <w:lang w:val="en-US"/>
        </w:rPr>
      </w:pPr>
    </w:p>
    <w:p w:rsidR="00B72873" w:rsidRPr="00AF40FC" w:rsidRDefault="00B72873" w:rsidP="00B72873">
      <w:pPr>
        <w:pStyle w:val="Alnostext"/>
      </w:pPr>
      <w:r w:rsidRPr="00A71A9A">
        <w:rPr>
          <w:b/>
        </w:rPr>
        <w:t>Scenarijaus žingsnių aprašymas</w:t>
      </w:r>
      <w:r w:rsidRPr="00AF40FC">
        <w:t>:</w:t>
      </w:r>
    </w:p>
    <w:tbl>
      <w:tblPr>
        <w:tblStyle w:val="RClentel"/>
        <w:tblW w:w="0" w:type="auto"/>
        <w:tblLook w:val="04E0" w:firstRow="1" w:lastRow="1" w:firstColumn="1" w:lastColumn="0" w:noHBand="0" w:noVBand="1"/>
      </w:tblPr>
      <w:tblGrid>
        <w:gridCol w:w="5464"/>
        <w:gridCol w:w="4172"/>
      </w:tblGrid>
      <w:tr w:rsidR="00B72873" w:rsidRPr="00AF40FC" w:rsidTr="00B83B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</w:trPr>
        <w:tc>
          <w:tcPr>
            <w:tcW w:w="0" w:type="auto"/>
          </w:tcPr>
          <w:p w:rsidR="00B72873" w:rsidRPr="00A71A9A" w:rsidRDefault="00672102" w:rsidP="0074461E">
            <w:r w:rsidRPr="00A71A9A">
              <w:t>Pavadinimas</w:t>
            </w:r>
          </w:p>
        </w:tc>
        <w:tc>
          <w:tcPr>
            <w:tcW w:w="4172" w:type="dxa"/>
          </w:tcPr>
          <w:p w:rsidR="00B72873" w:rsidRPr="00A71A9A" w:rsidRDefault="00672102" w:rsidP="0074461E">
            <w:r w:rsidRPr="00A71A9A">
              <w:t>Aprašymas</w:t>
            </w:r>
          </w:p>
        </w:tc>
      </w:tr>
      <w:tr w:rsidR="00B72873" w:rsidRPr="00AF40FC" w:rsidTr="00B83BA2"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92" name="Picture 1712785257.jpg" descr="171278525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1712785257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01. Užklausti ESPBI IS apie aktyvias paciento E048 pažymų kūrimo užduotis</w:t>
            </w:r>
          </w:p>
        </w:tc>
        <w:tc>
          <w:tcPr>
            <w:tcW w:w="4172" w:type="dxa"/>
          </w:tcPr>
          <w:p w:rsidR="004A5C57" w:rsidRDefault="00790129">
            <w:r>
              <w:t xml:space="preserve">SPĮ IS užklausia apie aktyvias paciento E048 pažymos kūrimo užduotis ir gauna atsakymą iš ESPBI IS. Gaunami resursai: </w:t>
            </w:r>
          </w:p>
          <w:p w:rsidR="004A5C57" w:rsidRDefault="00790129">
            <w:r>
              <w:t xml:space="preserve">- </w:t>
            </w:r>
            <w:proofErr w:type="spellStart"/>
            <w:r>
              <w:t>Order</w:t>
            </w:r>
            <w:proofErr w:type="spellEnd"/>
            <w:r>
              <w:t>.</w:t>
            </w:r>
          </w:p>
        </w:tc>
      </w:tr>
      <w:tr w:rsidR="00B72873" w:rsidRPr="00AF40FC" w:rsidTr="00B83B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94" name="Picture 1719762558.jpg" descr="171976255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" name="1719762558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02. Perduoti E048 specialisto dalies duomenų rinkinį į ESPBI IS</w:t>
            </w:r>
          </w:p>
        </w:tc>
        <w:tc>
          <w:tcPr>
            <w:tcW w:w="4172" w:type="dxa"/>
          </w:tcPr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SPĮ IS pateikia E048 specialisto dalies duomenų rinkinį į ESPBI IS. Perduodami resursai: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</w:rPr>
              <w:t>Diagnostic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order</w:t>
            </w:r>
            <w:proofErr w:type="spellEnd"/>
            <w:r>
              <w:rPr>
                <w:rFonts w:ascii="Calibri" w:hAnsi="Calibri" w:cs="Calibri"/>
              </w:rPr>
              <w:t xml:space="preserve">.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</w:rPr>
              <w:t>Composition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</w:tr>
      <w:tr w:rsidR="00B72873" w:rsidRPr="00AF40FC" w:rsidTr="00B83BA2"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96" name="Picture 1315475847.jpg" descr="131547584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" name="1315475847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03. Sukurti specialisto konsultavimo užduotis</w:t>
            </w:r>
          </w:p>
        </w:tc>
        <w:tc>
          <w:tcPr>
            <w:tcW w:w="4172" w:type="dxa"/>
          </w:tcPr>
          <w:p w:rsidR="004A5C57" w:rsidRDefault="00790129">
            <w:r>
              <w:t xml:space="preserve">SPĮ IS pateikia E048 specialisto konsultavimo užduotis į ESPBI IS. Perduodami resursai: </w:t>
            </w:r>
          </w:p>
          <w:p w:rsidR="004A5C57" w:rsidRDefault="00790129">
            <w:r>
              <w:t xml:space="preserve">- </w:t>
            </w:r>
            <w:proofErr w:type="spellStart"/>
            <w:r>
              <w:t>Order</w:t>
            </w:r>
            <w:proofErr w:type="spellEnd"/>
            <w:r>
              <w:t>.</w:t>
            </w:r>
          </w:p>
        </w:tc>
      </w:tr>
      <w:tr w:rsidR="00B72873" w:rsidRPr="00AF40FC" w:rsidTr="00B83B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lastRenderedPageBreak/>
              <w:drawing>
                <wp:inline distT="0" distB="0" distL="0" distR="0">
                  <wp:extent cx="152400" cy="152400"/>
                  <wp:effectExtent l="0" t="0" r="0" b="0"/>
                  <wp:docPr id="98" name="Picture -731263357.jpg" descr="-73126335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" name="-731263357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04. Sukurti galutinės pažymos pateikimo užduotį</w:t>
            </w:r>
          </w:p>
        </w:tc>
        <w:tc>
          <w:tcPr>
            <w:tcW w:w="4172" w:type="dxa"/>
          </w:tcPr>
          <w:p w:rsidR="004A5C57" w:rsidRDefault="00790129">
            <w:r>
              <w:t xml:space="preserve">SPĮ IS pateikia E048 galutinės pažymos pateikimo užduotį į ESPBI IS. Perduodami resursai: </w:t>
            </w:r>
          </w:p>
          <w:p w:rsidR="004A5C57" w:rsidRDefault="00790129">
            <w:r>
              <w:t xml:space="preserve">- </w:t>
            </w:r>
            <w:proofErr w:type="spellStart"/>
            <w:r>
              <w:t>Order</w:t>
            </w:r>
            <w:proofErr w:type="spellEnd"/>
            <w:r>
              <w:t>.</w:t>
            </w:r>
          </w:p>
        </w:tc>
      </w:tr>
      <w:tr w:rsidR="00B72873" w:rsidRPr="00AF40FC" w:rsidTr="00B83BA2"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100" name="Picture 2051005137.jpg" descr="20510051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" name="2051005137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05. Pažymėti pažymos kūrimo užduotį atlikta</w:t>
            </w:r>
          </w:p>
        </w:tc>
        <w:tc>
          <w:tcPr>
            <w:tcW w:w="4172" w:type="dxa"/>
          </w:tcPr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SPĮ IS pateikia atnaujintą pažymos kūrimo užduoties duomenų rinkinį. Perduodami resursai: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</w:rPr>
              <w:t>Order</w:t>
            </w:r>
            <w:proofErr w:type="spellEnd"/>
            <w:r>
              <w:rPr>
                <w:rFonts w:ascii="Calibri" w:hAnsi="Calibri" w:cs="Calibri"/>
              </w:rPr>
              <w:t xml:space="preserve">: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-- Užduoties būsena turi būti pakeista į „Atlikta“.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</w:rPr>
              <w:t>OrderResponse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</w:tr>
      <w:tr w:rsidR="00B72873" w:rsidRPr="00AF40FC" w:rsidTr="00B83B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102" name="Picture -1697648855.jpg" descr="-169764885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" name="-1697648855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06. Perduoti E025 duomenų rinkinį į ESPBI IS</w:t>
            </w:r>
          </w:p>
        </w:tc>
        <w:tc>
          <w:tcPr>
            <w:tcW w:w="4172" w:type="dxa"/>
          </w:tcPr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SPĮ pateikia E025 duomenų rinkinį į ESPBI IS (E025 duomenų rinkinys suformuotas pagal E048 duomenis). Perduodami resursai: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</w:rPr>
              <w:t>Composition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</w:tr>
      <w:tr w:rsidR="00B72873" w:rsidRPr="00AF40FC" w:rsidTr="00B83BA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:rsidR="00B72873" w:rsidRPr="00AF40FC" w:rsidRDefault="00B72873" w:rsidP="0074461E">
            <w:pPr>
              <w:rPr>
                <w:b w:val="0"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104" name="Picture -1590573215.jpg" descr="-15905732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" name="-1590573215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rPr>
                <w:b w:val="0"/>
              </w:rPr>
              <w:t>07. Pasirašyti E025 dokumentą</w:t>
            </w:r>
          </w:p>
        </w:tc>
        <w:tc>
          <w:tcPr>
            <w:tcW w:w="4172" w:type="dxa"/>
          </w:tcPr>
          <w:p w:rsidR="00B72873" w:rsidRPr="00AF40FC" w:rsidRDefault="00B72873" w:rsidP="0074461E">
            <w:pPr>
              <w:rPr>
                <w:b w:val="0"/>
              </w:rPr>
            </w:pPr>
            <w:r w:rsidRPr="00AF40FC">
              <w:rPr>
                <w:b w:val="0"/>
              </w:rPr>
              <w:t>Specialistas pasirašo E025 dokumentą.</w:t>
            </w:r>
          </w:p>
        </w:tc>
      </w:tr>
    </w:tbl>
    <w:p w:rsidR="00B72873" w:rsidRPr="00AF40FC" w:rsidRDefault="00B72873" w:rsidP="00B72873"/>
    <w:p w:rsidR="00CB007B" w:rsidRPr="00DB39B2" w:rsidRDefault="00CB007B" w:rsidP="00CB007B">
      <w:pPr>
        <w:rPr>
          <w:lang w:val="et-EE"/>
        </w:rPr>
      </w:pPr>
    </w:p>
    <w:p w:rsidR="00ED7695" w:rsidRPr="00370C50" w:rsidRDefault="00B72873" w:rsidP="00B00FF8">
      <w:pPr>
        <w:pStyle w:val="Antrat1"/>
        <w:numPr>
          <w:ilvl w:val="0"/>
          <w:numId w:val="0"/>
        </w:numPr>
        <w:ind w:left="432"/>
      </w:pPr>
      <w:bookmarkStart w:id="8" w:name="_Toc118465494"/>
      <w:r w:rsidRPr="0056538E">
        <w:lastRenderedPageBreak/>
        <w:t>10. E048 specialisto konsultavimo užduoties vykdymas</w:t>
      </w:r>
      <w:bookmarkEnd w:id="8"/>
    </w:p>
    <w:p w:rsidR="002D1BA2" w:rsidRPr="00AF40FC" w:rsidRDefault="002D1BA2" w:rsidP="002D1BA2">
      <w:pPr>
        <w:pStyle w:val="Alnostext"/>
      </w:pPr>
      <w:r w:rsidRPr="00A71A9A">
        <w:rPr>
          <w:b/>
        </w:rPr>
        <w:t>Trumpas aprašymas</w:t>
      </w:r>
      <w:r w:rsidRPr="00AF40FC">
        <w:t>:</w:t>
      </w:r>
    </w:p>
    <w:p w:rsidR="002A2804" w:rsidRDefault="002A2804" w:rsidP="002A2804">
      <w:pPr>
        <w:jc w:val="both"/>
      </w:pPr>
      <w:r>
        <w:t xml:space="preserve">Rengiant E048 pažymą specialistai pagal užduotis konsultuoja apie paciento sveikatą, </w:t>
      </w:r>
      <w:proofErr w:type="spellStart"/>
      <w:r>
        <w:t>t.y</w:t>
      </w:r>
      <w:proofErr w:type="spellEnd"/>
      <w:r>
        <w:t>. teikia E025 dokumentus.</w:t>
      </w:r>
    </w:p>
    <w:p w:rsidR="00B72873" w:rsidRPr="0004283B" w:rsidRDefault="00B72873" w:rsidP="00385061">
      <w:pPr>
        <w:jc w:val="center"/>
      </w:pPr>
      <w:r>
        <w:rPr>
          <w:noProof/>
          <w:lang w:eastAsia="lt-LT"/>
        </w:rPr>
        <w:drawing>
          <wp:inline distT="0" distB="0" distL="0" distR="0">
            <wp:extent cx="2152650" cy="3105150"/>
            <wp:effectExtent l="0" t="0" r="0" b="0"/>
            <wp:docPr id="106" name="Picture -876550872.jpg" descr="-8765508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-876550872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873" w:rsidRPr="0004283B" w:rsidRDefault="00B72873" w:rsidP="00385061">
      <w:pPr>
        <w:pStyle w:val="Captionpicture"/>
        <w:tabs>
          <w:tab w:val="clear" w:pos="360"/>
          <w:tab w:val="num" w:pos="1418"/>
        </w:tabs>
        <w:ind w:left="1418" w:hanging="1418"/>
      </w:pPr>
      <w:r>
        <w:t>„10. E048 specialisto konsultavimo užduoties vykdymas“ scenarijus</w:t>
      </w:r>
      <w:r w:rsidR="00E870BC">
        <w:t>.</w:t>
      </w:r>
    </w:p>
    <w:p w:rsidR="00B72873" w:rsidRDefault="00B72873" w:rsidP="00B72873">
      <w:pPr>
        <w:rPr>
          <w:lang w:val="en-US"/>
        </w:rPr>
      </w:pPr>
    </w:p>
    <w:p w:rsidR="00B72873" w:rsidRPr="00AF40FC" w:rsidRDefault="00B72873" w:rsidP="00B72873">
      <w:pPr>
        <w:pStyle w:val="Alnostext"/>
      </w:pPr>
      <w:r w:rsidRPr="00A71A9A">
        <w:rPr>
          <w:b/>
        </w:rPr>
        <w:t>Scenarijaus žingsnių aprašymas</w:t>
      </w:r>
      <w:r w:rsidRPr="00AF40FC">
        <w:t>:</w:t>
      </w:r>
    </w:p>
    <w:tbl>
      <w:tblPr>
        <w:tblStyle w:val="RClentel"/>
        <w:tblW w:w="0" w:type="auto"/>
        <w:tblLook w:val="04E0" w:firstRow="1" w:lastRow="1" w:firstColumn="1" w:lastColumn="0" w:noHBand="0" w:noVBand="1"/>
      </w:tblPr>
      <w:tblGrid>
        <w:gridCol w:w="5464"/>
        <w:gridCol w:w="4172"/>
      </w:tblGrid>
      <w:tr w:rsidR="00B72873" w:rsidRPr="00AF40FC" w:rsidTr="00B83B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</w:trPr>
        <w:tc>
          <w:tcPr>
            <w:tcW w:w="0" w:type="auto"/>
          </w:tcPr>
          <w:p w:rsidR="00B72873" w:rsidRPr="00A71A9A" w:rsidRDefault="00672102" w:rsidP="0074461E">
            <w:r w:rsidRPr="00A71A9A">
              <w:t>Pavadinimas</w:t>
            </w:r>
          </w:p>
        </w:tc>
        <w:tc>
          <w:tcPr>
            <w:tcW w:w="4172" w:type="dxa"/>
          </w:tcPr>
          <w:p w:rsidR="00B72873" w:rsidRPr="00A71A9A" w:rsidRDefault="00672102" w:rsidP="0074461E">
            <w:r w:rsidRPr="00A71A9A">
              <w:t>Aprašymas</w:t>
            </w:r>
          </w:p>
        </w:tc>
      </w:tr>
      <w:tr w:rsidR="00B72873" w:rsidRPr="00AF40FC" w:rsidTr="00B83BA2"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108" name="Picture 1915861059.jpg" descr="191586105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" name="1915861059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01. Užklausti ESPBI IS apie aktyvias paciento E048 specialisto konsultavimo užduotis</w:t>
            </w:r>
          </w:p>
        </w:tc>
        <w:tc>
          <w:tcPr>
            <w:tcW w:w="4172" w:type="dxa"/>
          </w:tcPr>
          <w:p w:rsidR="004A5C57" w:rsidRDefault="00790129">
            <w:r>
              <w:t xml:space="preserve">SPĮ IS užklausia apie aktyvias paciento E048 specialisto konsultavimo užduotis ir gauna atsakymą iš ESPBI IS. Gaunami resursai: </w:t>
            </w:r>
          </w:p>
          <w:p w:rsidR="004A5C57" w:rsidRDefault="00790129">
            <w:r>
              <w:t xml:space="preserve">- </w:t>
            </w:r>
            <w:proofErr w:type="spellStart"/>
            <w:r>
              <w:t>Order</w:t>
            </w:r>
            <w:proofErr w:type="spellEnd"/>
            <w:r>
              <w:t>.</w:t>
            </w:r>
          </w:p>
        </w:tc>
      </w:tr>
      <w:tr w:rsidR="00B72873" w:rsidRPr="00AF40FC" w:rsidTr="00B83B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110" name="Picture 1379373887.jpg" descr="137937388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" name="1379373887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02. Perduoti E025 duomenų rinkinį į ESPBI IS</w:t>
            </w:r>
          </w:p>
        </w:tc>
        <w:tc>
          <w:tcPr>
            <w:tcW w:w="4172" w:type="dxa"/>
          </w:tcPr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SPĮ pateikia E025 duomenų rinkinį į ESPBI IS (E025 duomenų rinkinys suformuotas pagal specialisto įvestus duomenis). Perduodami resursai: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</w:rPr>
              <w:t>Composition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</w:tr>
      <w:tr w:rsidR="00B72873" w:rsidRPr="00AF40FC" w:rsidTr="00B83BA2"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112" name="Picture 754384670.jpg" descr="75438467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" name="754384670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03. Pasirašyti E025 dokumentą</w:t>
            </w:r>
          </w:p>
        </w:tc>
        <w:tc>
          <w:tcPr>
            <w:tcW w:w="4172" w:type="dxa"/>
          </w:tcPr>
          <w:p w:rsidR="004A5C57" w:rsidRDefault="00790129">
            <w:r>
              <w:t>Specialistas pasirašo E025 dokumentą.</w:t>
            </w:r>
          </w:p>
        </w:tc>
      </w:tr>
      <w:tr w:rsidR="00B72873" w:rsidRPr="00AF40FC" w:rsidTr="00B83BA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:rsidR="00B72873" w:rsidRPr="00AF40FC" w:rsidRDefault="00B72873" w:rsidP="0074461E">
            <w:pPr>
              <w:rPr>
                <w:b w:val="0"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114" name="Picture -1184699014.jpg" descr="-11846990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" name="-1184699014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rPr>
                <w:b w:val="0"/>
              </w:rPr>
              <w:t>04. Pažymėti specialisto konsultavimo užduotį atlikta</w:t>
            </w:r>
          </w:p>
        </w:tc>
        <w:tc>
          <w:tcPr>
            <w:tcW w:w="4172" w:type="dxa"/>
          </w:tcPr>
          <w:p w:rsidR="00B72873" w:rsidRPr="00AF40FC" w:rsidRDefault="00B72873" w:rsidP="0074461E">
            <w:pPr>
              <w:rPr>
                <w:b w:val="0"/>
              </w:rPr>
            </w:pPr>
            <w:r w:rsidRPr="00AF40FC">
              <w:rPr>
                <w:b w:val="0"/>
              </w:rPr>
              <w:t xml:space="preserve">SPĮ IS pateikia atnaujintą specialisto konsultavimo užduoties duomenų rinkinį. </w:t>
            </w:r>
            <w:r w:rsidRPr="00AF40FC">
              <w:rPr>
                <w:b w:val="0"/>
              </w:rPr>
              <w:lastRenderedPageBreak/>
              <w:t xml:space="preserve">Perduodami resursai: </w:t>
            </w:r>
            <w:r w:rsidRPr="00AF40FC">
              <w:rPr>
                <w:b w:val="0"/>
              </w:rPr>
              <w:br/>
              <w:t xml:space="preserve">- </w:t>
            </w:r>
            <w:proofErr w:type="spellStart"/>
            <w:r w:rsidRPr="00AF40FC">
              <w:rPr>
                <w:b w:val="0"/>
              </w:rPr>
              <w:t>Order</w:t>
            </w:r>
            <w:proofErr w:type="spellEnd"/>
            <w:r w:rsidRPr="00AF40FC">
              <w:rPr>
                <w:b w:val="0"/>
              </w:rPr>
              <w:t xml:space="preserve">: </w:t>
            </w:r>
            <w:r w:rsidRPr="00AF40FC">
              <w:rPr>
                <w:b w:val="0"/>
              </w:rPr>
              <w:br/>
              <w:t xml:space="preserve">-- Užduoties būsena turi būti pakeista į „Atlikta“. </w:t>
            </w:r>
            <w:r w:rsidRPr="00AF40FC">
              <w:rPr>
                <w:b w:val="0"/>
              </w:rPr>
              <w:br/>
              <w:t xml:space="preserve">- </w:t>
            </w:r>
            <w:proofErr w:type="spellStart"/>
            <w:r w:rsidRPr="00AF40FC">
              <w:rPr>
                <w:b w:val="0"/>
              </w:rPr>
              <w:t>OrderResponse</w:t>
            </w:r>
            <w:proofErr w:type="spellEnd"/>
            <w:r w:rsidRPr="00AF40FC">
              <w:rPr>
                <w:b w:val="0"/>
              </w:rPr>
              <w:t>.</w:t>
            </w:r>
          </w:p>
        </w:tc>
      </w:tr>
    </w:tbl>
    <w:p w:rsidR="00B72873" w:rsidRPr="00AF40FC" w:rsidRDefault="00B72873" w:rsidP="00B72873"/>
    <w:p w:rsidR="00CB007B" w:rsidRPr="00DB39B2" w:rsidRDefault="00CB007B" w:rsidP="00CB007B">
      <w:pPr>
        <w:rPr>
          <w:lang w:val="et-EE"/>
        </w:rPr>
      </w:pPr>
    </w:p>
    <w:p w:rsidR="00ED7695" w:rsidRPr="00370C50" w:rsidRDefault="00B72873" w:rsidP="00B00FF8">
      <w:pPr>
        <w:pStyle w:val="Antrat1"/>
        <w:numPr>
          <w:ilvl w:val="0"/>
          <w:numId w:val="0"/>
        </w:numPr>
        <w:ind w:left="432"/>
      </w:pPr>
      <w:bookmarkStart w:id="9" w:name="_Toc118465495"/>
      <w:r w:rsidRPr="0056538E">
        <w:lastRenderedPageBreak/>
        <w:t>11. Galutinės E048 pažymos pateikimas ESPBI IS</w:t>
      </w:r>
      <w:bookmarkEnd w:id="9"/>
    </w:p>
    <w:p w:rsidR="002D1BA2" w:rsidRPr="00AF40FC" w:rsidRDefault="002D1BA2" w:rsidP="002D1BA2">
      <w:pPr>
        <w:pStyle w:val="Alnostext"/>
      </w:pPr>
      <w:r w:rsidRPr="00A71A9A">
        <w:rPr>
          <w:b/>
        </w:rPr>
        <w:t>Trumpas aprašymas</w:t>
      </w:r>
      <w:r w:rsidRPr="00AF40FC">
        <w:t>:</w:t>
      </w:r>
    </w:p>
    <w:p w:rsidR="004A5C57" w:rsidRDefault="00790129">
      <w:pPr>
        <w:spacing w:after="160"/>
        <w:jc w:val="both"/>
      </w:pPr>
      <w:r>
        <w:rPr>
          <w:rFonts w:cs="Arial"/>
        </w:rPr>
        <w:t>Galutinės pažymos pateikimo užduotį vykdantis specialistas susistemina konsultuojančių specialistų įvestą informaciją ir teikia galutinę E048 pažymą.</w:t>
      </w:r>
    </w:p>
    <w:p w:rsidR="00B72873" w:rsidRPr="0004283B" w:rsidRDefault="00B72873" w:rsidP="00385061">
      <w:pPr>
        <w:jc w:val="center"/>
      </w:pPr>
      <w:r>
        <w:rPr>
          <w:noProof/>
          <w:lang w:eastAsia="lt-LT"/>
        </w:rPr>
        <w:drawing>
          <wp:inline distT="0" distB="0" distL="0" distR="0">
            <wp:extent cx="4933950" cy="5038725"/>
            <wp:effectExtent l="0" t="0" r="0" b="0"/>
            <wp:docPr id="116" name="Picture 347677237.jpg" descr="3476772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347677237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503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873" w:rsidRPr="0004283B" w:rsidRDefault="00B72873" w:rsidP="00385061">
      <w:pPr>
        <w:pStyle w:val="Captionpicture"/>
        <w:tabs>
          <w:tab w:val="clear" w:pos="360"/>
          <w:tab w:val="num" w:pos="1418"/>
        </w:tabs>
        <w:ind w:left="1418" w:hanging="1418"/>
      </w:pPr>
      <w:r>
        <w:t>„11. Galutinės E048 pažymos pateikimas ESPBI IS“ scenarijus</w:t>
      </w:r>
      <w:r w:rsidR="00E870BC">
        <w:t>.</w:t>
      </w:r>
    </w:p>
    <w:p w:rsidR="00B72873" w:rsidRDefault="00B72873" w:rsidP="00B72873">
      <w:pPr>
        <w:rPr>
          <w:lang w:val="en-US"/>
        </w:rPr>
      </w:pPr>
    </w:p>
    <w:p w:rsidR="00B72873" w:rsidRPr="00AF40FC" w:rsidRDefault="00B72873" w:rsidP="00B72873">
      <w:pPr>
        <w:pStyle w:val="Alnostext"/>
      </w:pPr>
      <w:r w:rsidRPr="00A71A9A">
        <w:rPr>
          <w:b/>
        </w:rPr>
        <w:t>Scenarijaus žingsnių aprašymas</w:t>
      </w:r>
      <w:r w:rsidRPr="00AF40FC">
        <w:t>:</w:t>
      </w:r>
    </w:p>
    <w:tbl>
      <w:tblPr>
        <w:tblStyle w:val="RClentel"/>
        <w:tblW w:w="0" w:type="auto"/>
        <w:tblLook w:val="04E0" w:firstRow="1" w:lastRow="1" w:firstColumn="1" w:lastColumn="0" w:noHBand="0" w:noVBand="1"/>
      </w:tblPr>
      <w:tblGrid>
        <w:gridCol w:w="5464"/>
        <w:gridCol w:w="4172"/>
      </w:tblGrid>
      <w:tr w:rsidR="00B72873" w:rsidRPr="00AF40FC" w:rsidTr="00B83B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</w:trPr>
        <w:tc>
          <w:tcPr>
            <w:tcW w:w="0" w:type="auto"/>
          </w:tcPr>
          <w:p w:rsidR="00B72873" w:rsidRPr="00A71A9A" w:rsidRDefault="00672102" w:rsidP="0074461E">
            <w:r w:rsidRPr="00A71A9A">
              <w:t>Pavadinimas</w:t>
            </w:r>
          </w:p>
        </w:tc>
        <w:tc>
          <w:tcPr>
            <w:tcW w:w="4172" w:type="dxa"/>
          </w:tcPr>
          <w:p w:rsidR="00B72873" w:rsidRPr="00A71A9A" w:rsidRDefault="00672102" w:rsidP="0074461E">
            <w:r w:rsidRPr="00A71A9A">
              <w:t>Aprašymas</w:t>
            </w:r>
          </w:p>
        </w:tc>
      </w:tr>
      <w:tr w:rsidR="00B72873" w:rsidRPr="00AF40FC" w:rsidTr="00B83BA2"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118" name="Picture -581703568.jpg" descr="-58170356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" name="-581703568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01. Užklausti ESPBI IS apie aktyvias paciento E048 galutinės pažymos pateikimo užduotis</w:t>
            </w:r>
          </w:p>
        </w:tc>
        <w:tc>
          <w:tcPr>
            <w:tcW w:w="4172" w:type="dxa"/>
          </w:tcPr>
          <w:p w:rsidR="004A5C57" w:rsidRDefault="00790129">
            <w:r>
              <w:t xml:space="preserve">SPĮ IS užklausia apie aktyvias paciento E048 galutinės pažymos pateikimo užduotis ir gauna atsakymą iš ESPBI IS. Gaunami resursai: </w:t>
            </w:r>
          </w:p>
          <w:p w:rsidR="004A5C57" w:rsidRDefault="00790129">
            <w:r>
              <w:t xml:space="preserve">- </w:t>
            </w:r>
            <w:proofErr w:type="spellStart"/>
            <w:r>
              <w:t>Order</w:t>
            </w:r>
            <w:proofErr w:type="spellEnd"/>
            <w:r>
              <w:t>.</w:t>
            </w:r>
          </w:p>
        </w:tc>
      </w:tr>
      <w:tr w:rsidR="00B72873" w:rsidRPr="00AF40FC" w:rsidTr="00B83B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lastRenderedPageBreak/>
              <w:drawing>
                <wp:inline distT="0" distB="0" distL="0" distR="0">
                  <wp:extent cx="152400" cy="152400"/>
                  <wp:effectExtent l="0" t="0" r="0" b="0"/>
                  <wp:docPr id="120" name="Picture -836169553.jpg" descr="-83616955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" name="-836169553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02. Perduoti E048 specialisto dalies duomenų rinkinį į ESPBI IS</w:t>
            </w:r>
          </w:p>
        </w:tc>
        <w:tc>
          <w:tcPr>
            <w:tcW w:w="4172" w:type="dxa"/>
          </w:tcPr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SPĮ pateikia E048 specialisto dalies duomenų rinkinį į ESPBI IS. Perduodami resursai: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</w:rPr>
              <w:t>Diagnostic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order</w:t>
            </w:r>
            <w:proofErr w:type="spellEnd"/>
            <w:r>
              <w:rPr>
                <w:rFonts w:ascii="Calibri" w:hAnsi="Calibri" w:cs="Calibri"/>
              </w:rPr>
              <w:t xml:space="preserve">.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</w:rPr>
              <w:t>Composition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</w:tr>
      <w:tr w:rsidR="00B72873" w:rsidRPr="00AF40FC" w:rsidTr="00B83BA2"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122" name="Picture 869084578.jpg" descr="86908457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" name="869084578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03. Pasirašyti E048 dokumentą</w:t>
            </w:r>
          </w:p>
        </w:tc>
        <w:tc>
          <w:tcPr>
            <w:tcW w:w="4172" w:type="dxa"/>
          </w:tcPr>
          <w:p w:rsidR="004A5C57" w:rsidRDefault="00790129">
            <w:r>
              <w:t>Specialistas pasirašo E048 dokumentą.</w:t>
            </w:r>
          </w:p>
        </w:tc>
      </w:tr>
      <w:tr w:rsidR="00B72873" w:rsidRPr="00AF40FC" w:rsidTr="00B83B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124" name="Picture 1269397535.jpg" descr="12693975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" name="1269397535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04. Pažymėti galutinės pažymos pateikimo užduotį atlikta</w:t>
            </w:r>
          </w:p>
        </w:tc>
        <w:tc>
          <w:tcPr>
            <w:tcW w:w="4172" w:type="dxa"/>
          </w:tcPr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SPĮ IS pateikia atnaujintą galutinės pažymos pateikimo užduoties duomenų rinkinį. Perduodami resursai: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</w:rPr>
              <w:t>Order</w:t>
            </w:r>
            <w:proofErr w:type="spellEnd"/>
            <w:r>
              <w:rPr>
                <w:rFonts w:ascii="Calibri" w:hAnsi="Calibri" w:cs="Calibri"/>
              </w:rPr>
              <w:t xml:space="preserve">: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-- Užduoties būsena turi būti pakeista į „Atlikta“.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</w:rPr>
              <w:t>OrderResponse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</w:tr>
      <w:tr w:rsidR="00B72873" w:rsidRPr="00AF40FC" w:rsidTr="00B83BA2"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126" name="Picture -506954376.jpg" descr="-50695437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" name="-506954376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05. Perduoti E025 duomenų rinkinį į ESPBI IS</w:t>
            </w:r>
          </w:p>
        </w:tc>
        <w:tc>
          <w:tcPr>
            <w:tcW w:w="4172" w:type="dxa"/>
          </w:tcPr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SPĮ pateikia E025 duomenų rinkinį į ESPBI IS (E025 duomenų rinkinys suformuotas pagal E048 duomenis). Perduodami resursai: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</w:rPr>
              <w:t>Composition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</w:tr>
      <w:tr w:rsidR="00B72873" w:rsidRPr="00AF40FC" w:rsidTr="00B83B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128" name="Picture 163582955.jpg" descr="16358295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" name="163582955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06. Pasirašyti E025 dokumentą</w:t>
            </w:r>
          </w:p>
        </w:tc>
        <w:tc>
          <w:tcPr>
            <w:tcW w:w="4172" w:type="dxa"/>
          </w:tcPr>
          <w:p w:rsidR="004A5C57" w:rsidRDefault="00790129">
            <w:r>
              <w:t>Specialistas pasirašo E025 dokumentą.</w:t>
            </w:r>
          </w:p>
        </w:tc>
      </w:tr>
      <w:tr w:rsidR="00B72873" w:rsidRPr="00AF40FC" w:rsidTr="00B83BA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:rsidR="00B72873" w:rsidRPr="00AF40FC" w:rsidRDefault="00B72873" w:rsidP="0074461E">
            <w:pPr>
              <w:rPr>
                <w:b w:val="0"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130" name="Picture 219528459.jpg" descr="21952845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" name="219528459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rPr>
                <w:b w:val="0"/>
              </w:rPr>
              <w:t>07. Pažymėti specialisto konsultavimo užduotis atšauktomis</w:t>
            </w:r>
          </w:p>
        </w:tc>
        <w:tc>
          <w:tcPr>
            <w:tcW w:w="4172" w:type="dxa"/>
          </w:tcPr>
          <w:p w:rsidR="00B72873" w:rsidRPr="00AF40FC" w:rsidRDefault="00B72873" w:rsidP="0074461E">
            <w:pPr>
              <w:rPr>
                <w:b w:val="0"/>
              </w:rPr>
            </w:pPr>
            <w:r w:rsidRPr="00AF40FC">
              <w:rPr>
                <w:b w:val="0"/>
              </w:rPr>
              <w:t xml:space="preserve">SPĮ IS pateikia atnaujintą specialisto konsultavimo kūrimo užduoties duomenų rinkinį. Perduodami resursai: </w:t>
            </w:r>
            <w:r w:rsidRPr="00AF40FC">
              <w:rPr>
                <w:b w:val="0"/>
              </w:rPr>
              <w:br/>
              <w:t xml:space="preserve">- </w:t>
            </w:r>
            <w:proofErr w:type="spellStart"/>
            <w:r w:rsidRPr="00AF40FC">
              <w:rPr>
                <w:b w:val="0"/>
              </w:rPr>
              <w:t>Order</w:t>
            </w:r>
            <w:proofErr w:type="spellEnd"/>
            <w:r w:rsidRPr="00AF40FC">
              <w:rPr>
                <w:b w:val="0"/>
              </w:rPr>
              <w:t xml:space="preserve">: </w:t>
            </w:r>
            <w:r w:rsidRPr="00AF40FC">
              <w:rPr>
                <w:b w:val="0"/>
              </w:rPr>
              <w:br/>
              <w:t xml:space="preserve">-- Užduoties būsena turi būti pakeista į „Atšaukta“. </w:t>
            </w:r>
            <w:r w:rsidRPr="00AF40FC">
              <w:rPr>
                <w:b w:val="0"/>
              </w:rPr>
              <w:br/>
              <w:t xml:space="preserve">- </w:t>
            </w:r>
            <w:proofErr w:type="spellStart"/>
            <w:r w:rsidRPr="00AF40FC">
              <w:rPr>
                <w:b w:val="0"/>
              </w:rPr>
              <w:t>OrderResponse</w:t>
            </w:r>
            <w:proofErr w:type="spellEnd"/>
            <w:r w:rsidRPr="00AF40FC">
              <w:rPr>
                <w:b w:val="0"/>
              </w:rPr>
              <w:t>.</w:t>
            </w:r>
          </w:p>
        </w:tc>
      </w:tr>
    </w:tbl>
    <w:p w:rsidR="00B72873" w:rsidRPr="00AF40FC" w:rsidRDefault="00B72873" w:rsidP="00B72873"/>
    <w:p w:rsidR="00CB007B" w:rsidRPr="00DB39B2" w:rsidRDefault="00CB007B" w:rsidP="00CB007B">
      <w:pPr>
        <w:rPr>
          <w:lang w:val="et-EE"/>
        </w:rPr>
      </w:pPr>
    </w:p>
    <w:p w:rsidR="00ED7695" w:rsidRPr="00370C50" w:rsidRDefault="00B72873" w:rsidP="00B00FF8">
      <w:pPr>
        <w:pStyle w:val="Antrat1"/>
        <w:numPr>
          <w:ilvl w:val="0"/>
          <w:numId w:val="0"/>
        </w:numPr>
        <w:ind w:left="432"/>
      </w:pPr>
      <w:bookmarkStart w:id="10" w:name="_Toc118465496"/>
      <w:r w:rsidRPr="0056538E">
        <w:lastRenderedPageBreak/>
        <w:t>12. E049 pažymos sukūrimas ESPBI IS</w:t>
      </w:r>
      <w:bookmarkEnd w:id="10"/>
    </w:p>
    <w:p w:rsidR="002D1BA2" w:rsidRPr="00AF40FC" w:rsidRDefault="002D1BA2" w:rsidP="002D1BA2">
      <w:pPr>
        <w:pStyle w:val="Alnostext"/>
      </w:pPr>
      <w:r w:rsidRPr="00A71A9A">
        <w:rPr>
          <w:b/>
        </w:rPr>
        <w:t>Trumpas aprašymas</w:t>
      </w:r>
      <w:r w:rsidRPr="00AF40FC">
        <w:t>:</w:t>
      </w:r>
    </w:p>
    <w:p w:rsidR="004A5C57" w:rsidRDefault="00790129">
      <w:pPr>
        <w:spacing w:after="160"/>
        <w:jc w:val="both"/>
      </w:pPr>
      <w:r>
        <w:rPr>
          <w:rFonts w:cs="Arial"/>
        </w:rPr>
        <w:t xml:space="preserve">E049 pildymo procesas: </w:t>
      </w:r>
    </w:p>
    <w:p w:rsidR="004A5C57" w:rsidRDefault="00790129">
      <w:pPr>
        <w:spacing w:after="160"/>
        <w:jc w:val="both"/>
      </w:pPr>
      <w:r>
        <w:rPr>
          <w:rFonts w:cs="Arial"/>
        </w:rPr>
        <w:t xml:space="preserve">- Pirmiausia pateikiama dalinai užpildyta E049 pažyma, sukuriamos specialisto konsultavimo ir galutinės pažymos pateikimo užduotys. </w:t>
      </w:r>
    </w:p>
    <w:p w:rsidR="004A5C57" w:rsidRDefault="00790129">
      <w:pPr>
        <w:spacing w:after="160"/>
        <w:jc w:val="both"/>
      </w:pPr>
      <w:r>
        <w:rPr>
          <w:rFonts w:cs="Arial"/>
        </w:rPr>
        <w:t xml:space="preserve">- Po to specialistai konsultuoja - teikia E025 dokumentus ir atnaujina E049 pažymas. </w:t>
      </w:r>
    </w:p>
    <w:p w:rsidR="004A5C57" w:rsidRDefault="00790129">
      <w:pPr>
        <w:spacing w:after="160"/>
        <w:jc w:val="both"/>
      </w:pPr>
      <w:r>
        <w:rPr>
          <w:rFonts w:cs="Arial"/>
        </w:rPr>
        <w:t>- Galutinės pažymos pateikimo užduotį vykdantis specialistas pagal konsultuojančių specialistų įvestą informaciją pateikia galutinę išvadą ir galutinę E049 pažymą.</w:t>
      </w:r>
    </w:p>
    <w:p w:rsidR="00B72873" w:rsidRPr="0004283B" w:rsidRDefault="00B72873" w:rsidP="00385061">
      <w:pPr>
        <w:jc w:val="center"/>
      </w:pPr>
      <w:r>
        <w:rPr>
          <w:noProof/>
          <w:lang w:eastAsia="lt-LT"/>
        </w:rPr>
        <w:drawing>
          <wp:inline distT="0" distB="0" distL="0" distR="0">
            <wp:extent cx="4695825" cy="3248025"/>
            <wp:effectExtent l="0" t="0" r="0" b="0"/>
            <wp:docPr id="132" name="Picture -1120077304.jpg" descr="-11200773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-1120077304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324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873" w:rsidRPr="0004283B" w:rsidRDefault="00B72873" w:rsidP="00385061">
      <w:pPr>
        <w:pStyle w:val="Captionpicture"/>
        <w:tabs>
          <w:tab w:val="clear" w:pos="360"/>
          <w:tab w:val="num" w:pos="1418"/>
        </w:tabs>
        <w:ind w:left="1418" w:hanging="1418"/>
      </w:pPr>
      <w:r>
        <w:t>„12. E049 pažymos sukūrimas ESPBI IS“ scenarijus</w:t>
      </w:r>
      <w:r w:rsidR="00E870BC">
        <w:t>.</w:t>
      </w:r>
    </w:p>
    <w:p w:rsidR="00B72873" w:rsidRDefault="00B72873" w:rsidP="00B72873">
      <w:pPr>
        <w:rPr>
          <w:lang w:val="en-US"/>
        </w:rPr>
      </w:pPr>
    </w:p>
    <w:p w:rsidR="00B72873" w:rsidRPr="00AF40FC" w:rsidRDefault="00B72873" w:rsidP="00B72873">
      <w:pPr>
        <w:pStyle w:val="Alnostext"/>
      </w:pPr>
      <w:r w:rsidRPr="00A71A9A">
        <w:rPr>
          <w:b/>
        </w:rPr>
        <w:t>Scenarijaus žingsnių aprašymas</w:t>
      </w:r>
      <w:r w:rsidRPr="00AF40FC">
        <w:t>:</w:t>
      </w:r>
    </w:p>
    <w:tbl>
      <w:tblPr>
        <w:tblStyle w:val="RClentel"/>
        <w:tblW w:w="0" w:type="auto"/>
        <w:tblLook w:val="04E0" w:firstRow="1" w:lastRow="1" w:firstColumn="1" w:lastColumn="0" w:noHBand="0" w:noVBand="1"/>
      </w:tblPr>
      <w:tblGrid>
        <w:gridCol w:w="4751"/>
        <w:gridCol w:w="4172"/>
      </w:tblGrid>
      <w:tr w:rsidR="00B72873" w:rsidRPr="00AF40FC" w:rsidTr="00B83B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</w:trPr>
        <w:tc>
          <w:tcPr>
            <w:tcW w:w="0" w:type="auto"/>
          </w:tcPr>
          <w:p w:rsidR="00B72873" w:rsidRPr="00A71A9A" w:rsidRDefault="00672102" w:rsidP="0074461E">
            <w:r w:rsidRPr="00A71A9A">
              <w:t>Pavadinimas</w:t>
            </w:r>
          </w:p>
        </w:tc>
        <w:tc>
          <w:tcPr>
            <w:tcW w:w="4172" w:type="dxa"/>
          </w:tcPr>
          <w:p w:rsidR="00B72873" w:rsidRPr="00A71A9A" w:rsidRDefault="00672102" w:rsidP="0074461E">
            <w:r w:rsidRPr="00A71A9A">
              <w:t>Aprašymas</w:t>
            </w:r>
          </w:p>
        </w:tc>
      </w:tr>
      <w:tr w:rsidR="00B72873" w:rsidRPr="00AF40FC" w:rsidTr="00B83BA2"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134" name="Picture -1837888881.jpg" descr="-183788888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" name="-1837888881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01. Perduoti E049 duomenų rinkinį į ESPBI IS</w:t>
            </w:r>
          </w:p>
        </w:tc>
        <w:tc>
          <w:tcPr>
            <w:tcW w:w="4172" w:type="dxa"/>
          </w:tcPr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SPĮ IS pateikia E049 duomenų rinkinį į ESPBI IS. Perduodami resursai: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</w:rPr>
              <w:t>Diagnostic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order</w:t>
            </w:r>
            <w:proofErr w:type="spellEnd"/>
            <w:r>
              <w:rPr>
                <w:rFonts w:ascii="Calibri" w:hAnsi="Calibri" w:cs="Calibri"/>
              </w:rPr>
              <w:t xml:space="preserve">.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</w:rPr>
              <w:t>Composition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</w:tr>
      <w:tr w:rsidR="00B72873" w:rsidRPr="00AF40FC" w:rsidTr="00B83B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136" name="Picture -140147647.jpg" descr="-14014764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" name="-140147647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02. Sukurti specialisto konsultavimo užduotis</w:t>
            </w:r>
          </w:p>
        </w:tc>
        <w:tc>
          <w:tcPr>
            <w:tcW w:w="4172" w:type="dxa"/>
          </w:tcPr>
          <w:p w:rsidR="004A5C57" w:rsidRDefault="00790129">
            <w:r>
              <w:t xml:space="preserve">SPĮ IS pateikia E049 specialisto konsultavimo užduotis į ESPBI IS. Perduodami resursai: </w:t>
            </w:r>
          </w:p>
          <w:p w:rsidR="004A5C57" w:rsidRDefault="00790129">
            <w:r>
              <w:lastRenderedPageBreak/>
              <w:t xml:space="preserve">- </w:t>
            </w:r>
            <w:proofErr w:type="spellStart"/>
            <w:r>
              <w:t>Order</w:t>
            </w:r>
            <w:proofErr w:type="spellEnd"/>
            <w:r>
              <w:t>.</w:t>
            </w:r>
          </w:p>
        </w:tc>
      </w:tr>
      <w:tr w:rsidR="00B72873" w:rsidRPr="00AF40FC" w:rsidTr="00B83BA2"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lastRenderedPageBreak/>
              <w:drawing>
                <wp:inline distT="0" distB="0" distL="0" distR="0">
                  <wp:extent cx="152400" cy="152400"/>
                  <wp:effectExtent l="0" t="0" r="0" b="0"/>
                  <wp:docPr id="138" name="Picture 1581154055.jpg" descr="158115405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" name="1581154055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03. Sukurti galutinės pažymos pateikimo užduotį</w:t>
            </w:r>
          </w:p>
        </w:tc>
        <w:tc>
          <w:tcPr>
            <w:tcW w:w="4172" w:type="dxa"/>
          </w:tcPr>
          <w:p w:rsidR="004A5C57" w:rsidRDefault="00790129">
            <w:r>
              <w:t xml:space="preserve">SPĮ IS pateikia E049 galutinės pažymos pateikimo užduotį į ESPBI IS. Perduodami resursai: </w:t>
            </w:r>
          </w:p>
          <w:p w:rsidR="004A5C57" w:rsidRDefault="00790129">
            <w:r>
              <w:t xml:space="preserve">- </w:t>
            </w:r>
            <w:proofErr w:type="spellStart"/>
            <w:r>
              <w:t>Order</w:t>
            </w:r>
            <w:proofErr w:type="spellEnd"/>
            <w:r>
              <w:t>.</w:t>
            </w:r>
          </w:p>
        </w:tc>
      </w:tr>
      <w:tr w:rsidR="00B72873" w:rsidRPr="00AF40FC" w:rsidTr="00B83B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140" name="Picture -833813427.jpg" descr="-8338134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" name="-833813427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04. Perduoti E025 duomenų rinkinį į ESPBI IS</w:t>
            </w:r>
          </w:p>
        </w:tc>
        <w:tc>
          <w:tcPr>
            <w:tcW w:w="4172" w:type="dxa"/>
          </w:tcPr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SPĮ pateikia E025 duomenų rinkinį į ESPBI IS (E025 duomenų rinkinys suformuotas pagal E049 duomenis). Perduodami resursai: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</w:rPr>
              <w:t>Composition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</w:tr>
      <w:tr w:rsidR="00B72873" w:rsidRPr="00AF40FC" w:rsidTr="00B83BA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:rsidR="00B72873" w:rsidRPr="00AF40FC" w:rsidRDefault="00B72873" w:rsidP="0074461E">
            <w:pPr>
              <w:rPr>
                <w:b w:val="0"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142" name="Picture -295975960.jpg" descr="-29597596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" name="-295975960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rPr>
                <w:b w:val="0"/>
              </w:rPr>
              <w:t>05. Pasirašyti E025 dokumentą</w:t>
            </w:r>
          </w:p>
        </w:tc>
        <w:tc>
          <w:tcPr>
            <w:tcW w:w="4172" w:type="dxa"/>
          </w:tcPr>
          <w:p w:rsidR="00B72873" w:rsidRPr="00AF40FC" w:rsidRDefault="00B72873" w:rsidP="0074461E">
            <w:pPr>
              <w:rPr>
                <w:b w:val="0"/>
              </w:rPr>
            </w:pPr>
            <w:r w:rsidRPr="00AF40FC">
              <w:rPr>
                <w:b w:val="0"/>
              </w:rPr>
              <w:t>Specialistas pasirašo E025 dokumentą.</w:t>
            </w:r>
          </w:p>
        </w:tc>
      </w:tr>
    </w:tbl>
    <w:p w:rsidR="00B72873" w:rsidRPr="00AF40FC" w:rsidRDefault="00B72873" w:rsidP="00B72873"/>
    <w:p w:rsidR="00CB007B" w:rsidRPr="00DB39B2" w:rsidRDefault="00CB007B" w:rsidP="00CB007B">
      <w:pPr>
        <w:rPr>
          <w:lang w:val="et-EE"/>
        </w:rPr>
      </w:pPr>
    </w:p>
    <w:p w:rsidR="00ED7695" w:rsidRPr="00370C50" w:rsidRDefault="00B72873" w:rsidP="00B00FF8">
      <w:pPr>
        <w:pStyle w:val="Antrat1"/>
        <w:numPr>
          <w:ilvl w:val="0"/>
          <w:numId w:val="0"/>
        </w:numPr>
        <w:ind w:left="432"/>
      </w:pPr>
      <w:bookmarkStart w:id="11" w:name="_Toc118465497"/>
      <w:r w:rsidRPr="0056538E">
        <w:lastRenderedPageBreak/>
        <w:t>13. E049 specialisto konsultavimo užduoties vykdymas</w:t>
      </w:r>
      <w:bookmarkEnd w:id="11"/>
    </w:p>
    <w:p w:rsidR="002D1BA2" w:rsidRPr="00AF40FC" w:rsidRDefault="002D1BA2" w:rsidP="002D1BA2">
      <w:pPr>
        <w:pStyle w:val="Alnostext"/>
      </w:pPr>
      <w:r w:rsidRPr="00A71A9A">
        <w:rPr>
          <w:b/>
        </w:rPr>
        <w:t>Trumpas aprašymas</w:t>
      </w:r>
      <w:r w:rsidRPr="00AF40FC">
        <w:t>:</w:t>
      </w:r>
    </w:p>
    <w:p w:rsidR="004A5C57" w:rsidRDefault="00790129">
      <w:pPr>
        <w:spacing w:after="160"/>
        <w:jc w:val="both"/>
      </w:pPr>
      <w:r>
        <w:rPr>
          <w:rFonts w:cs="Arial"/>
        </w:rPr>
        <w:t xml:space="preserve">Rengiant E049 pažymą specialistai pagal užduotis konsultuoja apie paciento sveikatą, </w:t>
      </w:r>
      <w:proofErr w:type="spellStart"/>
      <w:r>
        <w:rPr>
          <w:rFonts w:cs="Arial"/>
        </w:rPr>
        <w:t>t.y</w:t>
      </w:r>
      <w:proofErr w:type="spellEnd"/>
      <w:r>
        <w:rPr>
          <w:rFonts w:cs="Arial"/>
        </w:rPr>
        <w:t>. teikia E025 dokumentus ir atnaujintus E049 dokumentus.</w:t>
      </w:r>
    </w:p>
    <w:p w:rsidR="00B72873" w:rsidRPr="0004283B" w:rsidRDefault="00B72873" w:rsidP="00385061">
      <w:pPr>
        <w:jc w:val="center"/>
      </w:pPr>
      <w:r>
        <w:rPr>
          <w:noProof/>
          <w:lang w:eastAsia="lt-LT"/>
        </w:rPr>
        <w:drawing>
          <wp:inline distT="0" distB="0" distL="0" distR="0">
            <wp:extent cx="2152650" cy="3590925"/>
            <wp:effectExtent l="0" t="0" r="0" b="0"/>
            <wp:docPr id="144" name="Picture -790397350.jpg" descr="-7903973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-790397350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359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873" w:rsidRPr="0004283B" w:rsidRDefault="00B72873" w:rsidP="00385061">
      <w:pPr>
        <w:pStyle w:val="Captionpicture"/>
        <w:tabs>
          <w:tab w:val="clear" w:pos="360"/>
          <w:tab w:val="num" w:pos="1418"/>
        </w:tabs>
        <w:ind w:left="1418" w:hanging="1418"/>
      </w:pPr>
      <w:r>
        <w:t>„13. E049 specialisto konsultavimo užduoties vykdymas“ scenarijus</w:t>
      </w:r>
      <w:r w:rsidR="00E870BC">
        <w:t>.</w:t>
      </w:r>
    </w:p>
    <w:p w:rsidR="00B72873" w:rsidRDefault="00B72873" w:rsidP="00B72873">
      <w:pPr>
        <w:rPr>
          <w:lang w:val="en-US"/>
        </w:rPr>
      </w:pPr>
    </w:p>
    <w:p w:rsidR="00B72873" w:rsidRPr="00AF40FC" w:rsidRDefault="00B72873" w:rsidP="00B72873">
      <w:pPr>
        <w:pStyle w:val="Alnostext"/>
      </w:pPr>
      <w:r w:rsidRPr="00A71A9A">
        <w:rPr>
          <w:b/>
        </w:rPr>
        <w:t>Scenarijaus žingsnių aprašymas</w:t>
      </w:r>
      <w:r w:rsidRPr="00AF40FC">
        <w:t>:</w:t>
      </w:r>
    </w:p>
    <w:tbl>
      <w:tblPr>
        <w:tblStyle w:val="RClentel"/>
        <w:tblW w:w="0" w:type="auto"/>
        <w:tblLook w:val="04E0" w:firstRow="1" w:lastRow="1" w:firstColumn="1" w:lastColumn="0" w:noHBand="0" w:noVBand="1"/>
      </w:tblPr>
      <w:tblGrid>
        <w:gridCol w:w="5464"/>
        <w:gridCol w:w="4172"/>
      </w:tblGrid>
      <w:tr w:rsidR="00B72873" w:rsidRPr="00AF40FC" w:rsidTr="00B83B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</w:trPr>
        <w:tc>
          <w:tcPr>
            <w:tcW w:w="0" w:type="auto"/>
          </w:tcPr>
          <w:p w:rsidR="00B72873" w:rsidRPr="00A71A9A" w:rsidRDefault="00672102" w:rsidP="0074461E">
            <w:r w:rsidRPr="00A71A9A">
              <w:t>Pavadinimas</w:t>
            </w:r>
          </w:p>
        </w:tc>
        <w:tc>
          <w:tcPr>
            <w:tcW w:w="4172" w:type="dxa"/>
          </w:tcPr>
          <w:p w:rsidR="00B72873" w:rsidRPr="00A71A9A" w:rsidRDefault="00672102" w:rsidP="0074461E">
            <w:r w:rsidRPr="00A71A9A">
              <w:t>Aprašymas</w:t>
            </w:r>
          </w:p>
        </w:tc>
      </w:tr>
      <w:tr w:rsidR="00B72873" w:rsidRPr="00AF40FC" w:rsidTr="00B83BA2"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146" name="Picture 871303699.jpg" descr="87130369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" name="871303699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01. Užklausti ESPBI IS apie aktyvias paciento E049 specialisto konsultavimo užduotis</w:t>
            </w:r>
          </w:p>
        </w:tc>
        <w:tc>
          <w:tcPr>
            <w:tcW w:w="4172" w:type="dxa"/>
          </w:tcPr>
          <w:p w:rsidR="004A5C57" w:rsidRDefault="00790129">
            <w:r>
              <w:t xml:space="preserve">SPĮ IS užklausia apie aktyvias paciento E049 specialisto konsultavimo užduotis ir gauna atsakymą iš ESPBI IS. Gaunami resursai: </w:t>
            </w:r>
          </w:p>
          <w:p w:rsidR="004A5C57" w:rsidRDefault="00790129">
            <w:r>
              <w:t xml:space="preserve">- </w:t>
            </w:r>
            <w:proofErr w:type="spellStart"/>
            <w:r>
              <w:t>Order</w:t>
            </w:r>
            <w:proofErr w:type="spellEnd"/>
            <w:r>
              <w:t>.</w:t>
            </w:r>
          </w:p>
        </w:tc>
      </w:tr>
      <w:tr w:rsidR="00B72873" w:rsidRPr="00AF40FC" w:rsidTr="00B83B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148" name="Picture 1580839376.jpg" descr="158083937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" name="1580839376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02. Perduoti E025 duomenų rinkinį į ESPBI IS</w:t>
            </w:r>
          </w:p>
        </w:tc>
        <w:tc>
          <w:tcPr>
            <w:tcW w:w="4172" w:type="dxa"/>
          </w:tcPr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SPĮ pateikia E025 duomenų rinkinį į ESPBI IS (E025 duomenų rinkinys suformuotas pagal specialisto įvestus duomenis). Perduodami resursai: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</w:rPr>
              <w:t>Composition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</w:tr>
      <w:tr w:rsidR="00B72873" w:rsidRPr="00AF40FC" w:rsidTr="00B83BA2"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lastRenderedPageBreak/>
              <w:drawing>
                <wp:inline distT="0" distB="0" distL="0" distR="0">
                  <wp:extent cx="152400" cy="152400"/>
                  <wp:effectExtent l="0" t="0" r="0" b="0"/>
                  <wp:docPr id="150" name="Picture 1607340083.jpg" descr="160734008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" name="1607340083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03. Pasirašyti E025 dokumentą</w:t>
            </w:r>
          </w:p>
        </w:tc>
        <w:tc>
          <w:tcPr>
            <w:tcW w:w="4172" w:type="dxa"/>
          </w:tcPr>
          <w:p w:rsidR="004A5C57" w:rsidRDefault="00790129">
            <w:r>
              <w:t>Specialistas pasirašo E025 dokumentą.</w:t>
            </w:r>
          </w:p>
        </w:tc>
      </w:tr>
      <w:tr w:rsidR="00B72873" w:rsidRPr="00AF40FC" w:rsidTr="00B83B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152" name="Picture 990994710.jpg" descr="9909947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" name="990994710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04. Perduoti E049 duomenų rinkinį į ESPBI IS</w:t>
            </w:r>
          </w:p>
        </w:tc>
        <w:tc>
          <w:tcPr>
            <w:tcW w:w="4172" w:type="dxa"/>
          </w:tcPr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SPĮ IS pateikia atnaujintą E049 duomenų rinkinį į ESPBI IS. Perduodami resursai: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</w:rPr>
              <w:t>Diagnostic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order</w:t>
            </w:r>
            <w:proofErr w:type="spellEnd"/>
            <w:r>
              <w:rPr>
                <w:rFonts w:ascii="Calibri" w:hAnsi="Calibri" w:cs="Calibri"/>
              </w:rPr>
              <w:t xml:space="preserve">.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</w:rPr>
              <w:t>Composition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</w:tr>
      <w:tr w:rsidR="00B72873" w:rsidRPr="00AF40FC" w:rsidTr="00B83BA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:rsidR="00B72873" w:rsidRPr="00AF40FC" w:rsidRDefault="00B72873" w:rsidP="0074461E">
            <w:pPr>
              <w:rPr>
                <w:b w:val="0"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154" name="Picture -1481809619.jpg" descr="-14818096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" name="-1481809619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rPr>
                <w:b w:val="0"/>
              </w:rPr>
              <w:t>05. Pažymėti specialisto konsultavimo užduotį atlikta</w:t>
            </w:r>
          </w:p>
        </w:tc>
        <w:tc>
          <w:tcPr>
            <w:tcW w:w="4172" w:type="dxa"/>
          </w:tcPr>
          <w:p w:rsidR="00B72873" w:rsidRPr="00AF40FC" w:rsidRDefault="00B72873" w:rsidP="0074461E">
            <w:pPr>
              <w:rPr>
                <w:b w:val="0"/>
              </w:rPr>
            </w:pPr>
            <w:r w:rsidRPr="00AF40FC">
              <w:rPr>
                <w:b w:val="0"/>
              </w:rPr>
              <w:t xml:space="preserve">SPĮ IS pateikia atnaujintą specialisto konsultavimo užduoties duomenų rinkinį. Perduodami resursai: </w:t>
            </w:r>
            <w:r w:rsidRPr="00AF40FC">
              <w:rPr>
                <w:b w:val="0"/>
              </w:rPr>
              <w:br/>
              <w:t xml:space="preserve">- </w:t>
            </w:r>
            <w:proofErr w:type="spellStart"/>
            <w:r w:rsidRPr="00AF40FC">
              <w:rPr>
                <w:b w:val="0"/>
              </w:rPr>
              <w:t>Order</w:t>
            </w:r>
            <w:proofErr w:type="spellEnd"/>
            <w:r w:rsidRPr="00AF40FC">
              <w:rPr>
                <w:b w:val="0"/>
              </w:rPr>
              <w:t xml:space="preserve">: </w:t>
            </w:r>
            <w:r w:rsidRPr="00AF40FC">
              <w:rPr>
                <w:b w:val="0"/>
              </w:rPr>
              <w:br/>
              <w:t xml:space="preserve">-- Užduoties būsena turi būti pakeista į „Atlikta“. </w:t>
            </w:r>
            <w:r w:rsidRPr="00AF40FC">
              <w:rPr>
                <w:b w:val="0"/>
              </w:rPr>
              <w:br/>
              <w:t xml:space="preserve">- </w:t>
            </w:r>
            <w:proofErr w:type="spellStart"/>
            <w:r w:rsidRPr="00AF40FC">
              <w:rPr>
                <w:b w:val="0"/>
              </w:rPr>
              <w:t>OrderResponse</w:t>
            </w:r>
            <w:proofErr w:type="spellEnd"/>
            <w:r w:rsidRPr="00AF40FC">
              <w:rPr>
                <w:b w:val="0"/>
              </w:rPr>
              <w:t>.</w:t>
            </w:r>
          </w:p>
        </w:tc>
      </w:tr>
    </w:tbl>
    <w:p w:rsidR="00B72873" w:rsidRPr="00AF40FC" w:rsidRDefault="00B72873" w:rsidP="00B72873"/>
    <w:p w:rsidR="00CB007B" w:rsidRPr="00DB39B2" w:rsidRDefault="00CB007B" w:rsidP="00CB007B">
      <w:pPr>
        <w:rPr>
          <w:lang w:val="et-EE"/>
        </w:rPr>
      </w:pPr>
    </w:p>
    <w:p w:rsidR="00ED7695" w:rsidRPr="00370C50" w:rsidRDefault="00B72873" w:rsidP="00B00FF8">
      <w:pPr>
        <w:pStyle w:val="Antrat1"/>
        <w:numPr>
          <w:ilvl w:val="0"/>
          <w:numId w:val="0"/>
        </w:numPr>
        <w:ind w:left="432"/>
      </w:pPr>
      <w:bookmarkStart w:id="12" w:name="_Toc118465498"/>
      <w:r w:rsidRPr="0056538E">
        <w:lastRenderedPageBreak/>
        <w:t>14. Galutinės E049 pažymos pateikimas ESPBI IS</w:t>
      </w:r>
      <w:bookmarkEnd w:id="12"/>
    </w:p>
    <w:p w:rsidR="002D1BA2" w:rsidRPr="00AF40FC" w:rsidRDefault="002D1BA2" w:rsidP="002D1BA2">
      <w:pPr>
        <w:pStyle w:val="Alnostext"/>
      </w:pPr>
      <w:r w:rsidRPr="00A71A9A">
        <w:rPr>
          <w:b/>
        </w:rPr>
        <w:t>Trumpas aprašymas</w:t>
      </w:r>
      <w:r w:rsidRPr="00AF40FC">
        <w:t>:</w:t>
      </w:r>
    </w:p>
    <w:p w:rsidR="004A5C57" w:rsidRDefault="00790129">
      <w:r>
        <w:rPr>
          <w:rFonts w:cs="Arial"/>
        </w:rPr>
        <w:t>Galutinės pažymos pateikimo užduotį vykdantis specialistas pagal konsultuojančių specialistų įvestą informaciją teikia galutinę išvadą ir galutinę E049 pažymą.</w:t>
      </w:r>
    </w:p>
    <w:p w:rsidR="00B72873" w:rsidRPr="0004283B" w:rsidRDefault="00B72873" w:rsidP="00385061">
      <w:pPr>
        <w:jc w:val="center"/>
      </w:pPr>
      <w:r>
        <w:rPr>
          <w:noProof/>
          <w:lang w:eastAsia="lt-LT"/>
        </w:rPr>
        <w:drawing>
          <wp:inline distT="0" distB="0" distL="0" distR="0">
            <wp:extent cx="4791075" cy="5191125"/>
            <wp:effectExtent l="0" t="0" r="0" b="0"/>
            <wp:docPr id="156" name="Picture -1306366799.jpg" descr="-13063667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-1306366799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519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873" w:rsidRPr="0004283B" w:rsidRDefault="00B72873" w:rsidP="00385061">
      <w:pPr>
        <w:pStyle w:val="Captionpicture"/>
        <w:tabs>
          <w:tab w:val="clear" w:pos="360"/>
          <w:tab w:val="num" w:pos="1418"/>
        </w:tabs>
        <w:ind w:left="1418" w:hanging="1418"/>
      </w:pPr>
      <w:r>
        <w:t>„14. Galutinės E049 pažymos pateikimas ESPBI IS“ scenarijus</w:t>
      </w:r>
      <w:r w:rsidR="00E870BC">
        <w:t>.</w:t>
      </w:r>
    </w:p>
    <w:p w:rsidR="00B72873" w:rsidRDefault="00B72873" w:rsidP="00B72873">
      <w:pPr>
        <w:rPr>
          <w:lang w:val="en-US"/>
        </w:rPr>
      </w:pPr>
    </w:p>
    <w:p w:rsidR="00B72873" w:rsidRPr="00AF40FC" w:rsidRDefault="00B72873" w:rsidP="00B72873">
      <w:pPr>
        <w:pStyle w:val="Alnostext"/>
      </w:pPr>
      <w:r w:rsidRPr="00A71A9A">
        <w:rPr>
          <w:b/>
        </w:rPr>
        <w:t>Scenarijaus žingsnių aprašymas</w:t>
      </w:r>
      <w:r w:rsidRPr="00AF40FC">
        <w:t>:</w:t>
      </w:r>
    </w:p>
    <w:tbl>
      <w:tblPr>
        <w:tblStyle w:val="RClentel"/>
        <w:tblW w:w="0" w:type="auto"/>
        <w:tblLook w:val="04E0" w:firstRow="1" w:lastRow="1" w:firstColumn="1" w:lastColumn="0" w:noHBand="0" w:noVBand="1"/>
      </w:tblPr>
      <w:tblGrid>
        <w:gridCol w:w="5464"/>
        <w:gridCol w:w="4172"/>
      </w:tblGrid>
      <w:tr w:rsidR="00B72873" w:rsidRPr="00AF40FC" w:rsidTr="00B83B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</w:trPr>
        <w:tc>
          <w:tcPr>
            <w:tcW w:w="0" w:type="auto"/>
          </w:tcPr>
          <w:p w:rsidR="00B72873" w:rsidRPr="00A71A9A" w:rsidRDefault="00672102" w:rsidP="0074461E">
            <w:r w:rsidRPr="00A71A9A">
              <w:t>Pavadinimas</w:t>
            </w:r>
          </w:p>
        </w:tc>
        <w:tc>
          <w:tcPr>
            <w:tcW w:w="4172" w:type="dxa"/>
          </w:tcPr>
          <w:p w:rsidR="00B72873" w:rsidRPr="00A71A9A" w:rsidRDefault="00672102" w:rsidP="0074461E">
            <w:r w:rsidRPr="00A71A9A">
              <w:t>Aprašymas</w:t>
            </w:r>
          </w:p>
        </w:tc>
      </w:tr>
      <w:tr w:rsidR="00B72873" w:rsidRPr="00AF40FC" w:rsidTr="00B83BA2"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158" name="Picture 374021725.jpg" descr="3740217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" name="374021725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01. Užklausti ESPBI IS apie aktyvias paciento E049 galutinės pažymos pateikimo užduotis</w:t>
            </w:r>
          </w:p>
        </w:tc>
        <w:tc>
          <w:tcPr>
            <w:tcW w:w="4172" w:type="dxa"/>
          </w:tcPr>
          <w:p w:rsidR="004A5C57" w:rsidRDefault="00790129">
            <w:r>
              <w:t xml:space="preserve">SPĮ IS užklausia apie aktyvias paciento E049 galutinės pažymos pateikimo užduotis ir gauna atsakymą iš ESPBI IS. Gaunami resursai: </w:t>
            </w:r>
          </w:p>
          <w:p w:rsidR="004A5C57" w:rsidRDefault="00790129">
            <w:r>
              <w:t xml:space="preserve">- </w:t>
            </w:r>
            <w:proofErr w:type="spellStart"/>
            <w:r>
              <w:t>Order</w:t>
            </w:r>
            <w:proofErr w:type="spellEnd"/>
            <w:r>
              <w:t>.</w:t>
            </w:r>
          </w:p>
        </w:tc>
      </w:tr>
      <w:tr w:rsidR="00B72873" w:rsidRPr="00AF40FC" w:rsidTr="00B83B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lastRenderedPageBreak/>
              <w:drawing>
                <wp:inline distT="0" distB="0" distL="0" distR="0">
                  <wp:extent cx="152400" cy="152400"/>
                  <wp:effectExtent l="0" t="0" r="0" b="0"/>
                  <wp:docPr id="160" name="Picture 2127285432.jpg" descr="21272854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" name="2127285432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02. Perduoti E049 duomenų rinkinį į ESPBI IS</w:t>
            </w:r>
          </w:p>
        </w:tc>
        <w:tc>
          <w:tcPr>
            <w:tcW w:w="4172" w:type="dxa"/>
          </w:tcPr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SPĮ pateikia E049 duomenų rinkinį į ESPBI IS. Perduodami resursai: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</w:rPr>
              <w:t>Diagnostic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order</w:t>
            </w:r>
            <w:proofErr w:type="spellEnd"/>
            <w:r>
              <w:rPr>
                <w:rFonts w:ascii="Calibri" w:hAnsi="Calibri" w:cs="Calibri"/>
              </w:rPr>
              <w:t xml:space="preserve">.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</w:rPr>
              <w:t>Composition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</w:tr>
      <w:tr w:rsidR="00B72873" w:rsidRPr="00AF40FC" w:rsidTr="00B83BA2"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162" name="Picture 1418828024.jpg" descr="14188280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" name="1418828024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03. Pasirašyti E049 dokumentą</w:t>
            </w:r>
          </w:p>
        </w:tc>
        <w:tc>
          <w:tcPr>
            <w:tcW w:w="4172" w:type="dxa"/>
          </w:tcPr>
          <w:p w:rsidR="004A5C57" w:rsidRDefault="00790129">
            <w:r>
              <w:t>Specialistas pasirašo E049 dokumentą.</w:t>
            </w:r>
          </w:p>
        </w:tc>
      </w:tr>
      <w:tr w:rsidR="00B72873" w:rsidRPr="00AF40FC" w:rsidTr="00B83B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164" name="Picture 84036166.jpg" descr="8403616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84036166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04. Pažymėti galutinės pažymos pateikimo užduotį atlikta</w:t>
            </w:r>
          </w:p>
        </w:tc>
        <w:tc>
          <w:tcPr>
            <w:tcW w:w="4172" w:type="dxa"/>
          </w:tcPr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SPĮ IS pateikia atnaujintą galutinės pažymos pateikimo užduoties duomenų rinkinį. Perduodami resursai: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</w:rPr>
              <w:t>Order</w:t>
            </w:r>
            <w:proofErr w:type="spellEnd"/>
            <w:r>
              <w:rPr>
                <w:rFonts w:ascii="Calibri" w:hAnsi="Calibri" w:cs="Calibri"/>
              </w:rPr>
              <w:t xml:space="preserve">: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-- Užduoties būsena turi būti pakeista į „Atlikta“.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</w:rPr>
              <w:t>OrderResponse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</w:tr>
      <w:tr w:rsidR="00B72873" w:rsidRPr="00AF40FC" w:rsidTr="00B83BA2"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166" name="Picture 361265792.jpg" descr="36126579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" name="361265792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05. Perduoti E025 duomenų rinkinį į ESPBI IS</w:t>
            </w:r>
          </w:p>
        </w:tc>
        <w:tc>
          <w:tcPr>
            <w:tcW w:w="4172" w:type="dxa"/>
          </w:tcPr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SPĮ pateikia E025 duomenų rinkinį į ESPBI IS (E025 duomenų rinkinys suformuotas pagal E049 duomenis). Perduodami resursai: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</w:rPr>
              <w:t>Composition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</w:tr>
      <w:tr w:rsidR="00B72873" w:rsidRPr="00AF40FC" w:rsidTr="00B83B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168" name="Picture -971439245.jpg" descr="-9714392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" name="-971439245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06. Pasirašyti E025 dokumentą</w:t>
            </w:r>
          </w:p>
        </w:tc>
        <w:tc>
          <w:tcPr>
            <w:tcW w:w="4172" w:type="dxa"/>
          </w:tcPr>
          <w:p w:rsidR="004A5C57" w:rsidRDefault="00790129">
            <w:r>
              <w:t>Specialistas pasirašo E025 dokumentą.</w:t>
            </w:r>
          </w:p>
        </w:tc>
      </w:tr>
      <w:tr w:rsidR="00B72873" w:rsidRPr="00AF40FC" w:rsidTr="00B83BA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:rsidR="00B72873" w:rsidRPr="00AF40FC" w:rsidRDefault="00B72873" w:rsidP="0074461E">
            <w:pPr>
              <w:rPr>
                <w:b w:val="0"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170" name="Picture 1073645128.jpg" descr="107364512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" name="1073645128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rPr>
                <w:b w:val="0"/>
              </w:rPr>
              <w:t>07. Pažymėti specialisto konsultavimo užduotis atšauktomis</w:t>
            </w:r>
          </w:p>
        </w:tc>
        <w:tc>
          <w:tcPr>
            <w:tcW w:w="4172" w:type="dxa"/>
          </w:tcPr>
          <w:p w:rsidR="00B72873" w:rsidRPr="00AF40FC" w:rsidRDefault="00B72873" w:rsidP="0074461E">
            <w:pPr>
              <w:rPr>
                <w:b w:val="0"/>
              </w:rPr>
            </w:pPr>
            <w:r w:rsidRPr="00AF40FC">
              <w:rPr>
                <w:b w:val="0"/>
              </w:rPr>
              <w:t xml:space="preserve">SPĮ IS pateikia atnaujintą specialisto konsultavimo kūrimo užduoties duomenų rinkinį. Perduodami resursai: </w:t>
            </w:r>
            <w:r w:rsidRPr="00AF40FC">
              <w:rPr>
                <w:b w:val="0"/>
              </w:rPr>
              <w:br/>
              <w:t xml:space="preserve">- </w:t>
            </w:r>
            <w:proofErr w:type="spellStart"/>
            <w:r w:rsidRPr="00AF40FC">
              <w:rPr>
                <w:b w:val="0"/>
              </w:rPr>
              <w:t>Order</w:t>
            </w:r>
            <w:proofErr w:type="spellEnd"/>
            <w:r w:rsidRPr="00AF40FC">
              <w:rPr>
                <w:b w:val="0"/>
              </w:rPr>
              <w:t>:</w:t>
            </w:r>
            <w:r w:rsidRPr="00AF40FC">
              <w:rPr>
                <w:b w:val="0"/>
              </w:rPr>
              <w:br/>
              <w:t xml:space="preserve">-- Užduoties būsena turi būti pakeista į „Atšaukta“. </w:t>
            </w:r>
            <w:r w:rsidRPr="00AF40FC">
              <w:rPr>
                <w:b w:val="0"/>
              </w:rPr>
              <w:br/>
              <w:t xml:space="preserve">- </w:t>
            </w:r>
            <w:proofErr w:type="spellStart"/>
            <w:r w:rsidRPr="00AF40FC">
              <w:rPr>
                <w:b w:val="0"/>
              </w:rPr>
              <w:t>OrderResponse</w:t>
            </w:r>
            <w:proofErr w:type="spellEnd"/>
            <w:r w:rsidRPr="00AF40FC">
              <w:rPr>
                <w:b w:val="0"/>
              </w:rPr>
              <w:t>.</w:t>
            </w:r>
          </w:p>
        </w:tc>
      </w:tr>
    </w:tbl>
    <w:p w:rsidR="00B72873" w:rsidRPr="00AF40FC" w:rsidRDefault="00B72873" w:rsidP="00B72873"/>
    <w:p w:rsidR="00CB007B" w:rsidRPr="00DB39B2" w:rsidRDefault="00CB007B" w:rsidP="00CB007B">
      <w:pPr>
        <w:rPr>
          <w:lang w:val="et-EE"/>
        </w:rPr>
      </w:pPr>
    </w:p>
    <w:p w:rsidR="00ED7695" w:rsidRPr="00370C50" w:rsidRDefault="00B72873" w:rsidP="00B00FF8">
      <w:pPr>
        <w:pStyle w:val="Antrat1"/>
        <w:numPr>
          <w:ilvl w:val="0"/>
          <w:numId w:val="0"/>
        </w:numPr>
        <w:ind w:left="432"/>
      </w:pPr>
      <w:bookmarkStart w:id="13" w:name="_Toc118465499"/>
      <w:r w:rsidRPr="0056538E">
        <w:lastRenderedPageBreak/>
        <w:t>15. E083-1 pažymos sukūrimas ESPBI IS</w:t>
      </w:r>
      <w:bookmarkEnd w:id="13"/>
    </w:p>
    <w:p w:rsidR="002D1BA2" w:rsidRPr="00AF40FC" w:rsidRDefault="002D1BA2" w:rsidP="002D1BA2">
      <w:pPr>
        <w:pStyle w:val="Alnostext"/>
      </w:pPr>
      <w:r w:rsidRPr="00A71A9A">
        <w:rPr>
          <w:b/>
        </w:rPr>
        <w:t>Trumpas aprašymas</w:t>
      </w:r>
      <w:r w:rsidRPr="00AF40FC">
        <w:t>:</w:t>
      </w:r>
    </w:p>
    <w:p w:rsidR="004A5C57" w:rsidRDefault="00790129">
      <w:pPr>
        <w:spacing w:after="160"/>
        <w:jc w:val="both"/>
      </w:pPr>
      <w:r>
        <w:rPr>
          <w:rFonts w:cs="Arial"/>
        </w:rPr>
        <w:t xml:space="preserve">E083-1 pildymo procesas: </w:t>
      </w:r>
    </w:p>
    <w:p w:rsidR="004A5C57" w:rsidRDefault="00790129">
      <w:pPr>
        <w:spacing w:after="160"/>
        <w:jc w:val="both"/>
      </w:pPr>
      <w:r>
        <w:rPr>
          <w:rFonts w:cs="Arial"/>
        </w:rPr>
        <w:t xml:space="preserve">- Pirmiausia pateikiama dalinai užpildyta E083-1 pažyma, sukuriamos specialisto konsultavimo ir galutinės pažymos pateikimo užduotys. </w:t>
      </w:r>
    </w:p>
    <w:p w:rsidR="004A5C57" w:rsidRDefault="00790129">
      <w:pPr>
        <w:spacing w:after="160"/>
        <w:jc w:val="both"/>
      </w:pPr>
      <w:r>
        <w:rPr>
          <w:rFonts w:cs="Arial"/>
        </w:rPr>
        <w:t xml:space="preserve">- Po to specialistai konsultuoja - teikia E025 dokumentus. </w:t>
      </w:r>
    </w:p>
    <w:p w:rsidR="004A5C57" w:rsidRDefault="00790129">
      <w:pPr>
        <w:spacing w:after="160"/>
        <w:jc w:val="both"/>
      </w:pPr>
      <w:r>
        <w:rPr>
          <w:rFonts w:cs="Arial"/>
        </w:rPr>
        <w:t>- Galutinės pažymos pateikimo užduotį vykdantis specialistas susistemina konsultuojančių specialistų įvestą informaciją ir pateikia galutinę E083-1 pažymą.</w:t>
      </w:r>
    </w:p>
    <w:p w:rsidR="00B72873" w:rsidRPr="0004283B" w:rsidRDefault="00B72873" w:rsidP="00385061">
      <w:pPr>
        <w:jc w:val="center"/>
      </w:pPr>
      <w:r>
        <w:rPr>
          <w:noProof/>
          <w:lang w:eastAsia="lt-LT"/>
        </w:rPr>
        <w:drawing>
          <wp:inline distT="0" distB="0" distL="0" distR="0">
            <wp:extent cx="4562475" cy="3248025"/>
            <wp:effectExtent l="0" t="0" r="0" b="0"/>
            <wp:docPr id="172" name="Picture 2022138039.jpg" descr="20221380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2022138039.jp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324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873" w:rsidRPr="0004283B" w:rsidRDefault="00B72873" w:rsidP="00385061">
      <w:pPr>
        <w:pStyle w:val="Captionpicture"/>
        <w:tabs>
          <w:tab w:val="clear" w:pos="360"/>
          <w:tab w:val="num" w:pos="1418"/>
        </w:tabs>
        <w:ind w:left="1418" w:hanging="1418"/>
      </w:pPr>
      <w:r>
        <w:t>„15. E083-1 pažymos sukūrimas ESPBI IS“ scenarijus</w:t>
      </w:r>
      <w:r w:rsidR="00E870BC">
        <w:t>.</w:t>
      </w:r>
    </w:p>
    <w:p w:rsidR="00B72873" w:rsidRDefault="00B72873" w:rsidP="00B72873">
      <w:pPr>
        <w:rPr>
          <w:lang w:val="en-US"/>
        </w:rPr>
      </w:pPr>
    </w:p>
    <w:p w:rsidR="00B72873" w:rsidRPr="00AF40FC" w:rsidRDefault="00B72873" w:rsidP="00B72873">
      <w:pPr>
        <w:pStyle w:val="Alnostext"/>
      </w:pPr>
      <w:r w:rsidRPr="00A71A9A">
        <w:rPr>
          <w:b/>
        </w:rPr>
        <w:t>Scenarijaus žingsnių aprašymas</w:t>
      </w:r>
      <w:r w:rsidRPr="00AF40FC">
        <w:t>:</w:t>
      </w:r>
    </w:p>
    <w:tbl>
      <w:tblPr>
        <w:tblStyle w:val="RClentel"/>
        <w:tblW w:w="0" w:type="auto"/>
        <w:tblLook w:val="04E0" w:firstRow="1" w:lastRow="1" w:firstColumn="1" w:lastColumn="0" w:noHBand="0" w:noVBand="1"/>
      </w:tblPr>
      <w:tblGrid>
        <w:gridCol w:w="4751"/>
        <w:gridCol w:w="4172"/>
      </w:tblGrid>
      <w:tr w:rsidR="00B72873" w:rsidRPr="00AF40FC" w:rsidTr="00B83B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</w:trPr>
        <w:tc>
          <w:tcPr>
            <w:tcW w:w="0" w:type="auto"/>
          </w:tcPr>
          <w:p w:rsidR="00B72873" w:rsidRPr="00A71A9A" w:rsidRDefault="00672102" w:rsidP="0074461E">
            <w:r w:rsidRPr="00A71A9A">
              <w:t>Pavadinimas</w:t>
            </w:r>
          </w:p>
        </w:tc>
        <w:tc>
          <w:tcPr>
            <w:tcW w:w="4172" w:type="dxa"/>
          </w:tcPr>
          <w:p w:rsidR="00B72873" w:rsidRPr="00A71A9A" w:rsidRDefault="00672102" w:rsidP="0074461E">
            <w:r w:rsidRPr="00A71A9A">
              <w:t>Aprašymas</w:t>
            </w:r>
          </w:p>
        </w:tc>
      </w:tr>
      <w:tr w:rsidR="00B72873" w:rsidRPr="00AF40FC" w:rsidTr="00B83BA2"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174" name="Picture 723324730.jpg" descr="7233247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" name="723324730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01. Perduoti E083-1 duomenų rinkinį į ESPBI IS</w:t>
            </w:r>
          </w:p>
        </w:tc>
        <w:tc>
          <w:tcPr>
            <w:tcW w:w="4172" w:type="dxa"/>
          </w:tcPr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SPĮ IS pateikia E083-1 duomenų rinkinį į ESPBI IS. Perduodami resursai: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</w:rPr>
              <w:t>Diagnostic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order</w:t>
            </w:r>
            <w:proofErr w:type="spellEnd"/>
            <w:r>
              <w:rPr>
                <w:rFonts w:ascii="Calibri" w:hAnsi="Calibri" w:cs="Calibri"/>
              </w:rPr>
              <w:t xml:space="preserve">.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</w:rPr>
              <w:t>Composition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</w:tr>
      <w:tr w:rsidR="00B72873" w:rsidRPr="00AF40FC" w:rsidTr="00B83B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176" name="Picture 966060081.jpg" descr="96606008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" name="966060081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02. Sukurti specialisto konsultavimo užduotis</w:t>
            </w:r>
          </w:p>
        </w:tc>
        <w:tc>
          <w:tcPr>
            <w:tcW w:w="4172" w:type="dxa"/>
          </w:tcPr>
          <w:p w:rsidR="004A5C57" w:rsidRDefault="00790129">
            <w:r>
              <w:t xml:space="preserve">SPĮ IS pateikia E083-1 specialisto konsultavimo užduotis į ESPBI IS. Perduodami resursai: </w:t>
            </w:r>
          </w:p>
          <w:p w:rsidR="004A5C57" w:rsidRDefault="00790129">
            <w:r>
              <w:lastRenderedPageBreak/>
              <w:t xml:space="preserve">- </w:t>
            </w:r>
            <w:proofErr w:type="spellStart"/>
            <w:r>
              <w:t>Order</w:t>
            </w:r>
            <w:proofErr w:type="spellEnd"/>
            <w:r>
              <w:t>.</w:t>
            </w:r>
          </w:p>
        </w:tc>
      </w:tr>
      <w:tr w:rsidR="00B72873" w:rsidRPr="00AF40FC" w:rsidTr="00B83BA2"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lastRenderedPageBreak/>
              <w:drawing>
                <wp:inline distT="0" distB="0" distL="0" distR="0">
                  <wp:extent cx="152400" cy="152400"/>
                  <wp:effectExtent l="0" t="0" r="0" b="0"/>
                  <wp:docPr id="178" name="Picture -1959090954.jpg" descr="-19590909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-1959090954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03. Sukurti galutinės pažymos pateikimo užduotį</w:t>
            </w:r>
          </w:p>
        </w:tc>
        <w:tc>
          <w:tcPr>
            <w:tcW w:w="4172" w:type="dxa"/>
          </w:tcPr>
          <w:p w:rsidR="004A5C57" w:rsidRDefault="00790129">
            <w:r>
              <w:t xml:space="preserve">SPĮ IS pateikia E083-1 galutinės pažymos pateikimo užduotį į ESPBI IS. Perduodami resursai: </w:t>
            </w:r>
          </w:p>
          <w:p w:rsidR="004A5C57" w:rsidRDefault="00790129">
            <w:r>
              <w:t xml:space="preserve">- </w:t>
            </w:r>
            <w:proofErr w:type="spellStart"/>
            <w:r>
              <w:t>Order</w:t>
            </w:r>
            <w:proofErr w:type="spellEnd"/>
            <w:r>
              <w:t>.</w:t>
            </w:r>
          </w:p>
        </w:tc>
      </w:tr>
      <w:tr w:rsidR="00B72873" w:rsidRPr="00AF40FC" w:rsidTr="00B83B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180" name="Picture 1283714847.jpg" descr="128371484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" name="1283714847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04. Perduoti E025 duomenų rinkinį į ESPBI IS</w:t>
            </w:r>
          </w:p>
        </w:tc>
        <w:tc>
          <w:tcPr>
            <w:tcW w:w="4172" w:type="dxa"/>
          </w:tcPr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SPĮ pateikia E025 duomenų rinkinį į ESPBI IS (E025 duomenų rinkinys suformuotas pagal E083-1 duomenis). Perduodami resursai: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</w:rPr>
              <w:t>Composition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</w:tr>
      <w:tr w:rsidR="00B72873" w:rsidRPr="00AF40FC" w:rsidTr="00B83BA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:rsidR="00B72873" w:rsidRPr="00AF40FC" w:rsidRDefault="00B72873" w:rsidP="0074461E">
            <w:pPr>
              <w:rPr>
                <w:b w:val="0"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182" name="Picture 795954453.jpg" descr="79595445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" name="795954453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rPr>
                <w:b w:val="0"/>
              </w:rPr>
              <w:t>05. Pasirašyti E025 dokumentą</w:t>
            </w:r>
          </w:p>
        </w:tc>
        <w:tc>
          <w:tcPr>
            <w:tcW w:w="4172" w:type="dxa"/>
          </w:tcPr>
          <w:p w:rsidR="00B72873" w:rsidRPr="00AF40FC" w:rsidRDefault="00B72873" w:rsidP="0074461E">
            <w:pPr>
              <w:rPr>
                <w:b w:val="0"/>
              </w:rPr>
            </w:pPr>
            <w:r w:rsidRPr="00AF40FC">
              <w:rPr>
                <w:b w:val="0"/>
              </w:rPr>
              <w:t>Specialistas pasirašo E025 dokumentą.</w:t>
            </w:r>
          </w:p>
        </w:tc>
      </w:tr>
    </w:tbl>
    <w:p w:rsidR="00B72873" w:rsidRPr="00AF40FC" w:rsidRDefault="00B72873" w:rsidP="00B72873"/>
    <w:p w:rsidR="00CB007B" w:rsidRPr="00DB39B2" w:rsidRDefault="00CB007B" w:rsidP="00CB007B">
      <w:pPr>
        <w:rPr>
          <w:lang w:val="et-EE"/>
        </w:rPr>
      </w:pPr>
    </w:p>
    <w:p w:rsidR="00ED7695" w:rsidRPr="00370C50" w:rsidRDefault="00B72873" w:rsidP="00B00FF8">
      <w:pPr>
        <w:pStyle w:val="Antrat1"/>
        <w:numPr>
          <w:ilvl w:val="0"/>
          <w:numId w:val="0"/>
        </w:numPr>
        <w:ind w:left="432"/>
      </w:pPr>
      <w:bookmarkStart w:id="14" w:name="_Toc118465500"/>
      <w:r w:rsidRPr="0056538E">
        <w:lastRenderedPageBreak/>
        <w:t>16. E083-1 specialisto konsultavimo užduoties vykdymas</w:t>
      </w:r>
      <w:bookmarkEnd w:id="14"/>
    </w:p>
    <w:p w:rsidR="002D1BA2" w:rsidRPr="00AF40FC" w:rsidRDefault="002D1BA2" w:rsidP="002D1BA2">
      <w:pPr>
        <w:pStyle w:val="Alnostext"/>
      </w:pPr>
      <w:r w:rsidRPr="00A71A9A">
        <w:rPr>
          <w:b/>
        </w:rPr>
        <w:t>Trumpas aprašymas</w:t>
      </w:r>
      <w:r w:rsidRPr="00AF40FC">
        <w:t>:</w:t>
      </w:r>
    </w:p>
    <w:p w:rsidR="004A5C57" w:rsidRDefault="00790129">
      <w:pPr>
        <w:spacing w:after="160"/>
        <w:jc w:val="both"/>
      </w:pPr>
      <w:r>
        <w:rPr>
          <w:rFonts w:cs="Arial"/>
        </w:rPr>
        <w:t xml:space="preserve">Rengiant E083-1 pažymą specialistai pagal užduotis konsultuoja apie paciento sveikatą, </w:t>
      </w:r>
      <w:proofErr w:type="spellStart"/>
      <w:r>
        <w:rPr>
          <w:rFonts w:cs="Arial"/>
        </w:rPr>
        <w:t>t.y</w:t>
      </w:r>
      <w:proofErr w:type="spellEnd"/>
      <w:r>
        <w:rPr>
          <w:rFonts w:cs="Arial"/>
        </w:rPr>
        <w:t>. teikia E025 dokumentus.</w:t>
      </w:r>
    </w:p>
    <w:p w:rsidR="00B72873" w:rsidRPr="0004283B" w:rsidRDefault="00B72873" w:rsidP="00385061">
      <w:pPr>
        <w:jc w:val="center"/>
      </w:pPr>
      <w:r>
        <w:rPr>
          <w:noProof/>
          <w:lang w:eastAsia="lt-LT"/>
        </w:rPr>
        <w:drawing>
          <wp:inline distT="0" distB="0" distL="0" distR="0">
            <wp:extent cx="2152650" cy="3105150"/>
            <wp:effectExtent l="0" t="0" r="0" b="0"/>
            <wp:docPr id="184" name="Picture -397311195.jpg" descr="-3973111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-397311195.jp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873" w:rsidRPr="0004283B" w:rsidRDefault="00B72873" w:rsidP="00385061">
      <w:pPr>
        <w:pStyle w:val="Captionpicture"/>
        <w:tabs>
          <w:tab w:val="clear" w:pos="360"/>
          <w:tab w:val="num" w:pos="1418"/>
        </w:tabs>
        <w:ind w:left="1418" w:hanging="1418"/>
      </w:pPr>
      <w:r>
        <w:t>„16. E083-1 specialisto konsultavimo užduoties vykdymas“ scenarijus</w:t>
      </w:r>
      <w:r w:rsidR="00E870BC">
        <w:t>.</w:t>
      </w:r>
    </w:p>
    <w:p w:rsidR="00B72873" w:rsidRDefault="00B72873" w:rsidP="00B72873">
      <w:pPr>
        <w:rPr>
          <w:lang w:val="en-US"/>
        </w:rPr>
      </w:pPr>
    </w:p>
    <w:p w:rsidR="00B72873" w:rsidRPr="00AF40FC" w:rsidRDefault="00B72873" w:rsidP="00B72873">
      <w:pPr>
        <w:pStyle w:val="Alnostext"/>
      </w:pPr>
      <w:r w:rsidRPr="00A71A9A">
        <w:rPr>
          <w:b/>
        </w:rPr>
        <w:t>Scenarijaus žingsnių aprašymas</w:t>
      </w:r>
      <w:r w:rsidRPr="00AF40FC">
        <w:t>:</w:t>
      </w:r>
    </w:p>
    <w:tbl>
      <w:tblPr>
        <w:tblStyle w:val="RClentel"/>
        <w:tblW w:w="0" w:type="auto"/>
        <w:tblLook w:val="04E0" w:firstRow="1" w:lastRow="1" w:firstColumn="1" w:lastColumn="0" w:noHBand="0" w:noVBand="1"/>
      </w:tblPr>
      <w:tblGrid>
        <w:gridCol w:w="5464"/>
        <w:gridCol w:w="4172"/>
      </w:tblGrid>
      <w:tr w:rsidR="00B72873" w:rsidRPr="00AF40FC" w:rsidTr="00B83B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</w:trPr>
        <w:tc>
          <w:tcPr>
            <w:tcW w:w="0" w:type="auto"/>
          </w:tcPr>
          <w:p w:rsidR="00B72873" w:rsidRPr="00A71A9A" w:rsidRDefault="00672102" w:rsidP="0074461E">
            <w:r w:rsidRPr="00A71A9A">
              <w:t>Pavadinimas</w:t>
            </w:r>
          </w:p>
        </w:tc>
        <w:tc>
          <w:tcPr>
            <w:tcW w:w="4172" w:type="dxa"/>
          </w:tcPr>
          <w:p w:rsidR="00B72873" w:rsidRPr="00A71A9A" w:rsidRDefault="00672102" w:rsidP="0074461E">
            <w:r w:rsidRPr="00A71A9A">
              <w:t>Aprašymas</w:t>
            </w:r>
          </w:p>
        </w:tc>
      </w:tr>
      <w:tr w:rsidR="00B72873" w:rsidRPr="00AF40FC" w:rsidTr="00B83BA2"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186" name="Picture 1540735045.jpg" descr="15407350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" name="1540735045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01. Užklausti ESPBI IS apie aktyvias paciento E083-1 specialisto konsultavimo užduotis</w:t>
            </w:r>
          </w:p>
        </w:tc>
        <w:tc>
          <w:tcPr>
            <w:tcW w:w="4172" w:type="dxa"/>
          </w:tcPr>
          <w:p w:rsidR="004A5C57" w:rsidRDefault="00790129">
            <w:r>
              <w:t xml:space="preserve">SPĮ IS užklausia apie aktyvias paciento E083-1 specialisto konsultavimo užduotis ir gauna atsakymą iš ESPBI IS. Gaunami resursai: </w:t>
            </w:r>
          </w:p>
          <w:p w:rsidR="004A5C57" w:rsidRDefault="00790129">
            <w:r>
              <w:t xml:space="preserve">- </w:t>
            </w:r>
            <w:proofErr w:type="spellStart"/>
            <w:r>
              <w:t>Order</w:t>
            </w:r>
            <w:proofErr w:type="spellEnd"/>
            <w:r>
              <w:t>.</w:t>
            </w:r>
          </w:p>
        </w:tc>
      </w:tr>
      <w:tr w:rsidR="00B72873" w:rsidRPr="00AF40FC" w:rsidTr="00B83B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188" name="Picture 1318144087.jpg" descr="131814408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" name="1318144087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02. Perduoti E025 duomenų rinkinį į ESPBI IS</w:t>
            </w:r>
          </w:p>
        </w:tc>
        <w:tc>
          <w:tcPr>
            <w:tcW w:w="4172" w:type="dxa"/>
          </w:tcPr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SPĮ pateikia E025 duomenų rinkinį į ESPBI IS (E025 duomenų rinkinys suformuotas pagal specialisto įvestus duomenis). Perduodami resursai: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</w:rPr>
              <w:t>Composition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</w:tr>
      <w:tr w:rsidR="00B72873" w:rsidRPr="00AF40FC" w:rsidTr="00B83BA2"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190" name="Picture 1954610541.jpg" descr="19546105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" name="1954610541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03. Pasirašyti E025 dokumentą</w:t>
            </w:r>
          </w:p>
        </w:tc>
        <w:tc>
          <w:tcPr>
            <w:tcW w:w="4172" w:type="dxa"/>
          </w:tcPr>
          <w:p w:rsidR="004A5C57" w:rsidRDefault="00790129">
            <w:r>
              <w:t>Specialistas pasirašo E025 dokumentą.</w:t>
            </w:r>
          </w:p>
        </w:tc>
      </w:tr>
      <w:tr w:rsidR="00B72873" w:rsidRPr="00AF40FC" w:rsidTr="00B83BA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:rsidR="00B72873" w:rsidRPr="00AF40FC" w:rsidRDefault="00B72873" w:rsidP="0074461E">
            <w:pPr>
              <w:rPr>
                <w:b w:val="0"/>
              </w:rPr>
            </w:pPr>
            <w:r>
              <w:rPr>
                <w:noProof/>
                <w:lang w:eastAsia="lt-LT"/>
              </w:rPr>
              <w:lastRenderedPageBreak/>
              <w:drawing>
                <wp:inline distT="0" distB="0" distL="0" distR="0">
                  <wp:extent cx="152400" cy="152400"/>
                  <wp:effectExtent l="0" t="0" r="0" b="0"/>
                  <wp:docPr id="192" name="Picture 1381779233.jpg" descr="138177923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" name="1381779233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rPr>
                <w:b w:val="0"/>
              </w:rPr>
              <w:t>04. Pažymėti specialisto konsultavimo užduotį atlikta</w:t>
            </w:r>
          </w:p>
        </w:tc>
        <w:tc>
          <w:tcPr>
            <w:tcW w:w="4172" w:type="dxa"/>
          </w:tcPr>
          <w:p w:rsidR="00B72873" w:rsidRPr="00AF40FC" w:rsidRDefault="00B72873" w:rsidP="0074461E">
            <w:pPr>
              <w:rPr>
                <w:b w:val="0"/>
              </w:rPr>
            </w:pPr>
            <w:r w:rsidRPr="00AF40FC">
              <w:rPr>
                <w:b w:val="0"/>
              </w:rPr>
              <w:t xml:space="preserve">SPĮ IS pateikia atnaujintą specialisto konsultavimo užduoties duomenų rinkinį. Perduodami resursai: </w:t>
            </w:r>
            <w:r w:rsidRPr="00AF40FC">
              <w:rPr>
                <w:b w:val="0"/>
              </w:rPr>
              <w:br/>
              <w:t xml:space="preserve">- </w:t>
            </w:r>
            <w:proofErr w:type="spellStart"/>
            <w:r w:rsidRPr="00AF40FC">
              <w:rPr>
                <w:b w:val="0"/>
              </w:rPr>
              <w:t>Order</w:t>
            </w:r>
            <w:proofErr w:type="spellEnd"/>
            <w:r w:rsidRPr="00AF40FC">
              <w:rPr>
                <w:b w:val="0"/>
              </w:rPr>
              <w:t xml:space="preserve">: </w:t>
            </w:r>
            <w:r w:rsidRPr="00AF40FC">
              <w:rPr>
                <w:b w:val="0"/>
              </w:rPr>
              <w:br/>
              <w:t xml:space="preserve">-- Užduoties būsena turi būti pakeista į „Atlikta“. </w:t>
            </w:r>
            <w:r w:rsidRPr="00AF40FC">
              <w:rPr>
                <w:b w:val="0"/>
              </w:rPr>
              <w:br/>
              <w:t xml:space="preserve">- </w:t>
            </w:r>
            <w:proofErr w:type="spellStart"/>
            <w:r w:rsidRPr="00AF40FC">
              <w:rPr>
                <w:b w:val="0"/>
              </w:rPr>
              <w:t>OrderResponse</w:t>
            </w:r>
            <w:proofErr w:type="spellEnd"/>
            <w:r w:rsidRPr="00AF40FC">
              <w:rPr>
                <w:b w:val="0"/>
              </w:rPr>
              <w:t>.</w:t>
            </w:r>
          </w:p>
        </w:tc>
      </w:tr>
    </w:tbl>
    <w:p w:rsidR="00B72873" w:rsidRPr="00AF40FC" w:rsidRDefault="00B72873" w:rsidP="00B72873"/>
    <w:p w:rsidR="00CB007B" w:rsidRPr="00DB39B2" w:rsidRDefault="00CB007B" w:rsidP="00CB007B">
      <w:pPr>
        <w:rPr>
          <w:lang w:val="et-EE"/>
        </w:rPr>
      </w:pPr>
    </w:p>
    <w:p w:rsidR="00ED7695" w:rsidRPr="00370C50" w:rsidRDefault="00B72873" w:rsidP="00B00FF8">
      <w:pPr>
        <w:pStyle w:val="Antrat1"/>
        <w:numPr>
          <w:ilvl w:val="0"/>
          <w:numId w:val="0"/>
        </w:numPr>
        <w:ind w:left="432"/>
      </w:pPr>
      <w:bookmarkStart w:id="15" w:name="_Toc118465501"/>
      <w:r w:rsidRPr="0056538E">
        <w:lastRenderedPageBreak/>
        <w:t>17. Galutinės E083-1 pažymos pateikimas ESPBI IS</w:t>
      </w:r>
      <w:bookmarkEnd w:id="15"/>
    </w:p>
    <w:p w:rsidR="002D1BA2" w:rsidRPr="00AF40FC" w:rsidRDefault="002D1BA2" w:rsidP="002D1BA2">
      <w:pPr>
        <w:pStyle w:val="Alnostext"/>
      </w:pPr>
      <w:r w:rsidRPr="00A71A9A">
        <w:rPr>
          <w:b/>
        </w:rPr>
        <w:t>Trumpas aprašymas</w:t>
      </w:r>
      <w:r w:rsidRPr="00AF40FC">
        <w:t>:</w:t>
      </w:r>
    </w:p>
    <w:p w:rsidR="004A5C57" w:rsidRDefault="00790129">
      <w:r>
        <w:rPr>
          <w:rFonts w:cs="Arial"/>
        </w:rPr>
        <w:t>Galutinės pažymos pateikimo užduotį vykdantis specialistas susistemina konsultuojančių specialistų įvestą informaciją ir teikia galutinę E083-1 pažymą.</w:t>
      </w:r>
    </w:p>
    <w:p w:rsidR="00B72873" w:rsidRPr="0004283B" w:rsidRDefault="00B72873" w:rsidP="00385061">
      <w:pPr>
        <w:jc w:val="center"/>
      </w:pPr>
      <w:r>
        <w:rPr>
          <w:noProof/>
          <w:lang w:eastAsia="lt-LT"/>
        </w:rPr>
        <w:drawing>
          <wp:inline distT="0" distB="0" distL="0" distR="0">
            <wp:extent cx="4962525" cy="5219700"/>
            <wp:effectExtent l="0" t="0" r="0" b="0"/>
            <wp:docPr id="194" name="Picture 1848368968.jpg" descr="18483689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1848368968.jp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521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873" w:rsidRPr="0004283B" w:rsidRDefault="00B72873" w:rsidP="00385061">
      <w:pPr>
        <w:pStyle w:val="Captionpicture"/>
        <w:tabs>
          <w:tab w:val="clear" w:pos="360"/>
          <w:tab w:val="num" w:pos="1418"/>
        </w:tabs>
        <w:ind w:left="1418" w:hanging="1418"/>
      </w:pPr>
      <w:r>
        <w:t>„17. Galutinės E083-1 pažymos pateikimas ESPBI IS“ scenarijus</w:t>
      </w:r>
      <w:r w:rsidR="00E870BC">
        <w:t>.</w:t>
      </w:r>
    </w:p>
    <w:p w:rsidR="00B72873" w:rsidRDefault="00B72873" w:rsidP="00B72873">
      <w:pPr>
        <w:rPr>
          <w:lang w:val="en-US"/>
        </w:rPr>
      </w:pPr>
    </w:p>
    <w:p w:rsidR="00B72873" w:rsidRPr="00AF40FC" w:rsidRDefault="00B72873" w:rsidP="00B72873">
      <w:pPr>
        <w:pStyle w:val="Alnostext"/>
      </w:pPr>
      <w:r w:rsidRPr="00A71A9A">
        <w:rPr>
          <w:b/>
        </w:rPr>
        <w:t>Scenarijaus žingsnių aprašymas</w:t>
      </w:r>
      <w:r w:rsidRPr="00AF40FC">
        <w:t>:</w:t>
      </w:r>
    </w:p>
    <w:tbl>
      <w:tblPr>
        <w:tblStyle w:val="RClentel"/>
        <w:tblW w:w="0" w:type="auto"/>
        <w:tblLook w:val="04E0" w:firstRow="1" w:lastRow="1" w:firstColumn="1" w:lastColumn="0" w:noHBand="0" w:noVBand="1"/>
      </w:tblPr>
      <w:tblGrid>
        <w:gridCol w:w="5464"/>
        <w:gridCol w:w="4172"/>
      </w:tblGrid>
      <w:tr w:rsidR="00B72873" w:rsidRPr="00AF40FC" w:rsidTr="00B83B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</w:trPr>
        <w:tc>
          <w:tcPr>
            <w:tcW w:w="0" w:type="auto"/>
          </w:tcPr>
          <w:p w:rsidR="00B72873" w:rsidRPr="00A71A9A" w:rsidRDefault="00672102" w:rsidP="0074461E">
            <w:r w:rsidRPr="00A71A9A">
              <w:t>Pavadinimas</w:t>
            </w:r>
          </w:p>
        </w:tc>
        <w:tc>
          <w:tcPr>
            <w:tcW w:w="4172" w:type="dxa"/>
          </w:tcPr>
          <w:p w:rsidR="00B72873" w:rsidRPr="00A71A9A" w:rsidRDefault="00672102" w:rsidP="0074461E">
            <w:r w:rsidRPr="00A71A9A">
              <w:t>Aprašymas</w:t>
            </w:r>
          </w:p>
        </w:tc>
      </w:tr>
      <w:tr w:rsidR="00B72873" w:rsidRPr="00AF40FC" w:rsidTr="00B83BA2"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196" name="Picture -901042977.jpg" descr="-90104297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" name="-901042977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01. Užklausti ESPBI IS apie aktyvias paciento E083-1 galutinės pažymos pateikimo užduotis</w:t>
            </w:r>
          </w:p>
        </w:tc>
        <w:tc>
          <w:tcPr>
            <w:tcW w:w="4172" w:type="dxa"/>
          </w:tcPr>
          <w:p w:rsidR="004A5C57" w:rsidRDefault="00790129">
            <w:r>
              <w:t xml:space="preserve">SPĮ IS užklausia apie aktyvias paciento E083-1 galutinės pažymos pateikimo užduotis ir gauna atsakymą iš ESPBI IS. Gaunami resursai: </w:t>
            </w:r>
          </w:p>
          <w:p w:rsidR="004A5C57" w:rsidRDefault="00790129">
            <w:r>
              <w:lastRenderedPageBreak/>
              <w:t xml:space="preserve">- </w:t>
            </w:r>
            <w:proofErr w:type="spellStart"/>
            <w:r>
              <w:t>Order</w:t>
            </w:r>
            <w:proofErr w:type="spellEnd"/>
            <w:r>
              <w:t>.</w:t>
            </w:r>
          </w:p>
        </w:tc>
      </w:tr>
      <w:tr w:rsidR="00B72873" w:rsidRPr="00AF40FC" w:rsidTr="00B83B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lastRenderedPageBreak/>
              <w:drawing>
                <wp:inline distT="0" distB="0" distL="0" distR="0">
                  <wp:extent cx="152400" cy="152400"/>
                  <wp:effectExtent l="0" t="0" r="0" b="0"/>
                  <wp:docPr id="198" name="Picture 496182590.jpg" descr="49618259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" name="496182590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02. Perduoti E083-1 duomenų rinkinį į ESPBI IS</w:t>
            </w:r>
          </w:p>
        </w:tc>
        <w:tc>
          <w:tcPr>
            <w:tcW w:w="4172" w:type="dxa"/>
          </w:tcPr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SPĮ pateikia E083-1 duomenų rinkinį į ESPBI IS. Perduodami resursai: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</w:rPr>
              <w:t>Diagnostic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order</w:t>
            </w:r>
            <w:proofErr w:type="spellEnd"/>
            <w:r>
              <w:rPr>
                <w:rFonts w:ascii="Calibri" w:hAnsi="Calibri" w:cs="Calibri"/>
              </w:rPr>
              <w:t xml:space="preserve">.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</w:rPr>
              <w:t>Composition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</w:tr>
      <w:tr w:rsidR="00B72873" w:rsidRPr="00AF40FC" w:rsidTr="00B83BA2"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200" name="Picture 380649253.jpg" descr="38064925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" name="380649253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03. Pasirašyti E083-1 dokumentą</w:t>
            </w:r>
          </w:p>
        </w:tc>
        <w:tc>
          <w:tcPr>
            <w:tcW w:w="4172" w:type="dxa"/>
          </w:tcPr>
          <w:p w:rsidR="004A5C57" w:rsidRDefault="00790129">
            <w:r>
              <w:t>Specialistas pasirašo E083-1 dokumentą.</w:t>
            </w:r>
          </w:p>
        </w:tc>
      </w:tr>
      <w:tr w:rsidR="00B72873" w:rsidRPr="00AF40FC" w:rsidTr="00B83B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202" name="Picture -1532891733.jpg" descr="-153289173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" name="-1532891733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04. Pažymėti galutinės pažymos pateikimo užduotį atlikta</w:t>
            </w:r>
          </w:p>
        </w:tc>
        <w:tc>
          <w:tcPr>
            <w:tcW w:w="4172" w:type="dxa"/>
          </w:tcPr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SPĮ IS pateikia atnaujintą galutinės pažymos pateikimo užduoties duomenų rinkinį. Perduodami resursai: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</w:rPr>
              <w:t>Order</w:t>
            </w:r>
            <w:proofErr w:type="spellEnd"/>
            <w:r>
              <w:rPr>
                <w:rFonts w:ascii="Calibri" w:hAnsi="Calibri" w:cs="Calibri"/>
              </w:rPr>
              <w:t xml:space="preserve">: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-- Užduoties būsena turi būti pakeista į „Atlikta“.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</w:rPr>
              <w:t>OrderResponse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</w:tr>
      <w:tr w:rsidR="00B72873" w:rsidRPr="00AF40FC" w:rsidTr="00B83BA2"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204" name="Picture 1408545825.jpg" descr="14085458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" name="1408545825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05. Perduoti E025 duomenų rinkinį į ESPBI IS</w:t>
            </w:r>
          </w:p>
        </w:tc>
        <w:tc>
          <w:tcPr>
            <w:tcW w:w="4172" w:type="dxa"/>
          </w:tcPr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SPĮ pateikia E025 duomenų rinkinį į ESPBI IS (E025 duomenų rinkinys suformuotas pagal E083-1 duomenis). Perduodami resursai: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</w:rPr>
              <w:t>Composition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</w:tr>
      <w:tr w:rsidR="00B72873" w:rsidRPr="00AF40FC" w:rsidTr="00B83B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206" name="Picture 1918921846.jpg" descr="19189218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" name="1918921846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06. Pasirašyti E025 dokumentą</w:t>
            </w:r>
          </w:p>
        </w:tc>
        <w:tc>
          <w:tcPr>
            <w:tcW w:w="4172" w:type="dxa"/>
          </w:tcPr>
          <w:p w:rsidR="004A5C57" w:rsidRDefault="00790129">
            <w:r>
              <w:t>Specialistas pasirašo E025 dokumentą.</w:t>
            </w:r>
          </w:p>
        </w:tc>
      </w:tr>
      <w:tr w:rsidR="00B72873" w:rsidRPr="00AF40FC" w:rsidTr="00B83BA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:rsidR="00B72873" w:rsidRPr="00AF40FC" w:rsidRDefault="00B72873" w:rsidP="0074461E">
            <w:pPr>
              <w:rPr>
                <w:b w:val="0"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208" name="Picture -1953735132.jpg" descr="-19537351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" name="-1953735132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rPr>
                <w:b w:val="0"/>
              </w:rPr>
              <w:t>07. Pažymėti specialisto konsultavimo užduotis atšauktomis</w:t>
            </w:r>
          </w:p>
        </w:tc>
        <w:tc>
          <w:tcPr>
            <w:tcW w:w="4172" w:type="dxa"/>
          </w:tcPr>
          <w:p w:rsidR="00B72873" w:rsidRPr="00AF40FC" w:rsidRDefault="00B72873" w:rsidP="0074461E">
            <w:pPr>
              <w:rPr>
                <w:b w:val="0"/>
              </w:rPr>
            </w:pPr>
            <w:r w:rsidRPr="00AF40FC">
              <w:rPr>
                <w:b w:val="0"/>
              </w:rPr>
              <w:t xml:space="preserve">SPĮ IS pateikia atnaujintą specialisto konsultavimo kūrimo užduoties duomenų rinkinį. Perduodami resursai: </w:t>
            </w:r>
            <w:r w:rsidRPr="00AF40FC">
              <w:rPr>
                <w:b w:val="0"/>
              </w:rPr>
              <w:br/>
              <w:t xml:space="preserve">- </w:t>
            </w:r>
            <w:proofErr w:type="spellStart"/>
            <w:r w:rsidRPr="00AF40FC">
              <w:rPr>
                <w:b w:val="0"/>
              </w:rPr>
              <w:t>Order</w:t>
            </w:r>
            <w:proofErr w:type="spellEnd"/>
            <w:r w:rsidRPr="00AF40FC">
              <w:rPr>
                <w:b w:val="0"/>
              </w:rPr>
              <w:t>:</w:t>
            </w:r>
            <w:r w:rsidRPr="00AF40FC">
              <w:rPr>
                <w:b w:val="0"/>
              </w:rPr>
              <w:br/>
              <w:t xml:space="preserve">-- Užduoties būsena turi būti pakeista į „Atšaukta“. </w:t>
            </w:r>
            <w:r w:rsidRPr="00AF40FC">
              <w:rPr>
                <w:b w:val="0"/>
              </w:rPr>
              <w:br/>
              <w:t xml:space="preserve">- </w:t>
            </w:r>
            <w:proofErr w:type="spellStart"/>
            <w:r w:rsidRPr="00AF40FC">
              <w:rPr>
                <w:b w:val="0"/>
              </w:rPr>
              <w:t>OrderResponse</w:t>
            </w:r>
            <w:proofErr w:type="spellEnd"/>
            <w:r w:rsidRPr="00AF40FC">
              <w:rPr>
                <w:b w:val="0"/>
              </w:rPr>
              <w:t>.</w:t>
            </w:r>
          </w:p>
        </w:tc>
      </w:tr>
    </w:tbl>
    <w:p w:rsidR="00B72873" w:rsidRPr="00AF40FC" w:rsidRDefault="00B72873" w:rsidP="00B72873"/>
    <w:p w:rsidR="00CB007B" w:rsidRPr="00DB39B2" w:rsidRDefault="00CB007B" w:rsidP="00CB007B">
      <w:pPr>
        <w:rPr>
          <w:lang w:val="et-EE"/>
        </w:rPr>
      </w:pPr>
    </w:p>
    <w:p w:rsidR="00ED7695" w:rsidRPr="00370C50" w:rsidRDefault="00B72873" w:rsidP="00B00FF8">
      <w:pPr>
        <w:pStyle w:val="Antrat1"/>
        <w:numPr>
          <w:ilvl w:val="0"/>
          <w:numId w:val="0"/>
        </w:numPr>
        <w:ind w:left="432"/>
      </w:pPr>
      <w:bookmarkStart w:id="16" w:name="_Toc118465502"/>
      <w:r w:rsidRPr="0056538E">
        <w:lastRenderedPageBreak/>
        <w:t>18. E103-1 pažymos pateikimas ESPBI IS</w:t>
      </w:r>
      <w:bookmarkEnd w:id="16"/>
    </w:p>
    <w:p w:rsidR="002D1BA2" w:rsidRPr="00AF40FC" w:rsidRDefault="002D1BA2" w:rsidP="002D1BA2">
      <w:pPr>
        <w:pStyle w:val="Alnostext"/>
      </w:pPr>
      <w:r w:rsidRPr="00A71A9A">
        <w:rPr>
          <w:b/>
        </w:rPr>
        <w:t>Trumpas aprašymas</w:t>
      </w:r>
      <w:r w:rsidRPr="00AF40FC">
        <w:t>:</w:t>
      </w:r>
    </w:p>
    <w:p w:rsidR="004A5C57" w:rsidRDefault="00790129">
      <w:r>
        <w:rPr>
          <w:rFonts w:cs="Arial"/>
        </w:rPr>
        <w:t xml:space="preserve">Pateikiama E103-1 pažyma ir vienas iš dokumentų: </w:t>
      </w:r>
    </w:p>
    <w:p w:rsidR="004A5C57" w:rsidRDefault="00790129">
      <w:r>
        <w:rPr>
          <w:rFonts w:cs="Arial"/>
        </w:rPr>
        <w:t xml:space="preserve">1. E025 dokumentas, jei yra paciento atvykimas į ambulatorinę SPĮ. </w:t>
      </w:r>
    </w:p>
    <w:p w:rsidR="004A5C57" w:rsidRDefault="00790129">
      <w:r>
        <w:rPr>
          <w:rFonts w:cs="Arial"/>
        </w:rPr>
        <w:t>2. E003 dokumentas, jei yra paciento atvykimas į stacionarą.</w:t>
      </w:r>
    </w:p>
    <w:p w:rsidR="00B72873" w:rsidRPr="0004283B" w:rsidRDefault="00B72873" w:rsidP="00385061">
      <w:pPr>
        <w:jc w:val="center"/>
      </w:pPr>
      <w:r>
        <w:rPr>
          <w:noProof/>
          <w:lang w:eastAsia="lt-LT"/>
        </w:rPr>
        <w:drawing>
          <wp:inline distT="0" distB="0" distL="0" distR="0">
            <wp:extent cx="3686175" cy="3352800"/>
            <wp:effectExtent l="0" t="0" r="0" b="0"/>
            <wp:docPr id="210" name="Picture 278170066.jpg" descr="2781700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278170066.jp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335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873" w:rsidRPr="0004283B" w:rsidRDefault="00B72873" w:rsidP="00385061">
      <w:pPr>
        <w:pStyle w:val="Captionpicture"/>
        <w:tabs>
          <w:tab w:val="clear" w:pos="360"/>
          <w:tab w:val="num" w:pos="1418"/>
        </w:tabs>
        <w:ind w:left="1418" w:hanging="1418"/>
      </w:pPr>
      <w:r>
        <w:t>„18. E103-1 pažymos pateikimas ESPBI IS“ scenarijus</w:t>
      </w:r>
      <w:r w:rsidR="00E870BC">
        <w:t>.</w:t>
      </w:r>
    </w:p>
    <w:p w:rsidR="00B72873" w:rsidRDefault="00B72873" w:rsidP="00B72873">
      <w:pPr>
        <w:rPr>
          <w:lang w:val="en-US"/>
        </w:rPr>
      </w:pPr>
    </w:p>
    <w:p w:rsidR="00B72873" w:rsidRPr="00AF40FC" w:rsidRDefault="00B72873" w:rsidP="00B72873">
      <w:pPr>
        <w:pStyle w:val="Alnostext"/>
      </w:pPr>
      <w:r w:rsidRPr="00A71A9A">
        <w:rPr>
          <w:b/>
        </w:rPr>
        <w:t>Scenarijaus žingsnių aprašymas</w:t>
      </w:r>
      <w:r w:rsidRPr="00AF40FC">
        <w:t>:</w:t>
      </w:r>
    </w:p>
    <w:tbl>
      <w:tblPr>
        <w:tblStyle w:val="RClentel"/>
        <w:tblW w:w="0" w:type="auto"/>
        <w:tblLook w:val="04E0" w:firstRow="1" w:lastRow="1" w:firstColumn="1" w:lastColumn="0" w:noHBand="0" w:noVBand="1"/>
      </w:tblPr>
      <w:tblGrid>
        <w:gridCol w:w="4706"/>
        <w:gridCol w:w="4172"/>
      </w:tblGrid>
      <w:tr w:rsidR="00B72873" w:rsidRPr="00AF40FC" w:rsidTr="00B83B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</w:trPr>
        <w:tc>
          <w:tcPr>
            <w:tcW w:w="0" w:type="auto"/>
          </w:tcPr>
          <w:p w:rsidR="00B72873" w:rsidRPr="00A71A9A" w:rsidRDefault="00672102" w:rsidP="0074461E">
            <w:r w:rsidRPr="00A71A9A">
              <w:t>Pavadinimas</w:t>
            </w:r>
          </w:p>
        </w:tc>
        <w:tc>
          <w:tcPr>
            <w:tcW w:w="4172" w:type="dxa"/>
          </w:tcPr>
          <w:p w:rsidR="00B72873" w:rsidRPr="00A71A9A" w:rsidRDefault="00672102" w:rsidP="0074461E">
            <w:r w:rsidRPr="00A71A9A">
              <w:t>Aprašymas</w:t>
            </w:r>
          </w:p>
        </w:tc>
      </w:tr>
      <w:tr w:rsidR="00B72873" w:rsidRPr="00AF40FC" w:rsidTr="00B83BA2"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212" name="Picture 946360232.jpg" descr="9463602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" name="946360232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01. Perduoti E103-1 duomenų rinkinį į ESPBI IS</w:t>
            </w:r>
          </w:p>
        </w:tc>
        <w:tc>
          <w:tcPr>
            <w:tcW w:w="4172" w:type="dxa"/>
          </w:tcPr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SPĮ pateikia E103-1 duomenų rinkinį į ESPBI IS. Perduodami resursai: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</w:rPr>
              <w:t>Diagnostic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order</w:t>
            </w:r>
            <w:proofErr w:type="spellEnd"/>
            <w:r>
              <w:rPr>
                <w:rFonts w:ascii="Calibri" w:hAnsi="Calibri" w:cs="Calibri"/>
              </w:rPr>
              <w:t xml:space="preserve">.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</w:rPr>
              <w:t>Composition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</w:tr>
      <w:tr w:rsidR="00B72873" w:rsidRPr="00AF40FC" w:rsidTr="00B83B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214" name="Picture -201220780.jpg" descr="-2012207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5" name="-201220780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02. Pasirašyti E103-1 dokumentą</w:t>
            </w:r>
          </w:p>
        </w:tc>
        <w:tc>
          <w:tcPr>
            <w:tcW w:w="4172" w:type="dxa"/>
          </w:tcPr>
          <w:p w:rsidR="004A5C57" w:rsidRDefault="00790129">
            <w:r>
              <w:t>Specialistas pasirašo E103-1 dokumentą.</w:t>
            </w:r>
          </w:p>
        </w:tc>
      </w:tr>
      <w:tr w:rsidR="00B72873" w:rsidRPr="00AF40FC" w:rsidTr="00B83BA2"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216" name="Picture -102412923.jpg" descr="-1024129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7" name="-102412923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03. Perduoti E025 duomenų rinkinį į ESPBI IS</w:t>
            </w:r>
          </w:p>
        </w:tc>
        <w:tc>
          <w:tcPr>
            <w:tcW w:w="4172" w:type="dxa"/>
          </w:tcPr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SPĮ pateikia E025 duomenų rinkinį į ESPBI IS (E025 duomenų rinkinys suformuotas pagal E103-1 duomenis). Perduodami resursai: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</w:rPr>
              <w:t>Composition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</w:tr>
      <w:tr w:rsidR="00B72873" w:rsidRPr="00AF40FC" w:rsidTr="00B83B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218" name="Picture -1315207130.jpg" descr="-13152071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9" name="-1315207130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04. Pasirašyti E025 dokumentą</w:t>
            </w:r>
          </w:p>
        </w:tc>
        <w:tc>
          <w:tcPr>
            <w:tcW w:w="4172" w:type="dxa"/>
          </w:tcPr>
          <w:p w:rsidR="004A5C57" w:rsidRDefault="00790129">
            <w:r>
              <w:t>Specialistas pasirašo E025 dokumentą.</w:t>
            </w:r>
          </w:p>
        </w:tc>
      </w:tr>
      <w:tr w:rsidR="00B72873" w:rsidRPr="00AF40FC" w:rsidTr="00B83BA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:rsidR="00B72873" w:rsidRPr="00AF40FC" w:rsidRDefault="00B72873" w:rsidP="0074461E">
            <w:pPr>
              <w:rPr>
                <w:b w:val="0"/>
              </w:rPr>
            </w:pPr>
            <w:r>
              <w:rPr>
                <w:noProof/>
                <w:lang w:eastAsia="lt-LT"/>
              </w:rPr>
              <w:lastRenderedPageBreak/>
              <w:drawing>
                <wp:inline distT="0" distB="0" distL="0" distR="0">
                  <wp:extent cx="152400" cy="152400"/>
                  <wp:effectExtent l="0" t="0" r="0" b="0"/>
                  <wp:docPr id="220" name="Picture 1305080539.jpg" descr="13050805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1" name="1305080539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rPr>
                <w:b w:val="0"/>
              </w:rPr>
              <w:t>05. Perduoti E003 duomenų rinkinį į ESPBI IS</w:t>
            </w:r>
          </w:p>
        </w:tc>
        <w:tc>
          <w:tcPr>
            <w:tcW w:w="4172" w:type="dxa"/>
          </w:tcPr>
          <w:p w:rsidR="00B72873" w:rsidRPr="00AF40FC" w:rsidRDefault="00B72873" w:rsidP="0074461E">
            <w:pPr>
              <w:rPr>
                <w:b w:val="0"/>
              </w:rPr>
            </w:pPr>
            <w:r w:rsidRPr="00AF40FC">
              <w:rPr>
                <w:b w:val="0"/>
              </w:rPr>
              <w:t xml:space="preserve">SPĮ pateikia E003 duomenų rinkinį į ESPBI IS (E003 duomenų rinkinys suformuotas pagal E103-1 duomenis). Galima teikti tiek naują E003 dokumentą, tiek pateikti naują egzistuojančio dokumento versiją. Perduodami resursai: </w:t>
            </w:r>
            <w:r w:rsidRPr="00AF40FC">
              <w:rPr>
                <w:b w:val="0"/>
              </w:rPr>
              <w:br/>
              <w:t xml:space="preserve">- </w:t>
            </w:r>
            <w:proofErr w:type="spellStart"/>
            <w:r w:rsidRPr="00AF40FC">
              <w:rPr>
                <w:b w:val="0"/>
              </w:rPr>
              <w:t>Composition</w:t>
            </w:r>
            <w:proofErr w:type="spellEnd"/>
            <w:r w:rsidRPr="00AF40FC">
              <w:rPr>
                <w:b w:val="0"/>
              </w:rPr>
              <w:t>.</w:t>
            </w:r>
          </w:p>
        </w:tc>
      </w:tr>
    </w:tbl>
    <w:p w:rsidR="00B72873" w:rsidRPr="00AF40FC" w:rsidRDefault="00B72873" w:rsidP="00B72873"/>
    <w:p w:rsidR="00CB007B" w:rsidRPr="00DB39B2" w:rsidRDefault="00CB007B" w:rsidP="00CB007B">
      <w:pPr>
        <w:rPr>
          <w:lang w:val="et-EE"/>
        </w:rPr>
      </w:pPr>
    </w:p>
    <w:p w:rsidR="00ED7695" w:rsidRPr="00370C50" w:rsidRDefault="00B72873" w:rsidP="00B00FF8">
      <w:pPr>
        <w:pStyle w:val="Antrat1"/>
        <w:numPr>
          <w:ilvl w:val="0"/>
          <w:numId w:val="0"/>
        </w:numPr>
        <w:ind w:left="432"/>
      </w:pPr>
      <w:bookmarkStart w:id="17" w:name="_Toc118465503"/>
      <w:r w:rsidRPr="0056538E">
        <w:lastRenderedPageBreak/>
        <w:t>19. E106 pažymos pateikimas ESPBI IS</w:t>
      </w:r>
      <w:bookmarkEnd w:id="17"/>
    </w:p>
    <w:p w:rsidR="002D1BA2" w:rsidRPr="00AF40FC" w:rsidRDefault="002D1BA2" w:rsidP="002D1BA2">
      <w:pPr>
        <w:pStyle w:val="Alnostext"/>
      </w:pPr>
      <w:r w:rsidRPr="00A71A9A">
        <w:rPr>
          <w:b/>
        </w:rPr>
        <w:t>Trumpas aprašymas</w:t>
      </w:r>
      <w:r w:rsidRPr="00AF40FC">
        <w:t>:</w:t>
      </w:r>
    </w:p>
    <w:p w:rsidR="004A5C57" w:rsidRDefault="00790129">
      <w:r>
        <w:rPr>
          <w:rFonts w:cs="Arial"/>
        </w:rPr>
        <w:t xml:space="preserve">Pateikiama E106 pažyma ir vienas iš dokumentų: </w:t>
      </w:r>
    </w:p>
    <w:p w:rsidR="004A5C57" w:rsidRDefault="00790129">
      <w:r>
        <w:rPr>
          <w:rFonts w:cs="Arial"/>
        </w:rPr>
        <w:t xml:space="preserve">1. E025 dokumentas, jei yra paciento atvykimas į ambulatorinę SPĮ. </w:t>
      </w:r>
    </w:p>
    <w:p w:rsidR="004A5C57" w:rsidRDefault="00790129">
      <w:r>
        <w:rPr>
          <w:rFonts w:cs="Arial"/>
        </w:rPr>
        <w:t>2. E003 dokumentas, jei yra paciento atvykimas į stacionarą.</w:t>
      </w:r>
    </w:p>
    <w:p w:rsidR="00B72873" w:rsidRPr="0004283B" w:rsidRDefault="00B72873" w:rsidP="00385061">
      <w:pPr>
        <w:jc w:val="center"/>
      </w:pPr>
      <w:r>
        <w:rPr>
          <w:noProof/>
          <w:lang w:eastAsia="lt-LT"/>
        </w:rPr>
        <w:drawing>
          <wp:inline distT="0" distB="0" distL="0" distR="0">
            <wp:extent cx="3686175" cy="3352800"/>
            <wp:effectExtent l="0" t="0" r="0" b="0"/>
            <wp:docPr id="222" name="Picture -293027960.jpg" descr="-2930279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-293027960.jp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335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873" w:rsidRPr="0004283B" w:rsidRDefault="00B72873" w:rsidP="00385061">
      <w:pPr>
        <w:pStyle w:val="Captionpicture"/>
        <w:tabs>
          <w:tab w:val="clear" w:pos="360"/>
          <w:tab w:val="num" w:pos="1418"/>
        </w:tabs>
        <w:ind w:left="1418" w:hanging="1418"/>
      </w:pPr>
      <w:r>
        <w:t>„19. E106 pažymos pateikimas ESPBI IS“ scenarijus</w:t>
      </w:r>
      <w:r w:rsidR="00E870BC">
        <w:t>.</w:t>
      </w:r>
    </w:p>
    <w:p w:rsidR="00B72873" w:rsidRDefault="00B72873" w:rsidP="00B72873">
      <w:pPr>
        <w:rPr>
          <w:lang w:val="en-US"/>
        </w:rPr>
      </w:pPr>
    </w:p>
    <w:p w:rsidR="00B72873" w:rsidRPr="00AF40FC" w:rsidRDefault="00B72873" w:rsidP="00B72873">
      <w:pPr>
        <w:pStyle w:val="Alnostext"/>
      </w:pPr>
      <w:r w:rsidRPr="00A71A9A">
        <w:rPr>
          <w:b/>
        </w:rPr>
        <w:t>Scenarijaus žingsnių aprašymas</w:t>
      </w:r>
      <w:r w:rsidRPr="00AF40FC">
        <w:t>:</w:t>
      </w:r>
    </w:p>
    <w:tbl>
      <w:tblPr>
        <w:tblStyle w:val="RClentel"/>
        <w:tblW w:w="0" w:type="auto"/>
        <w:tblLook w:val="04E0" w:firstRow="1" w:lastRow="1" w:firstColumn="1" w:lastColumn="0" w:noHBand="0" w:noVBand="1"/>
      </w:tblPr>
      <w:tblGrid>
        <w:gridCol w:w="4528"/>
        <w:gridCol w:w="4172"/>
      </w:tblGrid>
      <w:tr w:rsidR="00B72873" w:rsidRPr="00AF40FC" w:rsidTr="00B83B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</w:trPr>
        <w:tc>
          <w:tcPr>
            <w:tcW w:w="0" w:type="auto"/>
          </w:tcPr>
          <w:p w:rsidR="00B72873" w:rsidRPr="00A71A9A" w:rsidRDefault="00672102" w:rsidP="0074461E">
            <w:r w:rsidRPr="00A71A9A">
              <w:t>Pavadinimas</w:t>
            </w:r>
          </w:p>
        </w:tc>
        <w:tc>
          <w:tcPr>
            <w:tcW w:w="4172" w:type="dxa"/>
          </w:tcPr>
          <w:p w:rsidR="00B72873" w:rsidRPr="00A71A9A" w:rsidRDefault="00672102" w:rsidP="0074461E">
            <w:r w:rsidRPr="00A71A9A">
              <w:t>Aprašymas</w:t>
            </w:r>
          </w:p>
        </w:tc>
      </w:tr>
      <w:tr w:rsidR="00B72873" w:rsidRPr="00AF40FC" w:rsidTr="00B83BA2"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224" name="Picture -1941997682.jpg" descr="-194199768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5" name="-1941997682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01. Perduoti E106 duomenų rinkinį į ESPBI IS</w:t>
            </w:r>
          </w:p>
        </w:tc>
        <w:tc>
          <w:tcPr>
            <w:tcW w:w="4172" w:type="dxa"/>
          </w:tcPr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SPĮ pateikia E106 duomenų rinkinį į ESPBI IS. Perduodami resursai: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</w:rPr>
              <w:t>Diagnostic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order</w:t>
            </w:r>
            <w:proofErr w:type="spellEnd"/>
            <w:r>
              <w:rPr>
                <w:rFonts w:ascii="Calibri" w:hAnsi="Calibri" w:cs="Calibri"/>
              </w:rPr>
              <w:t xml:space="preserve">.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</w:rPr>
              <w:t>Composition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</w:tr>
      <w:tr w:rsidR="00B72873" w:rsidRPr="00AF40FC" w:rsidTr="00B83B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226" name="Picture 1068903727.jpg" descr="10689037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7" name="1068903727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02. Pasirašyti E106 dokumentą</w:t>
            </w:r>
          </w:p>
        </w:tc>
        <w:tc>
          <w:tcPr>
            <w:tcW w:w="4172" w:type="dxa"/>
          </w:tcPr>
          <w:p w:rsidR="004A5C57" w:rsidRDefault="00790129">
            <w:r>
              <w:t>Specialistas pasirašo E106 dokumentą.</w:t>
            </w:r>
          </w:p>
        </w:tc>
      </w:tr>
      <w:tr w:rsidR="00B72873" w:rsidRPr="00AF40FC" w:rsidTr="00B83BA2"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228" name="Picture 349192228.jpg" descr="34919222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9" name="349192228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03. Perduoti E025 duomenų rinkinį į ESPBI IS</w:t>
            </w:r>
          </w:p>
        </w:tc>
        <w:tc>
          <w:tcPr>
            <w:tcW w:w="4172" w:type="dxa"/>
          </w:tcPr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SPĮ pateikia E025 duomenų rinkinį į ESPBI IS (E025 duomenų rinkinys suformuotas pagal E106 duomenis). Perduodami resursai: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</w:rPr>
              <w:t>Composition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</w:tr>
      <w:tr w:rsidR="00B72873" w:rsidRPr="00AF40FC" w:rsidTr="00B83B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230" name="Picture 1458520745.jpg" descr="14585207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1" name="1458520745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04. Pasirašyti E025 dokumentą</w:t>
            </w:r>
          </w:p>
        </w:tc>
        <w:tc>
          <w:tcPr>
            <w:tcW w:w="4172" w:type="dxa"/>
          </w:tcPr>
          <w:p w:rsidR="004A5C57" w:rsidRDefault="00790129">
            <w:r>
              <w:t>Specialistas pasirašo E025 dokumentą.</w:t>
            </w:r>
          </w:p>
        </w:tc>
      </w:tr>
      <w:tr w:rsidR="00B72873" w:rsidRPr="00AF40FC" w:rsidTr="00B83BA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:rsidR="00B72873" w:rsidRPr="00AF40FC" w:rsidRDefault="00B72873" w:rsidP="0074461E">
            <w:pPr>
              <w:rPr>
                <w:b w:val="0"/>
              </w:rPr>
            </w:pPr>
            <w:r>
              <w:rPr>
                <w:noProof/>
                <w:lang w:eastAsia="lt-LT"/>
              </w:rPr>
              <w:lastRenderedPageBreak/>
              <w:drawing>
                <wp:inline distT="0" distB="0" distL="0" distR="0">
                  <wp:extent cx="152400" cy="152400"/>
                  <wp:effectExtent l="0" t="0" r="0" b="0"/>
                  <wp:docPr id="232" name="Picture 1910938680.jpg" descr="19109386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3" name="1910938680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rPr>
                <w:b w:val="0"/>
              </w:rPr>
              <w:t>05. Perduoti E003 duomenų rinkinį į ESPBI IS</w:t>
            </w:r>
          </w:p>
        </w:tc>
        <w:tc>
          <w:tcPr>
            <w:tcW w:w="4172" w:type="dxa"/>
          </w:tcPr>
          <w:p w:rsidR="00B72873" w:rsidRPr="00AF40FC" w:rsidRDefault="00B72873" w:rsidP="0074461E">
            <w:pPr>
              <w:rPr>
                <w:b w:val="0"/>
              </w:rPr>
            </w:pPr>
            <w:r w:rsidRPr="00AF40FC">
              <w:rPr>
                <w:b w:val="0"/>
              </w:rPr>
              <w:t xml:space="preserve">SPĮ pateikia E003 duomenų rinkinį į ESPBI IS (E003 duomenų rinkinys suformuotas pagal E106 duomenis). Galima teikti tiek naują E003 dokumentą, tiek pateikti naują egzistuojančio dokumento versiją. Perduodami resursai: </w:t>
            </w:r>
            <w:r w:rsidRPr="00AF40FC">
              <w:rPr>
                <w:b w:val="0"/>
              </w:rPr>
              <w:br/>
              <w:t xml:space="preserve">- </w:t>
            </w:r>
            <w:proofErr w:type="spellStart"/>
            <w:r w:rsidRPr="00AF40FC">
              <w:rPr>
                <w:b w:val="0"/>
              </w:rPr>
              <w:t>Composition</w:t>
            </w:r>
            <w:proofErr w:type="spellEnd"/>
            <w:r w:rsidRPr="00AF40FC">
              <w:rPr>
                <w:b w:val="0"/>
              </w:rPr>
              <w:t>.</w:t>
            </w:r>
          </w:p>
        </w:tc>
      </w:tr>
    </w:tbl>
    <w:p w:rsidR="00B72873" w:rsidRPr="00AF40FC" w:rsidRDefault="00B72873" w:rsidP="00B72873"/>
    <w:p w:rsidR="00CB007B" w:rsidRPr="00DB39B2" w:rsidRDefault="00CB007B" w:rsidP="00CB007B">
      <w:pPr>
        <w:rPr>
          <w:lang w:val="et-EE"/>
        </w:rPr>
      </w:pPr>
    </w:p>
    <w:p w:rsidR="00ED7695" w:rsidRPr="00370C50" w:rsidRDefault="00B72873" w:rsidP="00B00FF8">
      <w:pPr>
        <w:pStyle w:val="Antrat1"/>
        <w:numPr>
          <w:ilvl w:val="0"/>
          <w:numId w:val="0"/>
        </w:numPr>
        <w:ind w:left="432"/>
      </w:pPr>
      <w:bookmarkStart w:id="18" w:name="_Toc118465504"/>
      <w:r w:rsidRPr="0056538E">
        <w:lastRenderedPageBreak/>
        <w:t>20. E106-2-1 pažymos pateikimas ESPBI IS</w:t>
      </w:r>
      <w:bookmarkEnd w:id="18"/>
    </w:p>
    <w:p w:rsidR="002D1BA2" w:rsidRPr="00AF40FC" w:rsidRDefault="002D1BA2" w:rsidP="002D1BA2">
      <w:pPr>
        <w:pStyle w:val="Alnostext"/>
      </w:pPr>
      <w:r w:rsidRPr="00A71A9A">
        <w:rPr>
          <w:b/>
        </w:rPr>
        <w:t>Trumpas aprašymas</w:t>
      </w:r>
      <w:r w:rsidRPr="00AF40FC">
        <w:t>:</w:t>
      </w:r>
    </w:p>
    <w:p w:rsidR="004A5C57" w:rsidRDefault="00790129">
      <w:r>
        <w:rPr>
          <w:rFonts w:cs="Arial"/>
        </w:rPr>
        <w:t>Pateikiama E106-2-1 pažyma ir E003 dokumentas.</w:t>
      </w:r>
    </w:p>
    <w:p w:rsidR="00B72873" w:rsidRPr="0004283B" w:rsidRDefault="00B72873" w:rsidP="00385061">
      <w:pPr>
        <w:jc w:val="center"/>
      </w:pPr>
      <w:r>
        <w:rPr>
          <w:noProof/>
          <w:lang w:eastAsia="lt-LT"/>
        </w:rPr>
        <w:drawing>
          <wp:inline distT="0" distB="0" distL="0" distR="0">
            <wp:extent cx="1838325" cy="2238375"/>
            <wp:effectExtent l="0" t="0" r="0" b="0"/>
            <wp:docPr id="234" name="Picture -1736083986.jpg" descr="-17360839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-1736083986.jp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873" w:rsidRPr="0004283B" w:rsidRDefault="00B72873" w:rsidP="00385061">
      <w:pPr>
        <w:pStyle w:val="Captionpicture"/>
        <w:tabs>
          <w:tab w:val="clear" w:pos="360"/>
          <w:tab w:val="num" w:pos="1418"/>
        </w:tabs>
        <w:ind w:left="1418" w:hanging="1418"/>
      </w:pPr>
      <w:r>
        <w:t>„20. E106-2-1 pažymos pateikimas ESPBI IS“ scenarijus</w:t>
      </w:r>
      <w:r w:rsidR="00E870BC">
        <w:t>.</w:t>
      </w:r>
    </w:p>
    <w:p w:rsidR="00B72873" w:rsidRDefault="00B72873" w:rsidP="00B72873">
      <w:pPr>
        <w:rPr>
          <w:lang w:val="en-US"/>
        </w:rPr>
      </w:pPr>
    </w:p>
    <w:p w:rsidR="00B72873" w:rsidRPr="00AF40FC" w:rsidRDefault="00B72873" w:rsidP="00B72873">
      <w:pPr>
        <w:pStyle w:val="Alnostext"/>
      </w:pPr>
      <w:r w:rsidRPr="00A71A9A">
        <w:rPr>
          <w:b/>
        </w:rPr>
        <w:t>Scenarijaus žingsnių aprašymas</w:t>
      </w:r>
      <w:r w:rsidRPr="00AF40FC">
        <w:t>:</w:t>
      </w:r>
    </w:p>
    <w:tbl>
      <w:tblPr>
        <w:tblStyle w:val="RClentel"/>
        <w:tblW w:w="0" w:type="auto"/>
        <w:tblLook w:val="04E0" w:firstRow="1" w:lastRow="1" w:firstColumn="1" w:lastColumn="0" w:noHBand="0" w:noVBand="1"/>
      </w:tblPr>
      <w:tblGrid>
        <w:gridCol w:w="4884"/>
        <w:gridCol w:w="4172"/>
      </w:tblGrid>
      <w:tr w:rsidR="00B72873" w:rsidRPr="00AF40FC" w:rsidTr="00B83B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</w:trPr>
        <w:tc>
          <w:tcPr>
            <w:tcW w:w="0" w:type="auto"/>
          </w:tcPr>
          <w:p w:rsidR="00B72873" w:rsidRPr="00A71A9A" w:rsidRDefault="00672102" w:rsidP="0074461E">
            <w:r w:rsidRPr="00A71A9A">
              <w:t>Pavadinimas</w:t>
            </w:r>
          </w:p>
        </w:tc>
        <w:tc>
          <w:tcPr>
            <w:tcW w:w="4172" w:type="dxa"/>
          </w:tcPr>
          <w:p w:rsidR="00B72873" w:rsidRPr="00A71A9A" w:rsidRDefault="00672102" w:rsidP="0074461E">
            <w:r w:rsidRPr="00A71A9A">
              <w:t>Aprašymas</w:t>
            </w:r>
          </w:p>
        </w:tc>
      </w:tr>
      <w:tr w:rsidR="00B72873" w:rsidRPr="00AF40FC" w:rsidTr="00B83BA2"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236" name="Picture 1936377500.jpg" descr="19363775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7" name="1936377500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01. Perduoti E106-2-1 duomenų rinkinį į ESPBI IS</w:t>
            </w:r>
          </w:p>
        </w:tc>
        <w:tc>
          <w:tcPr>
            <w:tcW w:w="4172" w:type="dxa"/>
          </w:tcPr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SPĮ pateikia E106-2-1 duomenų rinkinį į ESPBI IS. Perduodami resursai: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</w:rPr>
              <w:t>Diagnostic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order</w:t>
            </w:r>
            <w:proofErr w:type="spellEnd"/>
            <w:r>
              <w:rPr>
                <w:rFonts w:ascii="Calibri" w:hAnsi="Calibri" w:cs="Calibri"/>
              </w:rPr>
              <w:t xml:space="preserve">. </w:t>
            </w:r>
          </w:p>
          <w:p w:rsidR="004A5C57" w:rsidRDefault="00790129">
            <w:pPr>
              <w:spacing w:after="160"/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</w:rPr>
              <w:t>Composition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</w:tr>
      <w:tr w:rsidR="00B72873" w:rsidRPr="00AF40FC" w:rsidTr="00B83B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auto"/>
          </w:tcPr>
          <w:p w:rsidR="00B72873" w:rsidRPr="00AF40FC" w:rsidRDefault="00B72873" w:rsidP="0074461E">
            <w:pPr>
              <w:rPr>
                <w:b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238" name="Picture 315417418.jpg" descr="3154174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9" name="315417418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t>02. Pasirašyti E106-2-1 dokumentą</w:t>
            </w:r>
          </w:p>
        </w:tc>
        <w:tc>
          <w:tcPr>
            <w:tcW w:w="4172" w:type="dxa"/>
          </w:tcPr>
          <w:p w:rsidR="004A5C57" w:rsidRDefault="00790129">
            <w:r>
              <w:t>Specialistas pasirašo E106-2-1 dokumentą.</w:t>
            </w:r>
          </w:p>
        </w:tc>
      </w:tr>
      <w:tr w:rsidR="00B72873" w:rsidRPr="00AF40FC" w:rsidTr="00B83BA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:rsidR="00B72873" w:rsidRPr="00AF40FC" w:rsidRDefault="00B72873" w:rsidP="0074461E">
            <w:pPr>
              <w:rPr>
                <w:b w:val="0"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152400" cy="152400"/>
                  <wp:effectExtent l="0" t="0" r="0" b="0"/>
                  <wp:docPr id="240" name="Picture 25013090.jpg" descr="2501309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1" name="25013090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40FC">
              <w:rPr>
                <w:b w:val="0"/>
              </w:rPr>
              <w:t>03. Perduoti E003 duomenų rinkinį į ESPBI IS</w:t>
            </w:r>
          </w:p>
        </w:tc>
        <w:tc>
          <w:tcPr>
            <w:tcW w:w="4172" w:type="dxa"/>
          </w:tcPr>
          <w:p w:rsidR="00B72873" w:rsidRPr="00AF40FC" w:rsidRDefault="00B72873" w:rsidP="0074461E">
            <w:pPr>
              <w:rPr>
                <w:b w:val="0"/>
              </w:rPr>
            </w:pPr>
            <w:r w:rsidRPr="00AF40FC">
              <w:rPr>
                <w:b w:val="0"/>
              </w:rPr>
              <w:t xml:space="preserve">SPĮ pateikia E003 duomenų rinkinį į ESPBI IS (E003 duomenų rinkinys suformuotas pagal E106-2-1 duomenis). Galima teikti tiek naują E003 dokumentą, tiek pateikti naują egzistuojančio dokumento versiją. Perduodami resursai: </w:t>
            </w:r>
            <w:r w:rsidRPr="00AF40FC">
              <w:rPr>
                <w:b w:val="0"/>
              </w:rPr>
              <w:br/>
              <w:t xml:space="preserve">- </w:t>
            </w:r>
            <w:proofErr w:type="spellStart"/>
            <w:r w:rsidRPr="00AF40FC">
              <w:rPr>
                <w:b w:val="0"/>
              </w:rPr>
              <w:t>Composition</w:t>
            </w:r>
            <w:proofErr w:type="spellEnd"/>
            <w:r w:rsidRPr="00AF40FC">
              <w:rPr>
                <w:b w:val="0"/>
              </w:rPr>
              <w:t>.</w:t>
            </w:r>
          </w:p>
        </w:tc>
      </w:tr>
    </w:tbl>
    <w:p w:rsidR="00B72873" w:rsidRPr="00AF40FC" w:rsidRDefault="00B72873" w:rsidP="00B72873"/>
    <w:p w:rsidR="009E089B" w:rsidRPr="009E089B" w:rsidRDefault="00CA60CE" w:rsidP="009E089B">
      <w:r w:rsidRPr="00AB7751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8F8B75" wp14:editId="2CE5E4B7">
                <wp:simplePos x="0" y="0"/>
                <wp:positionH relativeFrom="column">
                  <wp:posOffset>60960</wp:posOffset>
                </wp:positionH>
                <wp:positionV relativeFrom="paragraph">
                  <wp:posOffset>6469380</wp:posOffset>
                </wp:positionV>
                <wp:extent cx="5981700" cy="2601310"/>
                <wp:effectExtent l="0" t="0" r="0" b="0"/>
                <wp:wrapNone/>
                <wp:docPr id="24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1700" cy="26013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60CE" w:rsidRPr="000B60D0" w:rsidRDefault="00CA60CE" w:rsidP="003139F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8F8B75" id="_x0000_s1027" type="#_x0000_t202" style="position:absolute;margin-left:4.8pt;margin-top:509.4pt;width:471pt;height:20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" filled="f" stroked="f">
                <v:textbox>
                  <w:txbxContent>
                    <w:p w:rsidR="00CA60CE" w:rsidRPr="000B60D0" w:rsidRDefault="00CA60CE" w:rsidP="003139F0"/>
                  </w:txbxContent>
                </v:textbox>
              </v:shape>
            </w:pict>
          </mc:Fallback>
        </mc:AlternateContent>
      </w:r>
    </w:p>
    <w:sectPr w:rsidR="009E089B" w:rsidRPr="009E089B" w:rsidSect="00B14449">
      <w:headerReference w:type="default" r:id="rId26"/>
      <w:footerReference w:type="default" r:id="rId27"/>
      <w:headerReference w:type="first" r:id="rId28"/>
      <w:footerReference w:type="first" r:id="rId29"/>
      <w:pgSz w:w="11907" w:h="16839" w:code="9"/>
      <w:pgMar w:top="1944" w:right="706" w:bottom="1282" w:left="1411" w:header="562" w:footer="2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40F" w:rsidRDefault="0020240F">
      <w:r>
        <w:separator/>
      </w:r>
    </w:p>
  </w:endnote>
  <w:endnote w:type="continuationSeparator" w:id="0">
    <w:p w:rsidR="0020240F" w:rsidRDefault="00202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98A" w:rsidRPr="00BB2ED0" w:rsidRDefault="00F54895" w:rsidP="00F54895">
    <w:pPr>
      <w:pStyle w:val="Porat"/>
      <w:tabs>
        <w:tab w:val="clear" w:pos="9360"/>
        <w:tab w:val="right" w:pos="9781"/>
      </w:tabs>
      <w:rPr>
        <w:color w:val="404040"/>
        <w:sz w:val="16"/>
        <w:szCs w:val="16"/>
      </w:rPr>
    </w:pPr>
    <w:r w:rsidRPr="00BB2ED0">
      <w:rPr>
        <w:color w:val="404040"/>
        <w:sz w:val="16"/>
        <w:szCs w:val="16"/>
      </w:rPr>
      <w:tab/>
    </w:r>
    <w:r w:rsidR="0013698A" w:rsidRPr="00BB2ED0">
      <w:rPr>
        <w:rStyle w:val="Puslapionumeris"/>
        <w:rFonts w:ascii="Tahoma" w:hAnsi="Tahoma" w:cs="Tahoma"/>
        <w:color w:val="404040"/>
      </w:rPr>
      <w:fldChar w:fldCharType="begin"/>
    </w:r>
    <w:r w:rsidR="0013698A" w:rsidRPr="00BB2ED0">
      <w:rPr>
        <w:rStyle w:val="Puslapionumeris"/>
        <w:rFonts w:ascii="Tahoma" w:hAnsi="Tahoma" w:cs="Tahoma"/>
        <w:color w:val="404040"/>
      </w:rPr>
      <w:instrText xml:space="preserve"> PAGE </w:instrText>
    </w:r>
    <w:r w:rsidR="0013698A" w:rsidRPr="00BB2ED0">
      <w:rPr>
        <w:rStyle w:val="Puslapionumeris"/>
        <w:rFonts w:ascii="Tahoma" w:hAnsi="Tahoma" w:cs="Tahoma"/>
        <w:color w:val="404040"/>
      </w:rPr>
      <w:fldChar w:fldCharType="separate"/>
    </w:r>
    <w:r w:rsidR="003B06CD">
      <w:rPr>
        <w:rStyle w:val="Puslapionumeris"/>
        <w:rFonts w:ascii="Tahoma" w:hAnsi="Tahoma" w:cs="Tahoma"/>
        <w:noProof/>
        <w:color w:val="404040"/>
      </w:rPr>
      <w:t>6</w:t>
    </w:r>
    <w:r w:rsidR="0013698A" w:rsidRPr="00BB2ED0">
      <w:rPr>
        <w:rStyle w:val="Puslapionumeris"/>
        <w:rFonts w:ascii="Tahoma" w:hAnsi="Tahoma" w:cs="Tahoma"/>
        <w:color w:val="404040"/>
      </w:rPr>
      <w:fldChar w:fldCharType="end"/>
    </w:r>
    <w:r w:rsidR="0013698A" w:rsidRPr="00BB2ED0">
      <w:rPr>
        <w:rStyle w:val="Puslapionumeris"/>
        <w:rFonts w:ascii="Tahoma" w:hAnsi="Tahoma" w:cs="Tahoma"/>
        <w:color w:val="404040"/>
      </w:rPr>
      <w:t>/</w:t>
    </w:r>
    <w:r w:rsidR="0013698A" w:rsidRPr="00BB2ED0">
      <w:rPr>
        <w:rStyle w:val="Puslapionumeris"/>
        <w:rFonts w:ascii="Tahoma" w:hAnsi="Tahoma" w:cs="Tahoma"/>
        <w:color w:val="404040"/>
      </w:rPr>
      <w:fldChar w:fldCharType="begin"/>
    </w:r>
    <w:r w:rsidR="0013698A" w:rsidRPr="00BB2ED0">
      <w:rPr>
        <w:rStyle w:val="Puslapionumeris"/>
        <w:rFonts w:ascii="Tahoma" w:hAnsi="Tahoma" w:cs="Tahoma"/>
        <w:color w:val="404040"/>
      </w:rPr>
      <w:instrText xml:space="preserve"> NUMPAGES </w:instrText>
    </w:r>
    <w:r w:rsidR="0013698A" w:rsidRPr="00BB2ED0">
      <w:rPr>
        <w:rStyle w:val="Puslapionumeris"/>
        <w:rFonts w:ascii="Tahoma" w:hAnsi="Tahoma" w:cs="Tahoma"/>
        <w:color w:val="404040"/>
      </w:rPr>
      <w:fldChar w:fldCharType="separate"/>
    </w:r>
    <w:r w:rsidR="003B06CD">
      <w:rPr>
        <w:rStyle w:val="Puslapionumeris"/>
        <w:rFonts w:ascii="Tahoma" w:hAnsi="Tahoma" w:cs="Tahoma"/>
        <w:noProof/>
        <w:color w:val="404040"/>
      </w:rPr>
      <w:t>36</w:t>
    </w:r>
    <w:r w:rsidR="0013698A" w:rsidRPr="00BB2ED0">
      <w:rPr>
        <w:rStyle w:val="Puslapionumeris"/>
        <w:rFonts w:ascii="Tahoma" w:hAnsi="Tahoma" w:cs="Tahoma"/>
        <w:color w:val="40404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ED0" w:rsidRDefault="00BB2ED0">
    <w:pPr>
      <w:pStyle w:val="Porat"/>
    </w:pPr>
    <w:r>
      <w:rPr>
        <w:noProof/>
        <w:lang w:eastAsia="lt-LT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28DABA50" wp14:editId="6A2A5A10">
              <wp:simplePos x="0" y="0"/>
              <wp:positionH relativeFrom="column">
                <wp:posOffset>1999615</wp:posOffset>
              </wp:positionH>
              <wp:positionV relativeFrom="paragraph">
                <wp:posOffset>-502285</wp:posOffset>
              </wp:positionV>
              <wp:extent cx="1827234" cy="286386"/>
              <wp:effectExtent l="0" t="0" r="1905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7234" cy="28638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B2ED0" w:rsidRDefault="00BB2ED0" w:rsidP="00BB2ED0">
                          <w:pPr>
                            <w:jc w:val="center"/>
                          </w:pPr>
                          <w:r>
                            <w:t>Vilnius, 2022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DABA50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57.45pt;margin-top:-39.55pt;width:143.9pt;height:22.5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" stroked="f">
              <v:textbox>
                <w:txbxContent>
                  <w:p w:rsidR="00BB2ED0" w:rsidRDefault="00BB2ED0" w:rsidP="00BB2ED0">
                    <w:pPr>
                      <w:jc w:val="center"/>
                    </w:pPr>
                    <w:r>
                      <w:t>Vilnius, 2022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40F" w:rsidRDefault="0020240F">
      <w:r>
        <w:separator/>
      </w:r>
    </w:p>
  </w:footnote>
  <w:footnote w:type="continuationSeparator" w:id="0">
    <w:p w:rsidR="0020240F" w:rsidRDefault="00202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EA0" w:rsidRPr="00BB2ED0" w:rsidRDefault="00CE6B81" w:rsidP="00CE6B81">
    <w:pPr>
      <w:pStyle w:val="DocTitleinHeader"/>
      <w:rPr>
        <w:color w:val="404040"/>
      </w:rPr>
    </w:pPr>
    <w:r w:rsidRPr="003D6AD7">
      <w:rPr>
        <w:noProof/>
        <w:lang w:eastAsia="lt-LT"/>
      </w:rPr>
      <mc:AlternateContent>
        <mc:Choice Requires="wpg">
          <w:drawing>
            <wp:anchor distT="0" distB="0" distL="114300" distR="114300" simplePos="0" relativeHeight="251669504" behindDoc="1" locked="0" layoutInCell="1" allowOverlap="1" wp14:anchorId="01B7E1B0" wp14:editId="0659DCDB">
              <wp:simplePos x="0" y="0"/>
              <wp:positionH relativeFrom="margin">
                <wp:align>left</wp:align>
              </wp:positionH>
              <wp:positionV relativeFrom="paragraph">
                <wp:posOffset>-76200</wp:posOffset>
              </wp:positionV>
              <wp:extent cx="6107753" cy="274955"/>
              <wp:effectExtent l="0" t="0" r="7620" b="0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7753" cy="274955"/>
                        <a:chOff x="-3043" y="48750"/>
                        <a:chExt cx="6108963" cy="275100"/>
                      </a:xfrm>
                    </wpg:grpSpPr>
                    <pic:pic xmlns:pic="http://schemas.openxmlformats.org/drawingml/2006/picture">
                      <pic:nvPicPr>
                        <pic:cNvPr id="3" name="Paveikslėlis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5294644" y="48750"/>
                          <a:ext cx="811276" cy="27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Pr id="7" name="Straight Connector 35">
                        <a:extLst>
                          <a:ext uri="{FF2B5EF4-FFF2-40B4-BE49-F238E27FC236}">
                            <a16:creationId xmlns:a16="http://schemas.microsoft.com/office/drawing/2014/main" id="{DCD8E615-8516-43E2-A772-24C8017D3DB3}"/>
                          </a:ext>
                        </a:extLst>
                      </wps:cNvPr>
                      <wps:cNvCnPr/>
                      <wps:spPr>
                        <a:xfrm>
                          <a:off x="-3043" y="292608"/>
                          <a:ext cx="5202139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50C9F3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29594B" id="Group 1" o:spid="_x0000_s1026" style="position:absolute;margin-left:0;margin-top:-6pt;width:480.95pt;height:21.65pt;z-index:-251646976;mso-position-horizontal:left;mso-position-horizontal-relative:margin;mso-width-relative:margin;mso-height-relative:margin" coordorigin="-30,487" coordsize="61089,27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aveikslėlis 4" o:spid="_x0000_s1027" type="#_x0000_t75" style="position:absolute;left:52946;top:487;width:8113;height:27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">
                <v:imagedata r:id="rId2" o:title=""/>
                <v:path arrowok="t"/>
              </v:shape>
              <v:line id="Straight Connector 35" o:spid="_x0000_s1028" style="position:absolute;visibility:visible;mso-wrap-style:square" from="-30,2926" to="51990,2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" strokecolor="#50c9f3" strokeweight="1pt"/>
              <w10:wrap anchorx="margin"/>
            </v:group>
          </w:pict>
        </mc:Fallback>
      </mc:AlternateContent>
    </w:r>
    <w:r>
      <w:rPr>
        <w:color w:val="404040"/>
      </w:rPr>
      <w:t>PAŽYMŲ PROCESŲ APRAŠYMAS, versija: 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EA0" w:rsidRDefault="00BB2ED0">
    <w:pPr>
      <w:pStyle w:val="Antrats"/>
    </w:pPr>
    <w:r>
      <w:rPr>
        <w:noProof/>
        <w:lang w:eastAsia="lt-LT"/>
      </w:rPr>
      <w:drawing>
        <wp:anchor distT="0" distB="0" distL="114300" distR="114300" simplePos="0" relativeHeight="251665408" behindDoc="0" locked="0" layoutInCell="1" allowOverlap="1" wp14:anchorId="445329CD" wp14:editId="45777673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657350" cy="688642"/>
          <wp:effectExtent l="0" t="0" r="0" b="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Artboard 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7350" cy="6886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4" type="#_x0000_t75" style="width:8.25pt;height:21.75pt" o:bullet="t">
        <v:imagedata r:id="rId1" o:title="Untitled-8"/>
      </v:shape>
    </w:pict>
  </w:numPicBullet>
  <w:abstractNum w:abstractNumId="0" w15:restartNumberingAfterBreak="0">
    <w:nsid w:val="FFFFFF7C"/>
    <w:multiLevelType w:val="singleLevel"/>
    <w:tmpl w:val="615C74C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47A598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D3010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984A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8AC7B1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668D8A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5C763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8C9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486C1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EB069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BD3B06"/>
    <w:multiLevelType w:val="multilevel"/>
    <w:tmpl w:val="49583CE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55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99D0448"/>
    <w:multiLevelType w:val="hybridMultilevel"/>
    <w:tmpl w:val="1AF6C62A"/>
    <w:lvl w:ilvl="0" w:tplc="2E5E1740">
      <w:start w:val="1"/>
      <w:numFmt w:val="decimal"/>
      <w:lvlText w:val="%1)"/>
      <w:lvlJc w:val="left"/>
      <w:pPr>
        <w:tabs>
          <w:tab w:val="num" w:pos="720"/>
        </w:tabs>
        <w:ind w:left="720" w:hanging="550"/>
      </w:pPr>
      <w:rPr>
        <w:rFonts w:ascii="Verdana" w:hAnsi="Verdana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D8A126A"/>
    <w:multiLevelType w:val="hybridMultilevel"/>
    <w:tmpl w:val="6C544F52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FB1B1A"/>
    <w:multiLevelType w:val="hybridMultilevel"/>
    <w:tmpl w:val="D458C5B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F12944"/>
    <w:multiLevelType w:val="hybridMultilevel"/>
    <w:tmpl w:val="6A98BABC"/>
    <w:lvl w:ilvl="0" w:tplc="894478BC">
      <w:start w:val="1"/>
      <w:numFmt w:val="decimal"/>
      <w:pStyle w:val="Captionpicture"/>
      <w:lvlText w:val="%1 pav. 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B0D4D9A"/>
    <w:multiLevelType w:val="hybridMultilevel"/>
    <w:tmpl w:val="7AAECED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CD061F0"/>
    <w:multiLevelType w:val="multilevel"/>
    <w:tmpl w:val="06E8583A"/>
    <w:styleLink w:val="BulletedList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0"/>
      <w:lvlJc w:val="left"/>
      <w:pPr>
        <w:ind w:left="3600" w:hanging="360"/>
      </w:pPr>
      <w:rPr>
        <w:rFonts w:ascii="Symbol" w:hAnsi="Symbol" w:cs="Courier New" w:hint="default"/>
        <w:color w:val="auto"/>
      </w:rPr>
    </w:lvl>
    <w:lvl w:ilvl="5">
      <w:start w:val="1"/>
      <w:numFmt w:val="bullet"/>
      <w:lvlText w:val=""/>
      <w:lvlPicBulletId w:val="0"/>
      <w:lvlJc w:val="left"/>
      <w:pPr>
        <w:ind w:left="432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ind w:left="504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0"/>
      <w:lvlJc w:val="left"/>
      <w:pPr>
        <w:ind w:left="5760" w:hanging="360"/>
      </w:pPr>
      <w:rPr>
        <w:rFonts w:ascii="Symbol" w:hAnsi="Symbol" w:cs="Courier New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ind w:left="6480" w:hanging="360"/>
      </w:pPr>
      <w:rPr>
        <w:rFonts w:ascii="Symbol" w:hAnsi="Symbol" w:hint="default"/>
        <w:color w:val="auto"/>
      </w:rPr>
    </w:lvl>
  </w:abstractNum>
  <w:abstractNum w:abstractNumId="17" w15:restartNumberingAfterBreak="0">
    <w:nsid w:val="373D4F6D"/>
    <w:multiLevelType w:val="multilevel"/>
    <w:tmpl w:val="ED14C82A"/>
    <w:lvl w:ilvl="0">
      <w:start w:val="1"/>
      <w:numFmt w:val="decimal"/>
      <w:lvlText w:val="%1."/>
      <w:lvlJc w:val="left"/>
      <w:pPr>
        <w:ind w:left="360" w:hanging="76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9E53E1D"/>
    <w:multiLevelType w:val="hybridMultilevel"/>
    <w:tmpl w:val="538A4D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E86190"/>
    <w:multiLevelType w:val="hybridMultilevel"/>
    <w:tmpl w:val="335CB31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29466ED"/>
    <w:multiLevelType w:val="hybridMultilevel"/>
    <w:tmpl w:val="06E8583A"/>
    <w:lvl w:ilvl="0" w:tplc="79FC56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9FC5660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79FC5660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0F0D49"/>
    <w:multiLevelType w:val="hybridMultilevel"/>
    <w:tmpl w:val="6E14831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A957D88"/>
    <w:multiLevelType w:val="hybridMultilevel"/>
    <w:tmpl w:val="F5E4E7F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D4F0EBE"/>
    <w:multiLevelType w:val="hybridMultilevel"/>
    <w:tmpl w:val="86EC9B3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4D9D379B"/>
    <w:multiLevelType w:val="hybridMultilevel"/>
    <w:tmpl w:val="EBDC0B4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4EA4A8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3D6498D"/>
    <w:multiLevelType w:val="multilevel"/>
    <w:tmpl w:val="D23247F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674A564E"/>
    <w:multiLevelType w:val="multilevel"/>
    <w:tmpl w:val="F9ACF1C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55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D977FB4"/>
    <w:multiLevelType w:val="multilevel"/>
    <w:tmpl w:val="06E8583A"/>
    <w:numStyleLink w:val="BulletedList"/>
  </w:abstractNum>
  <w:abstractNum w:abstractNumId="29" w15:restartNumberingAfterBreak="0">
    <w:nsid w:val="6DEF2808"/>
    <w:multiLevelType w:val="multilevel"/>
    <w:tmpl w:val="B6C67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Restart w:val="0"/>
      <w:lvlText w:val=""/>
      <w:lvlJc w:val="left"/>
      <w:pPr>
        <w:ind w:left="709" w:hanging="349"/>
      </w:pPr>
      <w:rPr>
        <w:rFonts w:ascii="Symbol" w:hAnsi="Symbol" w:hint="default"/>
      </w:rPr>
    </w:lvl>
    <w:lvl w:ilvl="2">
      <w:start w:val="1"/>
      <w:numFmt w:val="none"/>
      <w:lvlText w:val=""/>
      <w:lvlJc w:val="left"/>
      <w:pPr>
        <w:ind w:left="1219" w:hanging="368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440" w:hanging="363"/>
      </w:pPr>
      <w:rPr>
        <w:rFonts w:hint="default"/>
      </w:rPr>
    </w:lvl>
    <w:lvl w:ilvl="5">
      <w:start w:val="1"/>
      <w:numFmt w:val="none"/>
      <w:lvlText w:val=""/>
      <w:lvlJc w:val="left"/>
      <w:pPr>
        <w:ind w:left="1440" w:hanging="363"/>
      </w:pPr>
      <w:rPr>
        <w:rFonts w:hint="default"/>
      </w:rPr>
    </w:lvl>
    <w:lvl w:ilvl="6">
      <w:start w:val="1"/>
      <w:numFmt w:val="none"/>
      <w:lvlText w:val=""/>
      <w:lvlJc w:val="left"/>
      <w:pPr>
        <w:ind w:left="1440" w:hanging="363"/>
      </w:pPr>
      <w:rPr>
        <w:rFonts w:hint="default"/>
      </w:rPr>
    </w:lvl>
    <w:lvl w:ilvl="7">
      <w:start w:val="1"/>
      <w:numFmt w:val="none"/>
      <w:lvlText w:val=""/>
      <w:lvlJc w:val="left"/>
      <w:pPr>
        <w:ind w:left="1440" w:hanging="363"/>
      </w:pPr>
      <w:rPr>
        <w:rFonts w:hint="default"/>
      </w:rPr>
    </w:lvl>
    <w:lvl w:ilvl="8">
      <w:start w:val="1"/>
      <w:numFmt w:val="none"/>
      <w:lvlText w:val=""/>
      <w:lvlJc w:val="left"/>
      <w:pPr>
        <w:ind w:left="1440" w:hanging="363"/>
      </w:pPr>
      <w:rPr>
        <w:rFonts w:hint="default"/>
      </w:rPr>
    </w:lvl>
  </w:abstractNum>
  <w:abstractNum w:abstractNumId="30" w15:restartNumberingAfterBreak="0">
    <w:nsid w:val="6E162232"/>
    <w:multiLevelType w:val="multilevel"/>
    <w:tmpl w:val="04270025"/>
    <w:lvl w:ilvl="0">
      <w:start w:val="1"/>
      <w:numFmt w:val="decimal"/>
      <w:pStyle w:val="Antrat1"/>
      <w:lvlText w:val="%1"/>
      <w:lvlJc w:val="left"/>
      <w:pPr>
        <w:ind w:left="432" w:hanging="432"/>
      </w:pPr>
    </w:lvl>
    <w:lvl w:ilvl="1">
      <w:start w:val="1"/>
      <w:numFmt w:val="decimal"/>
      <w:pStyle w:val="Antrat2"/>
      <w:lvlText w:val="%1.%2"/>
      <w:lvlJc w:val="left"/>
      <w:pPr>
        <w:ind w:left="576" w:hanging="576"/>
      </w:pPr>
    </w:lvl>
    <w:lvl w:ilvl="2">
      <w:start w:val="1"/>
      <w:numFmt w:val="decimal"/>
      <w:pStyle w:val="Antrat3"/>
      <w:lvlText w:val="%1.%2.%3"/>
      <w:lvlJc w:val="left"/>
      <w:pPr>
        <w:ind w:left="720" w:hanging="720"/>
      </w:pPr>
    </w:lvl>
    <w:lvl w:ilvl="3">
      <w:start w:val="1"/>
      <w:numFmt w:val="decimal"/>
      <w:pStyle w:val="Antrat4"/>
      <w:lvlText w:val="%1.%2.%3.%4"/>
      <w:lvlJc w:val="left"/>
      <w:pPr>
        <w:ind w:left="864" w:hanging="864"/>
      </w:pPr>
    </w:lvl>
    <w:lvl w:ilvl="4">
      <w:start w:val="1"/>
      <w:numFmt w:val="decimal"/>
      <w:pStyle w:val="Antrat5"/>
      <w:lvlText w:val="%1.%2.%3.%4.%5"/>
      <w:lvlJc w:val="left"/>
      <w:pPr>
        <w:ind w:left="1008" w:hanging="1008"/>
      </w:pPr>
    </w:lvl>
    <w:lvl w:ilvl="5">
      <w:start w:val="1"/>
      <w:numFmt w:val="decimal"/>
      <w:pStyle w:val="Antrat6"/>
      <w:lvlText w:val="%1.%2.%3.%4.%5.%6"/>
      <w:lvlJc w:val="left"/>
      <w:pPr>
        <w:ind w:left="1152" w:hanging="1152"/>
      </w:pPr>
    </w:lvl>
    <w:lvl w:ilvl="6">
      <w:start w:val="1"/>
      <w:numFmt w:val="decimal"/>
      <w:pStyle w:val="Antra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Antra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Antrat9"/>
      <w:lvlText w:val="%1.%2.%3.%4.%5.%6.%7.%8.%9"/>
      <w:lvlJc w:val="left"/>
      <w:pPr>
        <w:ind w:left="1584" w:hanging="1584"/>
      </w:pPr>
    </w:lvl>
  </w:abstractNum>
  <w:abstractNum w:abstractNumId="31" w15:restartNumberingAfterBreak="0">
    <w:nsid w:val="6FEB64DC"/>
    <w:multiLevelType w:val="multilevel"/>
    <w:tmpl w:val="223A84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769E6DB6"/>
    <w:multiLevelType w:val="hybridMultilevel"/>
    <w:tmpl w:val="3DDED3C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167F03"/>
    <w:multiLevelType w:val="hybridMultilevel"/>
    <w:tmpl w:val="B7804C56"/>
    <w:lvl w:ilvl="0" w:tplc="5260AA16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6600"/>
        <w:sz w:val="1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6F1D81"/>
    <w:multiLevelType w:val="hybridMultilevel"/>
    <w:tmpl w:val="C6AC6926"/>
    <w:lvl w:ilvl="0" w:tplc="EB5E0BC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3"/>
  </w:num>
  <w:num w:numId="3">
    <w:abstractNumId w:val="15"/>
  </w:num>
  <w:num w:numId="4">
    <w:abstractNumId w:val="23"/>
  </w:num>
  <w:num w:numId="5">
    <w:abstractNumId w:val="11"/>
  </w:num>
  <w:num w:numId="6">
    <w:abstractNumId w:val="19"/>
  </w:num>
  <w:num w:numId="7">
    <w:abstractNumId w:val="12"/>
  </w:num>
  <w:num w:numId="8">
    <w:abstractNumId w:val="22"/>
  </w:num>
  <w:num w:numId="9">
    <w:abstractNumId w:val="11"/>
    <w:lvlOverride w:ilvl="0">
      <w:startOverride w:val="1"/>
    </w:lvlOverride>
  </w:num>
  <w:num w:numId="10">
    <w:abstractNumId w:val="11"/>
    <w:lvlOverride w:ilvl="0">
      <w:startOverride w:val="1"/>
    </w:lvlOverride>
  </w:num>
  <w:num w:numId="11">
    <w:abstractNumId w:val="21"/>
  </w:num>
  <w:num w:numId="12">
    <w:abstractNumId w:val="27"/>
  </w:num>
  <w:num w:numId="13">
    <w:abstractNumId w:val="11"/>
    <w:lvlOverride w:ilvl="0">
      <w:startOverride w:val="1"/>
    </w:lvlOverride>
  </w:num>
  <w:num w:numId="14">
    <w:abstractNumId w:val="10"/>
  </w:num>
  <w:num w:numId="15">
    <w:abstractNumId w:val="11"/>
    <w:lvlOverride w:ilvl="0">
      <w:startOverride w:val="1"/>
    </w:lvlOverride>
  </w:num>
  <w:num w:numId="16">
    <w:abstractNumId w:val="18"/>
  </w:num>
  <w:num w:numId="17">
    <w:abstractNumId w:val="34"/>
  </w:num>
  <w:num w:numId="18">
    <w:abstractNumId w:val="2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6"/>
  </w:num>
  <w:num w:numId="30">
    <w:abstractNumId w:val="25"/>
  </w:num>
  <w:num w:numId="31">
    <w:abstractNumId w:val="29"/>
  </w:num>
  <w:num w:numId="32">
    <w:abstractNumId w:val="13"/>
  </w:num>
  <w:num w:numId="33">
    <w:abstractNumId w:val="32"/>
  </w:num>
  <w:num w:numId="34">
    <w:abstractNumId w:val="30"/>
  </w:num>
  <w:num w:numId="35">
    <w:abstractNumId w:val="16"/>
  </w:num>
  <w:num w:numId="36">
    <w:abstractNumId w:val="28"/>
  </w:num>
  <w:num w:numId="37">
    <w:abstractNumId w:val="31"/>
  </w:num>
  <w:num w:numId="38">
    <w:abstractNumId w:val="17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hideSpellingErrors/>
  <w:proofState w:spelling="clean" w:grammar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793"/>
    <w:rsid w:val="00007ACC"/>
    <w:rsid w:val="00013B5D"/>
    <w:rsid w:val="0001605B"/>
    <w:rsid w:val="000301E7"/>
    <w:rsid w:val="00037264"/>
    <w:rsid w:val="000547AA"/>
    <w:rsid w:val="0005771C"/>
    <w:rsid w:val="00070BA5"/>
    <w:rsid w:val="00071A96"/>
    <w:rsid w:val="000727B3"/>
    <w:rsid w:val="00077562"/>
    <w:rsid w:val="0009175A"/>
    <w:rsid w:val="00091A4F"/>
    <w:rsid w:val="000950E3"/>
    <w:rsid w:val="00095876"/>
    <w:rsid w:val="000A6135"/>
    <w:rsid w:val="000B60D0"/>
    <w:rsid w:val="000E1393"/>
    <w:rsid w:val="000E38D5"/>
    <w:rsid w:val="000E75FC"/>
    <w:rsid w:val="001009E8"/>
    <w:rsid w:val="00131A06"/>
    <w:rsid w:val="00133E24"/>
    <w:rsid w:val="0013698A"/>
    <w:rsid w:val="001410F7"/>
    <w:rsid w:val="00142B6A"/>
    <w:rsid w:val="001452DB"/>
    <w:rsid w:val="00174D6A"/>
    <w:rsid w:val="001754C2"/>
    <w:rsid w:val="00175E82"/>
    <w:rsid w:val="001778FE"/>
    <w:rsid w:val="00182EA0"/>
    <w:rsid w:val="00197569"/>
    <w:rsid w:val="00197CE7"/>
    <w:rsid w:val="001B3DE1"/>
    <w:rsid w:val="001B4D0C"/>
    <w:rsid w:val="001C1810"/>
    <w:rsid w:val="001C5DCE"/>
    <w:rsid w:val="001D1A51"/>
    <w:rsid w:val="001E4983"/>
    <w:rsid w:val="001E4B00"/>
    <w:rsid w:val="001E6279"/>
    <w:rsid w:val="0020240F"/>
    <w:rsid w:val="00205F0B"/>
    <w:rsid w:val="00223CBE"/>
    <w:rsid w:val="002243CE"/>
    <w:rsid w:val="00226B1E"/>
    <w:rsid w:val="00246AF2"/>
    <w:rsid w:val="00254F66"/>
    <w:rsid w:val="00257705"/>
    <w:rsid w:val="00276C06"/>
    <w:rsid w:val="00290AEE"/>
    <w:rsid w:val="002A2804"/>
    <w:rsid w:val="002B55FE"/>
    <w:rsid w:val="002C5D19"/>
    <w:rsid w:val="002D1BA2"/>
    <w:rsid w:val="002D33AD"/>
    <w:rsid w:val="002D38BD"/>
    <w:rsid w:val="002D3B3E"/>
    <w:rsid w:val="002D7DFD"/>
    <w:rsid w:val="002E33FF"/>
    <w:rsid w:val="002E5C4F"/>
    <w:rsid w:val="002E5D91"/>
    <w:rsid w:val="002E61C8"/>
    <w:rsid w:val="002F4628"/>
    <w:rsid w:val="00301A6E"/>
    <w:rsid w:val="00302BE8"/>
    <w:rsid w:val="003060FA"/>
    <w:rsid w:val="003108A2"/>
    <w:rsid w:val="003139F0"/>
    <w:rsid w:val="00317DB5"/>
    <w:rsid w:val="003255C9"/>
    <w:rsid w:val="0033293A"/>
    <w:rsid w:val="003441C3"/>
    <w:rsid w:val="003449DB"/>
    <w:rsid w:val="00351BF1"/>
    <w:rsid w:val="00352582"/>
    <w:rsid w:val="00353846"/>
    <w:rsid w:val="003544B3"/>
    <w:rsid w:val="00355CB6"/>
    <w:rsid w:val="00361692"/>
    <w:rsid w:val="0036598C"/>
    <w:rsid w:val="00366722"/>
    <w:rsid w:val="00370C50"/>
    <w:rsid w:val="00381BE0"/>
    <w:rsid w:val="00385061"/>
    <w:rsid w:val="003948E5"/>
    <w:rsid w:val="0039748A"/>
    <w:rsid w:val="003B06CD"/>
    <w:rsid w:val="003B20A8"/>
    <w:rsid w:val="003B2DB2"/>
    <w:rsid w:val="003C0D20"/>
    <w:rsid w:val="003E719D"/>
    <w:rsid w:val="003F189E"/>
    <w:rsid w:val="003F3E66"/>
    <w:rsid w:val="003F60A5"/>
    <w:rsid w:val="003F72BA"/>
    <w:rsid w:val="00403DDA"/>
    <w:rsid w:val="00412D5F"/>
    <w:rsid w:val="00423C6C"/>
    <w:rsid w:val="00424A7A"/>
    <w:rsid w:val="00425FCC"/>
    <w:rsid w:val="0044319B"/>
    <w:rsid w:val="00445210"/>
    <w:rsid w:val="00446543"/>
    <w:rsid w:val="004473A5"/>
    <w:rsid w:val="00452477"/>
    <w:rsid w:val="004574EE"/>
    <w:rsid w:val="00466523"/>
    <w:rsid w:val="00473CF5"/>
    <w:rsid w:val="00475C03"/>
    <w:rsid w:val="004810B7"/>
    <w:rsid w:val="00481EBB"/>
    <w:rsid w:val="00482D81"/>
    <w:rsid w:val="00487B6A"/>
    <w:rsid w:val="00495FFA"/>
    <w:rsid w:val="004A4C7F"/>
    <w:rsid w:val="004A5C57"/>
    <w:rsid w:val="004D5D80"/>
    <w:rsid w:val="004E4B0E"/>
    <w:rsid w:val="004F01FE"/>
    <w:rsid w:val="005027A4"/>
    <w:rsid w:val="00506794"/>
    <w:rsid w:val="005079AB"/>
    <w:rsid w:val="00513871"/>
    <w:rsid w:val="00527CAD"/>
    <w:rsid w:val="00536A76"/>
    <w:rsid w:val="00537D3A"/>
    <w:rsid w:val="00544D80"/>
    <w:rsid w:val="00556E84"/>
    <w:rsid w:val="005618FD"/>
    <w:rsid w:val="00564D16"/>
    <w:rsid w:val="00575919"/>
    <w:rsid w:val="00580AC2"/>
    <w:rsid w:val="005900C4"/>
    <w:rsid w:val="005946EA"/>
    <w:rsid w:val="00596573"/>
    <w:rsid w:val="00596D86"/>
    <w:rsid w:val="005A70F7"/>
    <w:rsid w:val="005B696B"/>
    <w:rsid w:val="005D574E"/>
    <w:rsid w:val="005E59D0"/>
    <w:rsid w:val="00607F82"/>
    <w:rsid w:val="00623541"/>
    <w:rsid w:val="00625A5D"/>
    <w:rsid w:val="00630612"/>
    <w:rsid w:val="00640664"/>
    <w:rsid w:val="00651DB2"/>
    <w:rsid w:val="00654D43"/>
    <w:rsid w:val="00663292"/>
    <w:rsid w:val="00663C7C"/>
    <w:rsid w:val="0067120D"/>
    <w:rsid w:val="00672102"/>
    <w:rsid w:val="006A04C1"/>
    <w:rsid w:val="006A0F93"/>
    <w:rsid w:val="006A2377"/>
    <w:rsid w:val="006A278D"/>
    <w:rsid w:val="006B4154"/>
    <w:rsid w:val="006C7E01"/>
    <w:rsid w:val="006D1FD6"/>
    <w:rsid w:val="006D5368"/>
    <w:rsid w:val="006D6C70"/>
    <w:rsid w:val="006E3C94"/>
    <w:rsid w:val="006E5336"/>
    <w:rsid w:val="006F17E1"/>
    <w:rsid w:val="006F2984"/>
    <w:rsid w:val="00700D96"/>
    <w:rsid w:val="00701318"/>
    <w:rsid w:val="00703F1E"/>
    <w:rsid w:val="00710E71"/>
    <w:rsid w:val="00712290"/>
    <w:rsid w:val="00712C76"/>
    <w:rsid w:val="00713623"/>
    <w:rsid w:val="00720C2B"/>
    <w:rsid w:val="00722ABA"/>
    <w:rsid w:val="0073073C"/>
    <w:rsid w:val="007317C6"/>
    <w:rsid w:val="0073639B"/>
    <w:rsid w:val="007445F0"/>
    <w:rsid w:val="00757501"/>
    <w:rsid w:val="007739FD"/>
    <w:rsid w:val="0078129C"/>
    <w:rsid w:val="00790129"/>
    <w:rsid w:val="0079672E"/>
    <w:rsid w:val="007A3793"/>
    <w:rsid w:val="007A4E9C"/>
    <w:rsid w:val="007B1372"/>
    <w:rsid w:val="007B2BED"/>
    <w:rsid w:val="007B50E9"/>
    <w:rsid w:val="007B56B7"/>
    <w:rsid w:val="007C1BB7"/>
    <w:rsid w:val="007E235D"/>
    <w:rsid w:val="007F76E1"/>
    <w:rsid w:val="00801499"/>
    <w:rsid w:val="00802C97"/>
    <w:rsid w:val="00805FB5"/>
    <w:rsid w:val="00813072"/>
    <w:rsid w:val="00813897"/>
    <w:rsid w:val="008171D5"/>
    <w:rsid w:val="00833883"/>
    <w:rsid w:val="00845251"/>
    <w:rsid w:val="00852ACE"/>
    <w:rsid w:val="00863152"/>
    <w:rsid w:val="008639B2"/>
    <w:rsid w:val="0089289C"/>
    <w:rsid w:val="008940D6"/>
    <w:rsid w:val="008A2725"/>
    <w:rsid w:val="008A3AA3"/>
    <w:rsid w:val="008C269A"/>
    <w:rsid w:val="008E4AA2"/>
    <w:rsid w:val="008E63E0"/>
    <w:rsid w:val="008E7374"/>
    <w:rsid w:val="009015C5"/>
    <w:rsid w:val="00902D97"/>
    <w:rsid w:val="00911437"/>
    <w:rsid w:val="00920F54"/>
    <w:rsid w:val="00930F87"/>
    <w:rsid w:val="0093483B"/>
    <w:rsid w:val="0093652D"/>
    <w:rsid w:val="009468CE"/>
    <w:rsid w:val="00954E29"/>
    <w:rsid w:val="009618C9"/>
    <w:rsid w:val="00961C95"/>
    <w:rsid w:val="009625A4"/>
    <w:rsid w:val="009632E8"/>
    <w:rsid w:val="00964607"/>
    <w:rsid w:val="00974C69"/>
    <w:rsid w:val="009904ED"/>
    <w:rsid w:val="00991FF2"/>
    <w:rsid w:val="00992929"/>
    <w:rsid w:val="009A5ACA"/>
    <w:rsid w:val="009B16E4"/>
    <w:rsid w:val="009B5402"/>
    <w:rsid w:val="009B6D2B"/>
    <w:rsid w:val="009E089B"/>
    <w:rsid w:val="009E51AC"/>
    <w:rsid w:val="009E683A"/>
    <w:rsid w:val="009E6B12"/>
    <w:rsid w:val="009F1B38"/>
    <w:rsid w:val="00A04320"/>
    <w:rsid w:val="00A06E68"/>
    <w:rsid w:val="00A10070"/>
    <w:rsid w:val="00A23A5E"/>
    <w:rsid w:val="00A303AC"/>
    <w:rsid w:val="00A35540"/>
    <w:rsid w:val="00A54402"/>
    <w:rsid w:val="00A6427E"/>
    <w:rsid w:val="00A655F5"/>
    <w:rsid w:val="00A6571A"/>
    <w:rsid w:val="00A67480"/>
    <w:rsid w:val="00A71A9A"/>
    <w:rsid w:val="00A73828"/>
    <w:rsid w:val="00A77473"/>
    <w:rsid w:val="00A77B96"/>
    <w:rsid w:val="00AB2CFF"/>
    <w:rsid w:val="00AB5323"/>
    <w:rsid w:val="00AC17AD"/>
    <w:rsid w:val="00AC2790"/>
    <w:rsid w:val="00AF10E5"/>
    <w:rsid w:val="00AF40FC"/>
    <w:rsid w:val="00AF4172"/>
    <w:rsid w:val="00AF730E"/>
    <w:rsid w:val="00B00FF8"/>
    <w:rsid w:val="00B045E3"/>
    <w:rsid w:val="00B0668A"/>
    <w:rsid w:val="00B078A7"/>
    <w:rsid w:val="00B1169A"/>
    <w:rsid w:val="00B11B3E"/>
    <w:rsid w:val="00B14449"/>
    <w:rsid w:val="00B14731"/>
    <w:rsid w:val="00B26EE7"/>
    <w:rsid w:val="00B33E6F"/>
    <w:rsid w:val="00B34E9D"/>
    <w:rsid w:val="00B34F8B"/>
    <w:rsid w:val="00B42C1C"/>
    <w:rsid w:val="00B63915"/>
    <w:rsid w:val="00B641CE"/>
    <w:rsid w:val="00B72873"/>
    <w:rsid w:val="00B72B77"/>
    <w:rsid w:val="00B74DC4"/>
    <w:rsid w:val="00B83BA2"/>
    <w:rsid w:val="00B95672"/>
    <w:rsid w:val="00BA0298"/>
    <w:rsid w:val="00BB2ED0"/>
    <w:rsid w:val="00BB4634"/>
    <w:rsid w:val="00BB47A8"/>
    <w:rsid w:val="00BC0659"/>
    <w:rsid w:val="00BC64AC"/>
    <w:rsid w:val="00BC7C3F"/>
    <w:rsid w:val="00BE1583"/>
    <w:rsid w:val="00BE370C"/>
    <w:rsid w:val="00BE5E32"/>
    <w:rsid w:val="00C0757B"/>
    <w:rsid w:val="00C1539B"/>
    <w:rsid w:val="00C17DD0"/>
    <w:rsid w:val="00C22E32"/>
    <w:rsid w:val="00C25D1F"/>
    <w:rsid w:val="00C45BC2"/>
    <w:rsid w:val="00C46FB1"/>
    <w:rsid w:val="00C5134F"/>
    <w:rsid w:val="00C73E47"/>
    <w:rsid w:val="00C75766"/>
    <w:rsid w:val="00CA0C10"/>
    <w:rsid w:val="00CA60CE"/>
    <w:rsid w:val="00CA6DC3"/>
    <w:rsid w:val="00CB007B"/>
    <w:rsid w:val="00CB788B"/>
    <w:rsid w:val="00CB78DF"/>
    <w:rsid w:val="00CC5694"/>
    <w:rsid w:val="00CD1F0F"/>
    <w:rsid w:val="00CE1354"/>
    <w:rsid w:val="00CE6B81"/>
    <w:rsid w:val="00D2231F"/>
    <w:rsid w:val="00D23AED"/>
    <w:rsid w:val="00D36DEA"/>
    <w:rsid w:val="00D45400"/>
    <w:rsid w:val="00D6500B"/>
    <w:rsid w:val="00D71F34"/>
    <w:rsid w:val="00D74D6D"/>
    <w:rsid w:val="00D75A3A"/>
    <w:rsid w:val="00D92D1F"/>
    <w:rsid w:val="00D942F5"/>
    <w:rsid w:val="00DA277A"/>
    <w:rsid w:val="00DA4811"/>
    <w:rsid w:val="00DB39B2"/>
    <w:rsid w:val="00DC43AD"/>
    <w:rsid w:val="00DD146B"/>
    <w:rsid w:val="00DD5AAD"/>
    <w:rsid w:val="00DE1F92"/>
    <w:rsid w:val="00DF5AE2"/>
    <w:rsid w:val="00DF7264"/>
    <w:rsid w:val="00E073E2"/>
    <w:rsid w:val="00E20755"/>
    <w:rsid w:val="00E40CEC"/>
    <w:rsid w:val="00E75673"/>
    <w:rsid w:val="00E84B56"/>
    <w:rsid w:val="00E870BC"/>
    <w:rsid w:val="00E93EEB"/>
    <w:rsid w:val="00EA2E3B"/>
    <w:rsid w:val="00EB31E3"/>
    <w:rsid w:val="00EB72CC"/>
    <w:rsid w:val="00EC1225"/>
    <w:rsid w:val="00ED7695"/>
    <w:rsid w:val="00EE1F49"/>
    <w:rsid w:val="00EE2C67"/>
    <w:rsid w:val="00EF1C5E"/>
    <w:rsid w:val="00F06AD9"/>
    <w:rsid w:val="00F073EF"/>
    <w:rsid w:val="00F077D8"/>
    <w:rsid w:val="00F200D5"/>
    <w:rsid w:val="00F475F2"/>
    <w:rsid w:val="00F51926"/>
    <w:rsid w:val="00F54895"/>
    <w:rsid w:val="00F55E5E"/>
    <w:rsid w:val="00F6605A"/>
    <w:rsid w:val="00F70C8A"/>
    <w:rsid w:val="00F71C44"/>
    <w:rsid w:val="00F756B9"/>
    <w:rsid w:val="00F75CD9"/>
    <w:rsid w:val="00F8558B"/>
    <w:rsid w:val="00F94053"/>
    <w:rsid w:val="00F96DBF"/>
    <w:rsid w:val="00FA173A"/>
    <w:rsid w:val="00FA6F82"/>
    <w:rsid w:val="00FB1571"/>
    <w:rsid w:val="00FB7C54"/>
    <w:rsid w:val="00FD2327"/>
    <w:rsid w:val="00FE6607"/>
    <w:rsid w:val="00FF0A2C"/>
    <w:rsid w:val="00FF5532"/>
    <w:rsid w:val="00FF7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CFC4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lang w:val="en-US" w:eastAsia="en-US" w:bidi="ar-SA"/>
      </w:rPr>
    </w:rPrDefault>
    <w:pPrDefault>
      <w:pPr>
        <w:spacing w:line="33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DB39B2"/>
    <w:rPr>
      <w:lang w:val="lt-LT"/>
    </w:rPr>
  </w:style>
  <w:style w:type="paragraph" w:styleId="Antrat1">
    <w:name w:val="heading 1"/>
    <w:basedOn w:val="prastasis"/>
    <w:next w:val="prastasis"/>
    <w:qFormat/>
    <w:rsid w:val="00CE6B81"/>
    <w:pPr>
      <w:keepLines/>
      <w:pageBreakBefore/>
      <w:numPr>
        <w:numId w:val="34"/>
      </w:numPr>
      <w:spacing w:before="160" w:after="100" w:afterAutospacing="1" w:line="240" w:lineRule="auto"/>
      <w:outlineLvl w:val="0"/>
    </w:pPr>
    <w:rPr>
      <w:bCs/>
      <w:caps/>
      <w:sz w:val="52"/>
      <w:szCs w:val="52"/>
      <w:lang w:val="et-EE"/>
    </w:rPr>
  </w:style>
  <w:style w:type="paragraph" w:styleId="Antrat2">
    <w:name w:val="heading 2"/>
    <w:basedOn w:val="prastasis"/>
    <w:next w:val="prastasis"/>
    <w:qFormat/>
    <w:rsid w:val="002D38BD"/>
    <w:pPr>
      <w:keepNext/>
      <w:numPr>
        <w:ilvl w:val="1"/>
        <w:numId w:val="34"/>
      </w:numPr>
      <w:spacing w:before="240" w:after="60" w:line="240" w:lineRule="auto"/>
      <w:ind w:left="709" w:hanging="709"/>
      <w:outlineLvl w:val="1"/>
    </w:pPr>
    <w:rPr>
      <w:rFonts w:cs="Arial"/>
      <w:b/>
      <w:bCs/>
      <w:iCs/>
      <w:sz w:val="36"/>
      <w:szCs w:val="36"/>
    </w:rPr>
  </w:style>
  <w:style w:type="paragraph" w:styleId="Antrat3">
    <w:name w:val="heading 3"/>
    <w:basedOn w:val="prastasis"/>
    <w:next w:val="prastasis"/>
    <w:qFormat/>
    <w:rsid w:val="002D38BD"/>
    <w:pPr>
      <w:keepNext/>
      <w:numPr>
        <w:ilvl w:val="2"/>
        <w:numId w:val="34"/>
      </w:numPr>
      <w:spacing w:before="200" w:after="40" w:line="240" w:lineRule="auto"/>
      <w:ind w:left="992" w:hanging="992"/>
      <w:outlineLvl w:val="2"/>
    </w:pPr>
    <w:rPr>
      <w:b/>
      <w:sz w:val="32"/>
      <w:szCs w:val="32"/>
    </w:rPr>
  </w:style>
  <w:style w:type="paragraph" w:styleId="Antrat4">
    <w:name w:val="heading 4"/>
    <w:basedOn w:val="prastasis"/>
    <w:next w:val="prastasis"/>
    <w:qFormat/>
    <w:rsid w:val="002D38BD"/>
    <w:pPr>
      <w:keepNext/>
      <w:numPr>
        <w:ilvl w:val="3"/>
        <w:numId w:val="34"/>
      </w:numPr>
      <w:spacing w:before="200" w:after="40" w:line="240" w:lineRule="auto"/>
      <w:ind w:left="1134" w:hanging="1134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link w:val="Antrat5Diagrama"/>
    <w:semiHidden/>
    <w:unhideWhenUsed/>
    <w:qFormat/>
    <w:rsid w:val="00370C50"/>
    <w:pPr>
      <w:keepNext/>
      <w:keepLines/>
      <w:numPr>
        <w:ilvl w:val="4"/>
        <w:numId w:val="3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6">
    <w:name w:val="heading 6"/>
    <w:basedOn w:val="prastasis"/>
    <w:next w:val="prastasis"/>
    <w:link w:val="Antrat6Diagrama"/>
    <w:semiHidden/>
    <w:unhideWhenUsed/>
    <w:qFormat/>
    <w:rsid w:val="00370C50"/>
    <w:pPr>
      <w:keepNext/>
      <w:keepLines/>
      <w:numPr>
        <w:ilvl w:val="5"/>
        <w:numId w:val="3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ntrat7">
    <w:name w:val="heading 7"/>
    <w:basedOn w:val="prastasis"/>
    <w:next w:val="prastasis"/>
    <w:link w:val="Antrat7Diagrama"/>
    <w:semiHidden/>
    <w:unhideWhenUsed/>
    <w:qFormat/>
    <w:rsid w:val="00370C50"/>
    <w:pPr>
      <w:keepNext/>
      <w:keepLines/>
      <w:numPr>
        <w:ilvl w:val="6"/>
        <w:numId w:val="3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ntrat8">
    <w:name w:val="heading 8"/>
    <w:basedOn w:val="prastasis"/>
    <w:next w:val="prastasis"/>
    <w:link w:val="Antrat8Diagrama"/>
    <w:semiHidden/>
    <w:unhideWhenUsed/>
    <w:qFormat/>
    <w:rsid w:val="00370C50"/>
    <w:pPr>
      <w:keepNext/>
      <w:keepLines/>
      <w:numPr>
        <w:ilvl w:val="7"/>
        <w:numId w:val="3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Antrat9">
    <w:name w:val="heading 9"/>
    <w:basedOn w:val="prastasis"/>
    <w:next w:val="prastasis"/>
    <w:link w:val="Antrat9Diagrama"/>
    <w:semiHidden/>
    <w:unhideWhenUsed/>
    <w:qFormat/>
    <w:rsid w:val="00370C50"/>
    <w:pPr>
      <w:keepNext/>
      <w:keepLines/>
      <w:numPr>
        <w:ilvl w:val="8"/>
        <w:numId w:val="3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rsid w:val="00475C03"/>
    <w:rPr>
      <w:color w:val="1A9626" w:themeColor="hyperlink"/>
      <w:u w:val="single"/>
    </w:rPr>
  </w:style>
  <w:style w:type="paragraph" w:styleId="Sraopastraipa">
    <w:name w:val="List Paragraph"/>
    <w:basedOn w:val="prastasis"/>
    <w:uiPriority w:val="34"/>
    <w:qFormat/>
    <w:rsid w:val="003108A2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rsid w:val="00BE5E32"/>
    <w:pPr>
      <w:tabs>
        <w:tab w:val="center" w:pos="4680"/>
        <w:tab w:val="right" w:pos="9360"/>
      </w:tabs>
      <w:spacing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E5E32"/>
    <w:rPr>
      <w:rFonts w:ascii="Arial" w:hAnsi="Arial"/>
      <w:sz w:val="22"/>
      <w:szCs w:val="24"/>
      <w:lang w:val="lt-LT"/>
    </w:rPr>
  </w:style>
  <w:style w:type="paragraph" w:styleId="Porat">
    <w:name w:val="footer"/>
    <w:basedOn w:val="prastasis"/>
    <w:link w:val="PoratDiagrama"/>
    <w:rsid w:val="00BE5E32"/>
    <w:pPr>
      <w:tabs>
        <w:tab w:val="center" w:pos="4680"/>
        <w:tab w:val="right" w:pos="9360"/>
      </w:tabs>
      <w:spacing w:line="240" w:lineRule="auto"/>
    </w:pPr>
  </w:style>
  <w:style w:type="character" w:customStyle="1" w:styleId="PoratDiagrama">
    <w:name w:val="Poraštė Diagrama"/>
    <w:basedOn w:val="Numatytasispastraiposriftas"/>
    <w:link w:val="Porat"/>
    <w:rsid w:val="00BE5E32"/>
    <w:rPr>
      <w:rFonts w:ascii="Arial" w:hAnsi="Arial"/>
      <w:sz w:val="22"/>
      <w:szCs w:val="24"/>
      <w:lang w:val="lt-LT"/>
    </w:rPr>
  </w:style>
  <w:style w:type="paragraph" w:styleId="Antrat">
    <w:name w:val="caption"/>
    <w:basedOn w:val="prastasis"/>
    <w:next w:val="prastasis"/>
    <w:qFormat/>
    <w:rsid w:val="00CC5694"/>
    <w:pPr>
      <w:spacing w:before="120" w:after="120" w:line="240" w:lineRule="auto"/>
    </w:pPr>
    <w:rPr>
      <w:b/>
      <w:bCs/>
      <w:sz w:val="18"/>
      <w:szCs w:val="18"/>
    </w:rPr>
  </w:style>
  <w:style w:type="paragraph" w:styleId="Puslapioinaostekstas">
    <w:name w:val="footnote text"/>
    <w:basedOn w:val="prastasis"/>
    <w:link w:val="PuslapioinaostekstasDiagrama"/>
    <w:rsid w:val="00487B6A"/>
    <w:pPr>
      <w:spacing w:line="240" w:lineRule="auto"/>
    </w:pPr>
    <w:rPr>
      <w:color w:val="808080" w:themeColor="background1" w:themeShade="8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rsid w:val="00487B6A"/>
    <w:rPr>
      <w:color w:val="808080" w:themeColor="background1" w:themeShade="80"/>
    </w:rPr>
  </w:style>
  <w:style w:type="character" w:styleId="Puslapioinaosnuoroda">
    <w:name w:val="footnote reference"/>
    <w:basedOn w:val="Numatytasispastraiposriftas"/>
    <w:rsid w:val="00487B6A"/>
    <w:rPr>
      <w:color w:val="808080" w:themeColor="background1" w:themeShade="80"/>
      <w:sz w:val="20"/>
      <w:vertAlign w:val="superscript"/>
    </w:rPr>
  </w:style>
  <w:style w:type="table" w:styleId="Lentelstinklelis">
    <w:name w:val="Table Grid"/>
    <w:basedOn w:val="prastojilentel"/>
    <w:rsid w:val="007F76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vidutinisspalvinimas3parykinimas">
    <w:name w:val="Medium Shading 1 Accent 3"/>
    <w:basedOn w:val="prastojilentel"/>
    <w:uiPriority w:val="63"/>
    <w:rsid w:val="007F76E1"/>
    <w:pPr>
      <w:spacing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RClentel">
    <w:name w:val="RC_lentelė"/>
    <w:basedOn w:val="prastojilentel"/>
    <w:uiPriority w:val="99"/>
    <w:rsid w:val="0093483B"/>
    <w:pPr>
      <w:spacing w:line="240" w:lineRule="auto"/>
    </w:pPr>
    <w:tblPr>
      <w:tblStyleRowBandSize w:val="1"/>
      <w:tblInd w:w="14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3" w:type="dxa"/>
        <w:left w:w="115" w:type="dxa"/>
        <w:bottom w:w="43" w:type="dxa"/>
        <w:right w:w="115" w:type="dxa"/>
      </w:tblCellMar>
    </w:tblPr>
    <w:tcPr>
      <w:shd w:val="clear" w:color="auto" w:fill="auto"/>
    </w:tcPr>
    <w:tblStylePr w:type="firstRow">
      <w:rPr>
        <w:b/>
        <w:color w:val="FFFFFF" w:themeColor="background1"/>
      </w:rPr>
      <w:tblPr/>
      <w:tcPr>
        <w:shd w:val="clear" w:color="auto" w:fill="00B0F0"/>
      </w:tcPr>
    </w:tblStylePr>
    <w:tblStylePr w:type="lastRow">
      <w:rPr>
        <w:b/>
      </w:rPr>
      <w:tblPr/>
      <w:tcPr>
        <w:tcBorders>
          <w:top w:val="nil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auto"/>
      </w:tcPr>
    </w:tblStylePr>
    <w:tblStylePr w:type="band2Horz">
      <w:tblPr/>
      <w:tcPr>
        <w:shd w:val="clear" w:color="auto" w:fill="F5FAE5"/>
      </w:tcPr>
    </w:tblStylePr>
  </w:style>
  <w:style w:type="paragraph" w:styleId="Turinys1">
    <w:name w:val="toc 1"/>
    <w:basedOn w:val="prastasis"/>
    <w:next w:val="prastasis"/>
    <w:autoRedefine/>
    <w:uiPriority w:val="39"/>
    <w:rsid w:val="00E073E2"/>
    <w:pPr>
      <w:tabs>
        <w:tab w:val="left" w:pos="426"/>
        <w:tab w:val="right" w:leader="dot" w:pos="9778"/>
      </w:tabs>
      <w:spacing w:before="160" w:line="240" w:lineRule="auto"/>
      <w:contextualSpacing/>
    </w:pPr>
    <w:rPr>
      <w:noProof/>
    </w:rPr>
  </w:style>
  <w:style w:type="paragraph" w:styleId="Turinys2">
    <w:name w:val="toc 2"/>
    <w:basedOn w:val="prastasis"/>
    <w:next w:val="prastasis"/>
    <w:autoRedefine/>
    <w:uiPriority w:val="39"/>
    <w:rsid w:val="00F54895"/>
    <w:pPr>
      <w:tabs>
        <w:tab w:val="left" w:pos="993"/>
        <w:tab w:val="right" w:leader="dot" w:pos="9778"/>
      </w:tabs>
      <w:spacing w:before="120" w:line="240" w:lineRule="auto"/>
      <w:ind w:left="425"/>
      <w:contextualSpacing/>
    </w:pPr>
    <w:rPr>
      <w:noProof/>
    </w:rPr>
  </w:style>
  <w:style w:type="paragraph" w:styleId="Debesliotekstas">
    <w:name w:val="Balloon Text"/>
    <w:basedOn w:val="prastasis"/>
    <w:semiHidden/>
    <w:rsid w:val="00EE2C67"/>
    <w:rPr>
      <w:rFonts w:ascii="Tahoma" w:hAnsi="Tahoma" w:cs="Tahoma"/>
      <w:sz w:val="16"/>
      <w:szCs w:val="16"/>
    </w:rPr>
  </w:style>
  <w:style w:type="character" w:styleId="Puslapionumeris">
    <w:name w:val="page number"/>
    <w:basedOn w:val="Numatytasispastraiposriftas"/>
    <w:rsid w:val="0039748A"/>
    <w:rPr>
      <w:rFonts w:ascii="Verdana" w:hAnsi="Verdana"/>
      <w:sz w:val="16"/>
      <w:szCs w:val="16"/>
      <w:bdr w:val="none" w:sz="0" w:space="0" w:color="auto"/>
      <w:shd w:val="clear" w:color="auto" w:fill="auto"/>
    </w:rPr>
  </w:style>
  <w:style w:type="paragraph" w:styleId="Pavadinimas">
    <w:name w:val="Title"/>
    <w:basedOn w:val="prastasis"/>
    <w:next w:val="prastasis"/>
    <w:link w:val="PavadinimasDiagrama"/>
    <w:qFormat/>
    <w:rsid w:val="009B6D2B"/>
    <w:pPr>
      <w:spacing w:before="3840" w:after="300" w:line="240" w:lineRule="auto"/>
      <w:contextualSpacing/>
    </w:pPr>
    <w:rPr>
      <w:rFonts w:asciiTheme="majorHAnsi" w:eastAsiaTheme="majorEastAsia" w:hAnsiTheme="majorHAnsi" w:cstheme="majorHAnsi"/>
      <w:b/>
      <w:caps/>
      <w:spacing w:val="5"/>
      <w:kern w:val="28"/>
      <w:sz w:val="56"/>
      <w:szCs w:val="64"/>
    </w:rPr>
  </w:style>
  <w:style w:type="character" w:customStyle="1" w:styleId="PavadinimasDiagrama">
    <w:name w:val="Pavadinimas Diagrama"/>
    <w:basedOn w:val="Numatytasispastraiposriftas"/>
    <w:link w:val="Pavadinimas"/>
    <w:rsid w:val="009B6D2B"/>
    <w:rPr>
      <w:rFonts w:asciiTheme="majorHAnsi" w:eastAsiaTheme="majorEastAsia" w:hAnsiTheme="majorHAnsi" w:cstheme="majorHAnsi"/>
      <w:b/>
      <w:caps/>
      <w:spacing w:val="5"/>
      <w:kern w:val="28"/>
      <w:sz w:val="56"/>
      <w:szCs w:val="64"/>
      <w:lang w:val="lt-LT"/>
    </w:rPr>
  </w:style>
  <w:style w:type="paragraph" w:styleId="Paantrat">
    <w:name w:val="Subtitle"/>
    <w:basedOn w:val="prastasis"/>
    <w:next w:val="prastasis"/>
    <w:link w:val="PaantratDiagrama"/>
    <w:qFormat/>
    <w:rsid w:val="00640664"/>
    <w:rPr>
      <w:i/>
    </w:rPr>
  </w:style>
  <w:style w:type="character" w:customStyle="1" w:styleId="PaantratDiagrama">
    <w:name w:val="Paantraštė Diagrama"/>
    <w:basedOn w:val="Numatytasispastraiposriftas"/>
    <w:link w:val="Paantrat"/>
    <w:rsid w:val="00640664"/>
    <w:rPr>
      <w:i/>
    </w:rPr>
  </w:style>
  <w:style w:type="paragraph" w:customStyle="1" w:styleId="Justify">
    <w:name w:val="Justify"/>
    <w:basedOn w:val="prastasis"/>
    <w:qFormat/>
    <w:rsid w:val="00CC5694"/>
    <w:pPr>
      <w:jc w:val="both"/>
    </w:pPr>
  </w:style>
  <w:style w:type="paragraph" w:customStyle="1" w:styleId="Heading">
    <w:name w:val="Heading"/>
    <w:basedOn w:val="prastasis"/>
    <w:autoRedefine/>
    <w:qFormat/>
    <w:rsid w:val="0093483B"/>
    <w:pPr>
      <w:keepNext/>
      <w:keepLines/>
      <w:pageBreakBefore/>
      <w:spacing w:before="160" w:after="100" w:afterAutospacing="1" w:line="240" w:lineRule="auto"/>
    </w:pPr>
    <w:rPr>
      <w:caps/>
      <w:sz w:val="52"/>
    </w:rPr>
  </w:style>
  <w:style w:type="paragraph" w:styleId="Turinys3">
    <w:name w:val="toc 3"/>
    <w:basedOn w:val="prastasis"/>
    <w:next w:val="prastasis"/>
    <w:autoRedefine/>
    <w:uiPriority w:val="39"/>
    <w:rsid w:val="00E073E2"/>
    <w:pPr>
      <w:tabs>
        <w:tab w:val="left" w:pos="1701"/>
        <w:tab w:val="right" w:leader="dot" w:pos="9778"/>
      </w:tabs>
      <w:spacing w:before="80" w:line="240" w:lineRule="auto"/>
      <w:ind w:left="993"/>
      <w:contextualSpacing/>
    </w:pPr>
    <w:rPr>
      <w:noProof/>
    </w:rPr>
  </w:style>
  <w:style w:type="paragraph" w:styleId="Turinys4">
    <w:name w:val="toc 4"/>
    <w:basedOn w:val="prastasis"/>
    <w:next w:val="prastasis"/>
    <w:autoRedefine/>
    <w:uiPriority w:val="39"/>
    <w:rsid w:val="00E073E2"/>
    <w:pPr>
      <w:tabs>
        <w:tab w:val="left" w:pos="2552"/>
        <w:tab w:val="right" w:leader="dot" w:pos="9778"/>
      </w:tabs>
      <w:spacing w:before="40" w:line="240" w:lineRule="auto"/>
      <w:ind w:left="1701"/>
      <w:contextualSpacing/>
    </w:pPr>
    <w:rPr>
      <w:noProof/>
    </w:rPr>
  </w:style>
  <w:style w:type="character" w:customStyle="1" w:styleId="Antrat5Diagrama">
    <w:name w:val="Antraštė 5 Diagrama"/>
    <w:basedOn w:val="Numatytasispastraiposriftas"/>
    <w:link w:val="Antrat5"/>
    <w:semiHidden/>
    <w:rsid w:val="00370C50"/>
    <w:rPr>
      <w:rFonts w:asciiTheme="majorHAnsi" w:eastAsiaTheme="majorEastAsia" w:hAnsiTheme="majorHAnsi" w:cstheme="majorBidi"/>
      <w:color w:val="243F60" w:themeColor="accent1" w:themeShade="7F"/>
      <w:lang w:val="lt-LT"/>
    </w:rPr>
  </w:style>
  <w:style w:type="character" w:customStyle="1" w:styleId="Antrat6Diagrama">
    <w:name w:val="Antraštė 6 Diagrama"/>
    <w:basedOn w:val="Numatytasispastraiposriftas"/>
    <w:link w:val="Antrat6"/>
    <w:semiHidden/>
    <w:rsid w:val="00370C50"/>
    <w:rPr>
      <w:rFonts w:asciiTheme="majorHAnsi" w:eastAsiaTheme="majorEastAsia" w:hAnsiTheme="majorHAnsi" w:cstheme="majorBidi"/>
      <w:i/>
      <w:iCs/>
      <w:color w:val="243F60" w:themeColor="accent1" w:themeShade="7F"/>
      <w:lang w:val="lt-LT"/>
    </w:rPr>
  </w:style>
  <w:style w:type="character" w:customStyle="1" w:styleId="Antrat7Diagrama">
    <w:name w:val="Antraštė 7 Diagrama"/>
    <w:basedOn w:val="Numatytasispastraiposriftas"/>
    <w:link w:val="Antrat7"/>
    <w:semiHidden/>
    <w:rsid w:val="00370C50"/>
    <w:rPr>
      <w:rFonts w:asciiTheme="majorHAnsi" w:eastAsiaTheme="majorEastAsia" w:hAnsiTheme="majorHAnsi" w:cstheme="majorBidi"/>
      <w:i/>
      <w:iCs/>
      <w:color w:val="404040" w:themeColor="text1" w:themeTint="BF"/>
      <w:lang w:val="lt-LT"/>
    </w:rPr>
  </w:style>
  <w:style w:type="character" w:customStyle="1" w:styleId="Antrat8Diagrama">
    <w:name w:val="Antraštė 8 Diagrama"/>
    <w:basedOn w:val="Numatytasispastraiposriftas"/>
    <w:link w:val="Antrat8"/>
    <w:semiHidden/>
    <w:rsid w:val="00370C50"/>
    <w:rPr>
      <w:rFonts w:asciiTheme="majorHAnsi" w:eastAsiaTheme="majorEastAsia" w:hAnsiTheme="majorHAnsi" w:cstheme="majorBidi"/>
      <w:color w:val="404040" w:themeColor="text1" w:themeTint="BF"/>
      <w:lang w:val="lt-LT"/>
    </w:rPr>
  </w:style>
  <w:style w:type="character" w:customStyle="1" w:styleId="Antrat9Diagrama">
    <w:name w:val="Antraštė 9 Diagrama"/>
    <w:basedOn w:val="Numatytasispastraiposriftas"/>
    <w:link w:val="Antrat9"/>
    <w:semiHidden/>
    <w:rsid w:val="00370C50"/>
    <w:rPr>
      <w:rFonts w:asciiTheme="majorHAnsi" w:eastAsiaTheme="majorEastAsia" w:hAnsiTheme="majorHAnsi" w:cstheme="majorBidi"/>
      <w:i/>
      <w:iCs/>
      <w:color w:val="404040" w:themeColor="text1" w:themeTint="BF"/>
      <w:lang w:val="lt-LT"/>
    </w:rPr>
  </w:style>
  <w:style w:type="numbering" w:customStyle="1" w:styleId="BulletedList">
    <w:name w:val="Bulleted List"/>
    <w:uiPriority w:val="99"/>
    <w:rsid w:val="002D38BD"/>
    <w:pPr>
      <w:numPr>
        <w:numId w:val="35"/>
      </w:numPr>
    </w:pPr>
  </w:style>
  <w:style w:type="paragraph" w:customStyle="1" w:styleId="Picture">
    <w:name w:val="Picture"/>
    <w:basedOn w:val="prastasis"/>
    <w:rsid w:val="0013698A"/>
    <w:pPr>
      <w:spacing w:before="240" w:line="240" w:lineRule="auto"/>
      <w:jc w:val="center"/>
    </w:pPr>
  </w:style>
  <w:style w:type="paragraph" w:customStyle="1" w:styleId="DocTitleinHeader">
    <w:name w:val="Doc Title in Header"/>
    <w:basedOn w:val="prastasis"/>
    <w:qFormat/>
    <w:rsid w:val="00CE6B81"/>
    <w:pPr>
      <w:spacing w:line="240" w:lineRule="auto"/>
    </w:pPr>
    <w:rPr>
      <w:b/>
      <w:color w:val="178321"/>
      <w:szCs w:val="18"/>
    </w:rPr>
  </w:style>
  <w:style w:type="paragraph" w:customStyle="1" w:styleId="ProjectinHeader">
    <w:name w:val="Project in Header"/>
    <w:basedOn w:val="prastasis"/>
    <w:qFormat/>
    <w:rsid w:val="00B33E6F"/>
    <w:rPr>
      <w:color w:val="178321"/>
      <w:sz w:val="16"/>
      <w:szCs w:val="16"/>
    </w:rPr>
  </w:style>
  <w:style w:type="paragraph" w:styleId="Iliustracijsraas">
    <w:name w:val="table of figures"/>
    <w:basedOn w:val="prastasis"/>
    <w:next w:val="prastasis"/>
    <w:uiPriority w:val="99"/>
    <w:rsid w:val="00CB007B"/>
  </w:style>
  <w:style w:type="paragraph" w:customStyle="1" w:styleId="Alnostext">
    <w:name w:val="Alnos text"/>
    <w:basedOn w:val="prastasis"/>
    <w:link w:val="AlnostextChar"/>
    <w:rsid w:val="00B72873"/>
    <w:pPr>
      <w:spacing w:before="120" w:after="120" w:line="240" w:lineRule="auto"/>
      <w:jc w:val="both"/>
    </w:pPr>
    <w:rPr>
      <w:szCs w:val="24"/>
      <w:lang w:eastAsia="x-none"/>
    </w:rPr>
  </w:style>
  <w:style w:type="character" w:customStyle="1" w:styleId="AlnostextChar">
    <w:name w:val="Alnos text Char"/>
    <w:link w:val="Alnostext"/>
    <w:locked/>
    <w:rsid w:val="00B72873"/>
    <w:rPr>
      <w:szCs w:val="24"/>
      <w:lang w:val="lt-LT" w:eastAsia="x-none"/>
    </w:rPr>
  </w:style>
  <w:style w:type="paragraph" w:customStyle="1" w:styleId="Captionpicture">
    <w:name w:val="Caption picture"/>
    <w:basedOn w:val="Antrat"/>
    <w:next w:val="Alnostext"/>
    <w:uiPriority w:val="99"/>
    <w:rsid w:val="00B72873"/>
    <w:pPr>
      <w:numPr>
        <w:numId w:val="39"/>
      </w:numPr>
      <w:tabs>
        <w:tab w:val="clear" w:pos="1418"/>
        <w:tab w:val="num" w:pos="360"/>
        <w:tab w:val="left" w:pos="902"/>
      </w:tabs>
      <w:ind w:left="0" w:firstLine="0"/>
      <w:jc w:val="center"/>
    </w:pPr>
    <w:rPr>
      <w:i/>
      <w:sz w:val="20"/>
      <w:szCs w:val="20"/>
      <w:lang w:eastAsia="x-none"/>
    </w:rPr>
  </w:style>
  <w:style w:type="character" w:styleId="Grietas">
    <w:name w:val="Strong"/>
    <w:basedOn w:val="Numatytasispastraiposriftas"/>
    <w:uiPriority w:val="22"/>
    <w:qFormat/>
    <w:rsid w:val="0093483B"/>
    <w:rPr>
      <w:rFonts w:ascii="Tahoma" w:hAnsi="Tahoma"/>
      <w:b/>
      <w:bCs/>
      <w:color w:val="000000" w:themeColor="text1"/>
    </w:rPr>
  </w:style>
  <w:style w:type="table" w:customStyle="1" w:styleId="DocumentTable">
    <w:name w:val="Document Table"/>
    <w:basedOn w:val="prastojilentel"/>
    <w:uiPriority w:val="99"/>
    <w:qFormat/>
    <w:rsid w:val="0093483B"/>
    <w:pPr>
      <w:spacing w:line="264" w:lineRule="auto"/>
    </w:pPr>
    <w:rPr>
      <w:sz w:val="16"/>
      <w:szCs w:val="22"/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spacing w:beforeLines="0" w:beforeAutospacing="0" w:afterLines="40" w:afterAutospacing="0" w:line="264" w:lineRule="auto"/>
        <w:ind w:leftChars="0" w:left="0" w:rightChars="0" w:right="0" w:firstLineChars="0" w:firstLine="0"/>
        <w:jc w:val="left"/>
        <w:outlineLvl w:val="9"/>
      </w:pPr>
      <w:rPr>
        <w:rFonts w:ascii="Tahoma" w:eastAsia="@BatangChe" w:hAnsi="Tahoma" w:cs="Times New Roman"/>
        <w:b/>
        <w:color w:val="FFFFFF" w:themeColor="background1"/>
        <w:sz w:val="20"/>
      </w:rPr>
      <w:tblPr/>
      <w:tcPr>
        <w:shd w:val="clear" w:color="auto" w:fill="50C9F3"/>
      </w:tcPr>
    </w:tblStylePr>
  </w:style>
  <w:style w:type="character" w:customStyle="1" w:styleId="TableChar">
    <w:name w:val="Table Char"/>
    <w:link w:val="Table"/>
    <w:locked/>
    <w:rsid w:val="0093483B"/>
    <w:rPr>
      <w:rFonts w:eastAsia="Arial Unicode MS"/>
      <w:lang w:val="lt-LT"/>
    </w:rPr>
  </w:style>
  <w:style w:type="paragraph" w:customStyle="1" w:styleId="Table">
    <w:name w:val="Table"/>
    <w:basedOn w:val="prastasis"/>
    <w:link w:val="TableChar"/>
    <w:rsid w:val="0093483B"/>
    <w:pPr>
      <w:spacing w:before="40" w:after="40" w:line="240" w:lineRule="auto"/>
    </w:pPr>
    <w:rPr>
      <w:rFonts w:eastAsia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18" Type="http://schemas.openxmlformats.org/officeDocument/2006/relationships/image" Target="media/image12.jpg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5.jpg"/><Relationship Id="rId7" Type="http://schemas.openxmlformats.org/officeDocument/2006/relationships/endnotes" Target="endnotes.xml"/><Relationship Id="rId12" Type="http://schemas.openxmlformats.org/officeDocument/2006/relationships/image" Target="media/image6.jpg"/><Relationship Id="rId17" Type="http://schemas.openxmlformats.org/officeDocument/2006/relationships/image" Target="media/image11.jpg"/><Relationship Id="rId25" Type="http://schemas.openxmlformats.org/officeDocument/2006/relationships/image" Target="media/image19.jpg"/><Relationship Id="rId2" Type="http://schemas.openxmlformats.org/officeDocument/2006/relationships/numbering" Target="numbering.xml"/><Relationship Id="rId16" Type="http://schemas.openxmlformats.org/officeDocument/2006/relationships/image" Target="media/image10.jpg"/><Relationship Id="rId20" Type="http://schemas.openxmlformats.org/officeDocument/2006/relationships/image" Target="media/image14.jpg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g"/><Relationship Id="rId24" Type="http://schemas.openxmlformats.org/officeDocument/2006/relationships/image" Target="media/image18.jpg"/><Relationship Id="rId5" Type="http://schemas.openxmlformats.org/officeDocument/2006/relationships/webSettings" Target="webSettings.xml"/><Relationship Id="rId15" Type="http://schemas.openxmlformats.org/officeDocument/2006/relationships/image" Target="media/image9.jpg"/><Relationship Id="rId23" Type="http://schemas.openxmlformats.org/officeDocument/2006/relationships/image" Target="media/image17.jpg"/><Relationship Id="rId28" Type="http://schemas.openxmlformats.org/officeDocument/2006/relationships/header" Target="header2.xml"/><Relationship Id="rId10" Type="http://schemas.openxmlformats.org/officeDocument/2006/relationships/image" Target="media/image4.jpg"/><Relationship Id="rId19" Type="http://schemas.openxmlformats.org/officeDocument/2006/relationships/image" Target="media/image13.jp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Relationship Id="rId22" Type="http://schemas.openxmlformats.org/officeDocument/2006/relationships/image" Target="media/image16.jpg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1.png"/><Relationship Id="rId1" Type="http://schemas.openxmlformats.org/officeDocument/2006/relationships/image" Target="media/image2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urimasl\AppData\Local\Temp\Document-3.dotx" TargetMode="External"/></Relationships>
</file>

<file path=word/theme/theme1.xml><?xml version="1.0" encoding="utf-8"?>
<a:theme xmlns:a="http://schemas.openxmlformats.org/drawingml/2006/main" name="Office Theme">
  <a:themeElements>
    <a:clrScheme name="Nortal">
      <a:dk1>
        <a:sysClr val="windowText" lastClr="000000"/>
      </a:dk1>
      <a:lt1>
        <a:sysClr val="window" lastClr="FFFFFF"/>
      </a:lt1>
      <a:dk2>
        <a:srgbClr val="178321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1A9626"/>
      </a:hlink>
      <a:folHlink>
        <a:srgbClr val="1FB12D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83B0F-1BD7-47DE-923F-8CD0382B7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Document-3</Template>
  <TotalTime>0</TotalTime>
  <Pages>36</Pages>
  <Words>16333</Words>
  <Characters>9311</Characters>
  <Application>Microsoft Office Word</Application>
  <DocSecurity>0</DocSecurity>
  <Lines>77</Lines>
  <Paragraphs>51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Pažymų procesų aprašymas</vt:lpstr>
      <vt:lpstr>Pažymų procesų aprašymas</vt:lpstr>
    </vt:vector>
  </TitlesOfParts>
  <LinksUpToDate>false</LinksUpToDate>
  <CharactersWithSpaces>25593</CharactersWithSpaces>
  <SharedDoc>false</SharedDoc>
  <HLinks>
    <vt:vector size="6" baseType="variant">
      <vt:variant>
        <vt:i4>6815793</vt:i4>
      </vt:variant>
      <vt:variant>
        <vt:i4>0</vt:i4>
      </vt:variant>
      <vt:variant>
        <vt:i4>0</vt:i4>
      </vt:variant>
      <vt:variant>
        <vt:i4>5</vt:i4>
      </vt:variant>
      <vt:variant>
        <vt:lpwstr>http://www.webmedia.lt/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Pažymų procesų aprašymas</dc:title>
  <dc:subject>ESPBI</dc:subject>
  <dc:creator/>
  <cp:lastModifiedBy/>
  <cp:revision>1</cp:revision>
  <dcterms:created xsi:type="dcterms:W3CDTF">2019-01-23T11:21:00Z</dcterms:created>
  <dcterms:modified xsi:type="dcterms:W3CDTF">2022-11-04T12:44:00Z</dcterms:modified>
</cp:coreProperties>
</file>